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951" w:rsidRPr="00927951" w:rsidRDefault="00927951" w:rsidP="00927951">
      <w:pPr>
        <w:jc w:val="center"/>
        <w:rPr>
          <w:rStyle w:val="LPzwykly"/>
          <w:b/>
        </w:rPr>
      </w:pPr>
      <w:r w:rsidRPr="00927951">
        <w:rPr>
          <w:rStyle w:val="LPzwykly"/>
          <w:b/>
        </w:rPr>
        <w:t>PROJEKT UMOWY</w:t>
      </w:r>
    </w:p>
    <w:p w:rsidR="00927951" w:rsidRPr="00927951" w:rsidRDefault="00927951" w:rsidP="00927951">
      <w:pPr>
        <w:jc w:val="center"/>
        <w:rPr>
          <w:rStyle w:val="LPzwykly"/>
          <w:b/>
        </w:rPr>
      </w:pPr>
      <w:r w:rsidRPr="00927951">
        <w:rPr>
          <w:rStyle w:val="LPzwykly"/>
          <w:b/>
        </w:rPr>
        <w:t>Umowa nr ……………………</w:t>
      </w:r>
    </w:p>
    <w:p w:rsidR="00927951" w:rsidRPr="00927951" w:rsidRDefault="00927951" w:rsidP="00927951">
      <w:pPr>
        <w:jc w:val="center"/>
        <w:rPr>
          <w:rStyle w:val="LPzwykly"/>
          <w:b/>
        </w:rPr>
      </w:pPr>
      <w:r w:rsidRPr="00927951">
        <w:rPr>
          <w:rStyle w:val="LPzwykly"/>
          <w:b/>
        </w:rPr>
        <w:t>Znak sprawy S.270.</w:t>
      </w:r>
      <w:r w:rsidR="005840BC">
        <w:rPr>
          <w:rStyle w:val="LPzwykly"/>
          <w:b/>
        </w:rPr>
        <w:t>24</w:t>
      </w:r>
      <w:r w:rsidRPr="00927951">
        <w:rPr>
          <w:rStyle w:val="LPzwykly"/>
          <w:b/>
        </w:rPr>
        <w:t>.2022</w:t>
      </w:r>
    </w:p>
    <w:p w:rsidR="00927951" w:rsidRPr="00927951" w:rsidRDefault="00927951" w:rsidP="00927951">
      <w:pPr>
        <w:jc w:val="both"/>
        <w:rPr>
          <w:rStyle w:val="LPzwykly"/>
        </w:rPr>
      </w:pPr>
    </w:p>
    <w:p w:rsidR="00927951" w:rsidRDefault="00927951" w:rsidP="00927951">
      <w:pPr>
        <w:jc w:val="both"/>
        <w:rPr>
          <w:rStyle w:val="LPzwykly"/>
        </w:rPr>
      </w:pPr>
      <w:proofErr w:type="gramStart"/>
      <w:r w:rsidRPr="00927951">
        <w:rPr>
          <w:rStyle w:val="LPzwykly"/>
        </w:rPr>
        <w:t>zawarta</w:t>
      </w:r>
      <w:proofErr w:type="gramEnd"/>
      <w:r>
        <w:rPr>
          <w:rStyle w:val="LPzwykly"/>
        </w:rPr>
        <w:t xml:space="preserve"> </w:t>
      </w:r>
      <w:r w:rsidRPr="00927951">
        <w:rPr>
          <w:rStyle w:val="LPzwykly"/>
        </w:rPr>
        <w:t xml:space="preserve">w dniu ………………….. 2022 </w:t>
      </w:r>
      <w:proofErr w:type="gramStart"/>
      <w:r w:rsidRPr="00927951">
        <w:rPr>
          <w:rStyle w:val="LPzwykly"/>
        </w:rPr>
        <w:t>roku</w:t>
      </w:r>
      <w:proofErr w:type="gramEnd"/>
      <w:r w:rsidRPr="00927951">
        <w:rPr>
          <w:rStyle w:val="LPzwykly"/>
        </w:rPr>
        <w:t xml:space="preserve"> w Nadleśnictwie Kłobuck, pomiędzy</w:t>
      </w:r>
    </w:p>
    <w:p w:rsidR="00AA52DF" w:rsidRPr="00927951" w:rsidRDefault="00AA52DF" w:rsidP="00927951">
      <w:pPr>
        <w:jc w:val="both"/>
        <w:rPr>
          <w:rStyle w:val="LPzwykly"/>
        </w:rPr>
      </w:pPr>
    </w:p>
    <w:p w:rsidR="00927951" w:rsidRPr="00927951" w:rsidRDefault="0050731F" w:rsidP="00927951">
      <w:pPr>
        <w:jc w:val="both"/>
        <w:rPr>
          <w:rStyle w:val="LPzwykly"/>
        </w:rPr>
      </w:pPr>
      <w:r>
        <w:rPr>
          <w:rStyle w:val="LPzwykly"/>
        </w:rPr>
        <w:t xml:space="preserve">Skarbem </w:t>
      </w:r>
      <w:r w:rsidR="00927951" w:rsidRPr="00927951">
        <w:rPr>
          <w:rStyle w:val="LPzwykly"/>
        </w:rPr>
        <w:t>Państwa</w:t>
      </w:r>
      <w:r>
        <w:rPr>
          <w:rStyle w:val="LPzwykly"/>
        </w:rPr>
        <w:t xml:space="preserve"> – Państwowe </w:t>
      </w:r>
      <w:r w:rsidR="00927951" w:rsidRPr="00927951">
        <w:rPr>
          <w:rStyle w:val="LPzwykly"/>
        </w:rPr>
        <w:t>Gospodarstwo Leśne</w:t>
      </w:r>
      <w:r>
        <w:rPr>
          <w:rStyle w:val="LPzwykly"/>
        </w:rPr>
        <w:t xml:space="preserve"> </w:t>
      </w:r>
      <w:r w:rsidR="00927951" w:rsidRPr="00927951">
        <w:rPr>
          <w:rStyle w:val="LPzwykly"/>
        </w:rPr>
        <w:t>Lasy Państwowe Nadleśnictwo Kłobuck, ul. Zakrzewska 85, 42-100 Kłobuck</w:t>
      </w:r>
    </w:p>
    <w:p w:rsidR="00927951" w:rsidRPr="00927951" w:rsidRDefault="00927951" w:rsidP="00927951">
      <w:pPr>
        <w:jc w:val="both"/>
        <w:rPr>
          <w:rStyle w:val="LPzwykly"/>
        </w:rPr>
      </w:pPr>
      <w:proofErr w:type="gramStart"/>
      <w:r w:rsidRPr="00927951">
        <w:rPr>
          <w:rStyle w:val="LPzwykly"/>
        </w:rPr>
        <w:t>reprezentowanym</w:t>
      </w:r>
      <w:proofErr w:type="gramEnd"/>
      <w:r w:rsidRPr="00927951">
        <w:rPr>
          <w:rStyle w:val="LPzwykly"/>
        </w:rPr>
        <w:t xml:space="preserve"> przez:</w:t>
      </w:r>
    </w:p>
    <w:p w:rsidR="00927951" w:rsidRPr="00927951" w:rsidRDefault="00927951" w:rsidP="00927951">
      <w:pPr>
        <w:jc w:val="both"/>
        <w:rPr>
          <w:rStyle w:val="LPzwykly"/>
        </w:rPr>
      </w:pPr>
      <w:r w:rsidRPr="00927951">
        <w:rPr>
          <w:rStyle w:val="LPzwykly"/>
        </w:rPr>
        <w:t>Pana Jerzego Sądla- Nadleśniczego,</w:t>
      </w:r>
    </w:p>
    <w:p w:rsidR="00927951" w:rsidRPr="00927951" w:rsidRDefault="00927951" w:rsidP="00927951">
      <w:pPr>
        <w:jc w:val="both"/>
        <w:rPr>
          <w:rStyle w:val="LPzwykly"/>
          <w:u w:val="single"/>
        </w:rPr>
      </w:pPr>
      <w:proofErr w:type="gramStart"/>
      <w:r w:rsidRPr="00927951">
        <w:rPr>
          <w:rStyle w:val="LPzwykly"/>
        </w:rPr>
        <w:t>zwanym</w:t>
      </w:r>
      <w:proofErr w:type="gramEnd"/>
      <w:r w:rsidRPr="00927951">
        <w:rPr>
          <w:rStyle w:val="LPzwykly"/>
        </w:rPr>
        <w:t xml:space="preserve"> w dalszej treści umowy </w:t>
      </w:r>
      <w:r w:rsidRPr="00927951">
        <w:rPr>
          <w:rStyle w:val="LPzwykly"/>
          <w:u w:val="single"/>
        </w:rPr>
        <w:t>„Zamawiającym"</w:t>
      </w:r>
    </w:p>
    <w:p w:rsidR="00927951" w:rsidRDefault="00927951" w:rsidP="00927951">
      <w:pPr>
        <w:jc w:val="both"/>
        <w:rPr>
          <w:rStyle w:val="LPzwykly"/>
          <w:u w:val="single"/>
        </w:rPr>
      </w:pPr>
      <w:proofErr w:type="gramStart"/>
      <w:r w:rsidRPr="00927951">
        <w:rPr>
          <w:rStyle w:val="LPzwykly"/>
          <w:u w:val="single"/>
        </w:rPr>
        <w:t>a</w:t>
      </w:r>
      <w:proofErr w:type="gramEnd"/>
    </w:p>
    <w:p w:rsidR="00AA52DF" w:rsidRPr="00927951" w:rsidRDefault="00AA52DF" w:rsidP="00927951">
      <w:pPr>
        <w:jc w:val="both"/>
        <w:rPr>
          <w:rStyle w:val="LPzwykly"/>
          <w:u w:val="single"/>
        </w:rPr>
      </w:pPr>
    </w:p>
    <w:p w:rsidR="00927951" w:rsidRPr="00927951" w:rsidRDefault="00927951" w:rsidP="00927951">
      <w:pPr>
        <w:jc w:val="both"/>
        <w:rPr>
          <w:rStyle w:val="LPzwykly"/>
        </w:rPr>
      </w:pPr>
      <w:r w:rsidRPr="00927951">
        <w:rPr>
          <w:rStyle w:val="LPzwykly"/>
        </w:rPr>
        <w:t>(w przypadku przedsiębiorcy wpisanego do KRS)</w:t>
      </w:r>
    </w:p>
    <w:p w:rsidR="00927951" w:rsidRPr="00927951" w:rsidRDefault="00927951" w:rsidP="00927951">
      <w:pPr>
        <w:jc w:val="both"/>
        <w:rPr>
          <w:rStyle w:val="LPzwykly"/>
        </w:rPr>
      </w:pPr>
      <w:r w:rsidRPr="00927951">
        <w:rPr>
          <w:rStyle w:val="LPzwykly"/>
        </w:rPr>
        <w:t xml:space="preserve">Spółką pod firmą ……………, z siedzibą w …………. </w:t>
      </w:r>
      <w:proofErr w:type="gramStart"/>
      <w:r w:rsidRPr="00927951">
        <w:rPr>
          <w:rStyle w:val="LPzwykly"/>
        </w:rPr>
        <w:t>przy</w:t>
      </w:r>
      <w:proofErr w:type="gramEnd"/>
      <w:r w:rsidRPr="00927951">
        <w:rPr>
          <w:rStyle w:val="LPzwykly"/>
        </w:rPr>
        <w:t xml:space="preserve"> ulicy ……….., </w:t>
      </w:r>
      <w:proofErr w:type="gramStart"/>
      <w:r w:rsidRPr="00927951">
        <w:rPr>
          <w:rStyle w:val="LPzwykly"/>
        </w:rPr>
        <w:t>kod</w:t>
      </w:r>
      <w:proofErr w:type="gramEnd"/>
      <w:r w:rsidRPr="00927951">
        <w:rPr>
          <w:rStyle w:val="LPzwykly"/>
        </w:rPr>
        <w:t xml:space="preserve"> pocztowy ………….., </w:t>
      </w:r>
      <w:proofErr w:type="gramStart"/>
      <w:r w:rsidRPr="00927951">
        <w:rPr>
          <w:rStyle w:val="LPzwykly"/>
        </w:rPr>
        <w:t>wpisaną</w:t>
      </w:r>
      <w:proofErr w:type="gramEnd"/>
      <w:r w:rsidRPr="00927951">
        <w:rPr>
          <w:rStyle w:val="LPzwykly"/>
        </w:rPr>
        <w:t xml:space="preserve"> do rejestru przedsiębiorców Krajowego Rejestru Sądowego pod numerem KRS:………….., NIP…………………………….</w:t>
      </w:r>
    </w:p>
    <w:p w:rsidR="00927951" w:rsidRPr="00927951" w:rsidRDefault="00927951" w:rsidP="00927951">
      <w:pPr>
        <w:jc w:val="both"/>
        <w:rPr>
          <w:rStyle w:val="LPzwykly"/>
        </w:rPr>
      </w:pPr>
      <w:proofErr w:type="gramStart"/>
      <w:r w:rsidRPr="00927951">
        <w:rPr>
          <w:rStyle w:val="LPzwykly"/>
        </w:rPr>
        <w:t>reprezentowaną</w:t>
      </w:r>
      <w:proofErr w:type="gramEnd"/>
      <w:r w:rsidRPr="00927951">
        <w:rPr>
          <w:rStyle w:val="LPzwykly"/>
        </w:rPr>
        <w:t xml:space="preserve"> przez:</w:t>
      </w:r>
    </w:p>
    <w:p w:rsidR="00927951" w:rsidRPr="00927951" w:rsidRDefault="00927951" w:rsidP="00927951">
      <w:pPr>
        <w:jc w:val="both"/>
        <w:rPr>
          <w:rStyle w:val="LPzwykly"/>
        </w:rPr>
      </w:pPr>
      <w:r w:rsidRPr="00927951">
        <w:rPr>
          <w:rStyle w:val="LPzwykly"/>
        </w:rPr>
        <w:t>……………. - …………………….</w:t>
      </w:r>
    </w:p>
    <w:p w:rsidR="00927951" w:rsidRPr="00927951" w:rsidRDefault="00927951" w:rsidP="00927951">
      <w:pPr>
        <w:jc w:val="both"/>
        <w:rPr>
          <w:rStyle w:val="LPzwykly"/>
        </w:rPr>
      </w:pPr>
      <w:proofErr w:type="gramStart"/>
      <w:r w:rsidRPr="00927951">
        <w:rPr>
          <w:rStyle w:val="LPzwykly"/>
        </w:rPr>
        <w:t>zwaną</w:t>
      </w:r>
      <w:proofErr w:type="gramEnd"/>
      <w:r w:rsidRPr="00927951">
        <w:rPr>
          <w:rStyle w:val="LPzwykly"/>
        </w:rPr>
        <w:t xml:space="preserve"> w dalszej treści umowy „</w:t>
      </w:r>
      <w:r w:rsidRPr="008D2946">
        <w:rPr>
          <w:rStyle w:val="LPzwykly"/>
          <w:u w:val="single"/>
        </w:rPr>
        <w:t>Wykonawcą"</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(w przypadku przedsiębiorcy wpisanego do CEIDG)</w:t>
      </w:r>
    </w:p>
    <w:p w:rsidR="00927951" w:rsidRPr="00927951" w:rsidRDefault="00927951" w:rsidP="00927951">
      <w:pPr>
        <w:jc w:val="both"/>
        <w:rPr>
          <w:rStyle w:val="LPzwykly"/>
        </w:rPr>
      </w:pPr>
      <w:r w:rsidRPr="00927951">
        <w:rPr>
          <w:rStyle w:val="LPzwykly"/>
        </w:rPr>
        <w:t xml:space="preserve">(imię i nazwisko), prowadzącym działalność gospodarczą pod nazwą ………………………… z siedzibą przy ulicy ........................, </w:t>
      </w:r>
      <w:proofErr w:type="gramStart"/>
      <w:r w:rsidRPr="00927951">
        <w:rPr>
          <w:rStyle w:val="LPzwykly"/>
        </w:rPr>
        <w:t>kod</w:t>
      </w:r>
      <w:proofErr w:type="gramEnd"/>
      <w:r w:rsidRPr="00927951">
        <w:rPr>
          <w:rStyle w:val="LPzwykly"/>
        </w:rPr>
        <w:t xml:space="preserve"> pocztowy ………………….., </w:t>
      </w:r>
      <w:proofErr w:type="gramStart"/>
      <w:r w:rsidRPr="00927951">
        <w:rPr>
          <w:rStyle w:val="LPzwykly"/>
        </w:rPr>
        <w:t>wpisaną</w:t>
      </w:r>
      <w:proofErr w:type="gramEnd"/>
      <w:r w:rsidRPr="00927951">
        <w:rPr>
          <w:rStyle w:val="LPzwykly"/>
        </w:rPr>
        <w:t xml:space="preserve"> do Centralnej Ewidencji i Informacji o Działalności Gospodarczej Rzeczypospolitej Polskiej pod numerem PESEL …………………., Numerem Identyfikacji Podatkowej ………………………. </w:t>
      </w:r>
      <w:proofErr w:type="gramStart"/>
      <w:r w:rsidRPr="00927951">
        <w:rPr>
          <w:rStyle w:val="LPzwykly"/>
        </w:rPr>
        <w:t>oraz</w:t>
      </w:r>
      <w:proofErr w:type="gramEnd"/>
      <w:r w:rsidRPr="00927951">
        <w:rPr>
          <w:rStyle w:val="LPzwykly"/>
        </w:rPr>
        <w:t xml:space="preserve"> numerem REGON .....................</w:t>
      </w:r>
    </w:p>
    <w:p w:rsidR="00927951" w:rsidRPr="00927951" w:rsidRDefault="00927951" w:rsidP="00927951">
      <w:pPr>
        <w:jc w:val="both"/>
        <w:rPr>
          <w:rStyle w:val="LPzwykly"/>
        </w:rPr>
      </w:pPr>
      <w:proofErr w:type="gramStart"/>
      <w:r w:rsidRPr="00927951">
        <w:rPr>
          <w:rStyle w:val="LPzwykly"/>
        </w:rPr>
        <w:t>zwanym</w:t>
      </w:r>
      <w:proofErr w:type="gramEnd"/>
      <w:r w:rsidRPr="00927951">
        <w:rPr>
          <w:rStyle w:val="LPzwykly"/>
        </w:rPr>
        <w:t xml:space="preserve"> w dalszej treści umowy „Wykonawcą".</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Umowa</w:t>
      </w:r>
      <w:r>
        <w:rPr>
          <w:rStyle w:val="LPzwykly"/>
        </w:rPr>
        <w:t xml:space="preserve"> </w:t>
      </w:r>
      <w:r w:rsidRPr="00927951">
        <w:rPr>
          <w:rStyle w:val="LPzwykly"/>
        </w:rPr>
        <w:t>została</w:t>
      </w:r>
      <w:r>
        <w:rPr>
          <w:rStyle w:val="LPzwykly"/>
        </w:rPr>
        <w:t xml:space="preserve"> </w:t>
      </w:r>
      <w:r w:rsidRPr="00927951">
        <w:rPr>
          <w:rStyle w:val="LPzwykly"/>
        </w:rPr>
        <w:t>zawarta</w:t>
      </w:r>
      <w:r>
        <w:rPr>
          <w:rStyle w:val="LPzwykly"/>
        </w:rPr>
        <w:t xml:space="preserve"> </w:t>
      </w:r>
      <w:r w:rsidRPr="00927951">
        <w:rPr>
          <w:rStyle w:val="LPzwykly"/>
        </w:rPr>
        <w:t>po</w:t>
      </w:r>
      <w:r>
        <w:rPr>
          <w:rStyle w:val="LPzwykly"/>
        </w:rPr>
        <w:t xml:space="preserve"> </w:t>
      </w:r>
      <w:r w:rsidRPr="00927951">
        <w:rPr>
          <w:rStyle w:val="LPzwykly"/>
        </w:rPr>
        <w:t>przeprowadzeniu</w:t>
      </w:r>
      <w:r>
        <w:rPr>
          <w:rStyle w:val="LPzwykly"/>
        </w:rPr>
        <w:t xml:space="preserve"> </w:t>
      </w:r>
      <w:r w:rsidRPr="00927951">
        <w:rPr>
          <w:rStyle w:val="LPzwykly"/>
        </w:rPr>
        <w:t>postępowania</w:t>
      </w:r>
      <w:r>
        <w:rPr>
          <w:rStyle w:val="LPzwykly"/>
        </w:rPr>
        <w:t xml:space="preserve"> </w:t>
      </w:r>
      <w:r w:rsidRPr="00927951">
        <w:rPr>
          <w:rStyle w:val="LPzwykly"/>
        </w:rPr>
        <w:t>o</w:t>
      </w:r>
      <w:r>
        <w:rPr>
          <w:rStyle w:val="LPzwykly"/>
        </w:rPr>
        <w:t xml:space="preserve"> </w:t>
      </w:r>
      <w:r w:rsidRPr="00927951">
        <w:rPr>
          <w:rStyle w:val="LPzwykly"/>
        </w:rPr>
        <w:t>udzielenie</w:t>
      </w:r>
      <w:r>
        <w:rPr>
          <w:rStyle w:val="LPzwykly"/>
        </w:rPr>
        <w:t xml:space="preserve"> </w:t>
      </w:r>
      <w:r w:rsidRPr="00927951">
        <w:rPr>
          <w:rStyle w:val="LPzwykly"/>
        </w:rPr>
        <w:t>Zamówienia Publicznego w trybie podstawowym bez negocjacji nr: S.</w:t>
      </w:r>
      <w:bookmarkStart w:id="0" w:name="_GoBack"/>
      <w:r w:rsidRPr="00927951">
        <w:rPr>
          <w:rStyle w:val="LPzwykly"/>
        </w:rPr>
        <w:t>270</w:t>
      </w:r>
      <w:bookmarkEnd w:id="0"/>
      <w:r w:rsidRPr="00927951">
        <w:rPr>
          <w:rStyle w:val="LPzwykly"/>
        </w:rPr>
        <w:t>.</w:t>
      </w:r>
      <w:r w:rsidR="005840BC">
        <w:rPr>
          <w:rStyle w:val="LPzwykly"/>
        </w:rPr>
        <w:t>24</w:t>
      </w:r>
      <w:r w:rsidRPr="00927951">
        <w:rPr>
          <w:rStyle w:val="LPzwykly"/>
        </w:rPr>
        <w:t>.2022 na podstawie art. 275 pkt. 1) przepisów Ustawy z dnia 11 września 2019 roku - P</w:t>
      </w:r>
      <w:r w:rsidR="008D2946">
        <w:rPr>
          <w:rStyle w:val="LPzwykly"/>
        </w:rPr>
        <w:t>rawo zamówień publicznych tj. z </w:t>
      </w:r>
      <w:r w:rsidRPr="00927951">
        <w:rPr>
          <w:rStyle w:val="LPzwykly"/>
        </w:rPr>
        <w:t xml:space="preserve">dnia 18 maja 2021 r. (Dz.U. </w:t>
      </w:r>
      <w:proofErr w:type="gramStart"/>
      <w:r w:rsidRPr="00927951">
        <w:rPr>
          <w:rStyle w:val="LPzwykly"/>
        </w:rPr>
        <w:t>z</w:t>
      </w:r>
      <w:proofErr w:type="gramEnd"/>
      <w:r w:rsidRPr="00927951">
        <w:rPr>
          <w:rStyle w:val="LPzwykly"/>
        </w:rPr>
        <w:t xml:space="preserve"> 202</w:t>
      </w:r>
      <w:r w:rsidR="00424C25">
        <w:rPr>
          <w:rStyle w:val="LPzwykly"/>
        </w:rPr>
        <w:t>2</w:t>
      </w:r>
      <w:r w:rsidRPr="00927951">
        <w:rPr>
          <w:rStyle w:val="LPzwykly"/>
        </w:rPr>
        <w:t xml:space="preserve"> r. poz</w:t>
      </w:r>
      <w:r w:rsidR="008D2946">
        <w:rPr>
          <w:rStyle w:val="LPzwykly"/>
        </w:rPr>
        <w:t>. 1</w:t>
      </w:r>
      <w:r w:rsidR="00424C25">
        <w:rPr>
          <w:rStyle w:val="LPzwykly"/>
        </w:rPr>
        <w:t>710</w:t>
      </w:r>
      <w:r w:rsidR="008D2946">
        <w:rPr>
          <w:rStyle w:val="LPzwykly"/>
        </w:rPr>
        <w:t xml:space="preserve"> ze zm.) (zwanej dalej: „Ustawą Pzp”</w:t>
      </w:r>
      <w:r w:rsidRPr="00927951">
        <w:rPr>
          <w:rStyle w:val="LPzwykly"/>
        </w:rPr>
        <w:t>).</w:t>
      </w:r>
    </w:p>
    <w:p w:rsidR="00AA52DF" w:rsidRDefault="00927951" w:rsidP="00927951">
      <w:pPr>
        <w:jc w:val="both"/>
        <w:rPr>
          <w:rStyle w:val="LPzwykly"/>
        </w:rPr>
      </w:pPr>
      <w:r w:rsidRPr="00927951">
        <w:rPr>
          <w:rStyle w:val="LPzwykly"/>
        </w:rPr>
        <w:t>Zamawiający i Wykonawca, zwani w dalszej części z osobna również Stroną, zaś wspólnie Stronami, zawierają Umowę, o następującej treści:</w:t>
      </w:r>
    </w:p>
    <w:p w:rsidR="00AA52DF" w:rsidRPr="00927951" w:rsidRDefault="00AA52DF" w:rsidP="00927951">
      <w:pPr>
        <w:jc w:val="both"/>
        <w:rPr>
          <w:rStyle w:val="LPzwykly"/>
        </w:rPr>
      </w:pPr>
    </w:p>
    <w:p w:rsidR="00927951" w:rsidRPr="00927951" w:rsidRDefault="00927951" w:rsidP="00927951">
      <w:pPr>
        <w:jc w:val="both"/>
        <w:rPr>
          <w:rStyle w:val="LPzwykly"/>
        </w:rPr>
      </w:pPr>
    </w:p>
    <w:p w:rsidR="00927951" w:rsidRPr="00927951" w:rsidRDefault="00927951" w:rsidP="00927951">
      <w:pPr>
        <w:jc w:val="center"/>
        <w:rPr>
          <w:rStyle w:val="LPzwykly"/>
          <w:b/>
        </w:rPr>
      </w:pPr>
      <w:r w:rsidRPr="00927951">
        <w:rPr>
          <w:rStyle w:val="LPzwykly"/>
          <w:b/>
        </w:rPr>
        <w:t>PRZEDMIOT UMOWY</w:t>
      </w:r>
    </w:p>
    <w:p w:rsidR="00927951" w:rsidRDefault="00927951" w:rsidP="00927951">
      <w:pPr>
        <w:jc w:val="center"/>
        <w:rPr>
          <w:rStyle w:val="LPzwykly"/>
          <w:b/>
        </w:rPr>
      </w:pPr>
    </w:p>
    <w:p w:rsidR="00927951" w:rsidRDefault="00927951" w:rsidP="00927951">
      <w:pPr>
        <w:jc w:val="center"/>
        <w:rPr>
          <w:rStyle w:val="LPzwykly"/>
          <w:b/>
        </w:rPr>
      </w:pPr>
      <w:r w:rsidRPr="00927951">
        <w:rPr>
          <w:rStyle w:val="LPzwykly"/>
          <w:b/>
        </w:rPr>
        <w:t>§1</w:t>
      </w:r>
    </w:p>
    <w:p w:rsidR="00927951" w:rsidRPr="00927951" w:rsidRDefault="00927951" w:rsidP="00927951">
      <w:pPr>
        <w:jc w:val="center"/>
        <w:rPr>
          <w:rStyle w:val="LPzwykly"/>
          <w:b/>
        </w:rPr>
      </w:pPr>
    </w:p>
    <w:p w:rsidR="00927951" w:rsidRDefault="00927951" w:rsidP="00927951">
      <w:pPr>
        <w:jc w:val="both"/>
        <w:rPr>
          <w:rStyle w:val="LPzwykly"/>
        </w:rPr>
      </w:pPr>
      <w:r w:rsidRPr="00927951">
        <w:rPr>
          <w:rStyle w:val="LPzwykly"/>
        </w:rPr>
        <w:t xml:space="preserve">Wykonawca zobowiązuje się do wykonania zadania pod nazwą: </w:t>
      </w:r>
      <w:r w:rsidR="00424C25" w:rsidRPr="00424C25">
        <w:rPr>
          <w:bCs/>
        </w:rPr>
        <w:t>„Budowa kancelarii leśnictwa Zagórze wraz z infrastrukturą techniczną”</w:t>
      </w:r>
    </w:p>
    <w:p w:rsidR="00927951" w:rsidRDefault="00927951" w:rsidP="00927951">
      <w:pPr>
        <w:jc w:val="both"/>
        <w:rPr>
          <w:rStyle w:val="LPzwykly"/>
        </w:rPr>
      </w:pPr>
      <w:r w:rsidRPr="00927951">
        <w:rPr>
          <w:rStyle w:val="LPzwykly"/>
        </w:rPr>
        <w:t>Szczegółowy opis przedmiotu umowy został</w:t>
      </w:r>
      <w:r w:rsidR="001E669D">
        <w:rPr>
          <w:rStyle w:val="LPzwykly"/>
        </w:rPr>
        <w:t xml:space="preserve"> zawarty</w:t>
      </w:r>
      <w:r w:rsidRPr="00927951">
        <w:rPr>
          <w:rStyle w:val="LPzwykly"/>
        </w:rPr>
        <w:t xml:space="preserve"> w SWZ, umowie oraz w:</w:t>
      </w:r>
      <w:r>
        <w:rPr>
          <w:rStyle w:val="LPzwykly"/>
        </w:rPr>
        <w:t> </w:t>
      </w:r>
    </w:p>
    <w:p w:rsidR="003659E5" w:rsidRDefault="00927951" w:rsidP="00130BF1">
      <w:pPr>
        <w:pStyle w:val="Akapitzlist"/>
        <w:numPr>
          <w:ilvl w:val="0"/>
          <w:numId w:val="3"/>
        </w:numPr>
        <w:jc w:val="both"/>
        <w:rPr>
          <w:rStyle w:val="LPzwykly"/>
        </w:rPr>
      </w:pPr>
      <w:r w:rsidRPr="00927951">
        <w:rPr>
          <w:rStyle w:val="LPzwykly"/>
        </w:rPr>
        <w:t>Przedmiarze robot i kosztorysie ofertowym</w:t>
      </w:r>
      <w:r w:rsidR="003659E5">
        <w:rPr>
          <w:rStyle w:val="LPzwykly"/>
        </w:rPr>
        <w:t>,</w:t>
      </w:r>
    </w:p>
    <w:p w:rsidR="00927951" w:rsidRDefault="003659E5" w:rsidP="00130BF1">
      <w:pPr>
        <w:pStyle w:val="Akapitzlist"/>
        <w:numPr>
          <w:ilvl w:val="0"/>
          <w:numId w:val="3"/>
        </w:numPr>
        <w:jc w:val="both"/>
        <w:rPr>
          <w:rStyle w:val="LPzwykly"/>
        </w:rPr>
      </w:pPr>
      <w:r>
        <w:rPr>
          <w:rStyle w:val="LPzwykly"/>
        </w:rPr>
        <w:t>Dokumentacji technicznej,</w:t>
      </w:r>
    </w:p>
    <w:p w:rsidR="00927951" w:rsidRPr="00AA52DF" w:rsidRDefault="00927951" w:rsidP="00AA52DF">
      <w:pPr>
        <w:pStyle w:val="Akapitzlist"/>
        <w:numPr>
          <w:ilvl w:val="0"/>
          <w:numId w:val="3"/>
        </w:numPr>
        <w:jc w:val="both"/>
        <w:rPr>
          <w:rStyle w:val="LPzwykly"/>
        </w:rPr>
      </w:pPr>
      <w:r w:rsidRPr="00927951">
        <w:rPr>
          <w:rStyle w:val="LPzwykly"/>
        </w:rPr>
        <w:t>Specyfikacji technicznej wykonania i odbioru robót budowlanych.</w:t>
      </w:r>
    </w:p>
    <w:p w:rsidR="00D4364A" w:rsidRDefault="00D4364A" w:rsidP="00927951">
      <w:pPr>
        <w:jc w:val="center"/>
        <w:rPr>
          <w:rStyle w:val="LPzwykly"/>
          <w:b/>
        </w:rPr>
      </w:pPr>
    </w:p>
    <w:p w:rsidR="00D4364A" w:rsidRDefault="00D4364A" w:rsidP="00927951">
      <w:pPr>
        <w:jc w:val="center"/>
        <w:rPr>
          <w:rStyle w:val="LPzwykly"/>
          <w:b/>
        </w:rPr>
      </w:pPr>
    </w:p>
    <w:p w:rsidR="00927951" w:rsidRDefault="00927951" w:rsidP="00927951">
      <w:pPr>
        <w:jc w:val="center"/>
        <w:rPr>
          <w:rStyle w:val="LPzwykly"/>
          <w:b/>
        </w:rPr>
      </w:pPr>
      <w:r w:rsidRPr="00927951">
        <w:rPr>
          <w:rStyle w:val="LPzwykly"/>
          <w:b/>
        </w:rPr>
        <w:lastRenderedPageBreak/>
        <w:t>§2</w:t>
      </w:r>
    </w:p>
    <w:p w:rsidR="00927951" w:rsidRPr="00927951" w:rsidRDefault="00927951" w:rsidP="00927951">
      <w:pPr>
        <w:jc w:val="center"/>
        <w:rPr>
          <w:rStyle w:val="LPzwykly"/>
          <w:b/>
        </w:rPr>
      </w:pPr>
    </w:p>
    <w:p w:rsidR="00927951" w:rsidRDefault="00927951" w:rsidP="00130BF1">
      <w:pPr>
        <w:pStyle w:val="Akapitzlist"/>
        <w:numPr>
          <w:ilvl w:val="0"/>
          <w:numId w:val="4"/>
        </w:numPr>
        <w:jc w:val="both"/>
        <w:rPr>
          <w:rStyle w:val="LPzwykly"/>
        </w:rPr>
      </w:pPr>
      <w:r w:rsidRPr="00927951">
        <w:rPr>
          <w:rStyle w:val="LPzwykly"/>
        </w:rPr>
        <w:t>Wykonawca zobowiązany jest do wykonania, w ramach wynagrodzenia, o którym mowa w § 1</w:t>
      </w:r>
      <w:r w:rsidR="00D4364A">
        <w:rPr>
          <w:rStyle w:val="LPzwykly"/>
        </w:rPr>
        <w:t>2</w:t>
      </w:r>
      <w:r w:rsidRPr="00927951">
        <w:rPr>
          <w:rStyle w:val="LPzwykly"/>
        </w:rPr>
        <w:t xml:space="preserve"> ust. 1 Umowy wszelkich prac niezbędnych do zrealizowania Przedmiotu Umowy, również tych, których konieczność ujawni si</w:t>
      </w:r>
      <w:r w:rsidR="00F47BAD">
        <w:rPr>
          <w:rStyle w:val="LPzwykly"/>
        </w:rPr>
        <w:t>ę w trakcie realizacji Robót, a </w:t>
      </w:r>
      <w:r w:rsidRPr="00927951">
        <w:rPr>
          <w:rStyle w:val="LPzwykly"/>
        </w:rPr>
        <w:t>które posiadający odpowiednią wiedzę i doświadczenie Wykonawca powinien był przewidzieć na podstawie Dokumentacji załączonej do postępowania w sprawie udzielenia zamówienia, tj. SWZ oraz jej załączników, wyjaśnień udostępnionych przez Zamawiającego na etapie postępowania o udzielenie zamówienia, obowiązujących prz</w:t>
      </w:r>
      <w:r>
        <w:rPr>
          <w:rStyle w:val="LPzwykly"/>
        </w:rPr>
        <w:t>episów techniczno-budowlanych i </w:t>
      </w:r>
      <w:r w:rsidRPr="00927951">
        <w:rPr>
          <w:rStyle w:val="LPzwykly"/>
        </w:rPr>
        <w:t>administracyjnych, jak również wiedzy technicznej, doświadczenia. Wynagrodzenie obejmuje wszelkie poniesione przez Wykonawcę koszty związane z wykonaniem Przedmiotu Umowy, a w szczególności takie jak: wynagrodzenia osób wykonujących Przedmiot Umowy, koszty wykonanych prac, koszty przejazdów, a także wszelkie inne koszty niezbędne do należytego wykonania Przedmiotu Umowy, choćby nie były one wprost wymienione w projekcie umowy czy też w opisie Przedmiotu Umowy i dokumentacji przetargowej. Wynagrodzenie stano</w:t>
      </w:r>
      <w:r>
        <w:rPr>
          <w:rStyle w:val="LPzwykly"/>
        </w:rPr>
        <w:t xml:space="preserve">wi wynagrodzenie </w:t>
      </w:r>
      <w:r w:rsidR="00127176">
        <w:rPr>
          <w:rStyle w:val="LPzwykly"/>
        </w:rPr>
        <w:t>ryczałtowe</w:t>
      </w:r>
      <w:r>
        <w:rPr>
          <w:rStyle w:val="LPzwykly"/>
        </w:rPr>
        <w:t xml:space="preserve"> i </w:t>
      </w:r>
      <w:r w:rsidRPr="00927951">
        <w:rPr>
          <w:rStyle w:val="LPzwykly"/>
        </w:rPr>
        <w:t>wyczerpuje wszelkie roszczenia Wykonawcy z tytułu wykonania Umowy.</w:t>
      </w:r>
    </w:p>
    <w:p w:rsidR="00927951" w:rsidRDefault="00927951" w:rsidP="00130BF1">
      <w:pPr>
        <w:pStyle w:val="Akapitzlist"/>
        <w:numPr>
          <w:ilvl w:val="0"/>
          <w:numId w:val="4"/>
        </w:numPr>
        <w:jc w:val="both"/>
        <w:rPr>
          <w:rStyle w:val="LPzwykly"/>
        </w:rPr>
      </w:pPr>
      <w:r w:rsidRPr="00927951">
        <w:rPr>
          <w:rStyle w:val="LPzwykly"/>
        </w:rPr>
        <w:t>Wykonawca zobowiązuje się do wykonania wszelkich robót niezbędnych do oddania obiektu budowlanego stanowiącego przedmiot umowy.</w:t>
      </w:r>
    </w:p>
    <w:p w:rsidR="00EB0D45" w:rsidRPr="00EB0D45" w:rsidRDefault="00EB0D45" w:rsidP="00EB0D45">
      <w:pPr>
        <w:pStyle w:val="Akapitzlist"/>
        <w:numPr>
          <w:ilvl w:val="0"/>
          <w:numId w:val="4"/>
        </w:numPr>
        <w:jc w:val="both"/>
        <w:rPr>
          <w:rStyle w:val="LPzwykly"/>
        </w:rPr>
      </w:pPr>
      <w:r w:rsidRPr="00EB0D45">
        <w:rPr>
          <w:rStyle w:val="LPzwykly"/>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rsidR="00EB0D45" w:rsidRPr="00EB0D45" w:rsidRDefault="00EB0D45" w:rsidP="00EB0D45">
      <w:pPr>
        <w:pStyle w:val="Akapitzlist"/>
        <w:numPr>
          <w:ilvl w:val="0"/>
          <w:numId w:val="4"/>
        </w:numPr>
        <w:jc w:val="both"/>
        <w:rPr>
          <w:rStyle w:val="LPzwykly"/>
        </w:rPr>
      </w:pPr>
      <w:r w:rsidRPr="00EB0D45">
        <w:rPr>
          <w:rStyle w:val="LPzwykly"/>
        </w:rPr>
        <w:t xml:space="preserve">Wykonawca zobowiązuje się wykonać przedmiot Umowy z zachowaniem najwyższej profesjonalnej staranności, przy wykorzystaniu całej posiadanej wiedzy i doświadczenia. </w:t>
      </w:r>
    </w:p>
    <w:p w:rsidR="00EB0D45" w:rsidRPr="00EB0D45" w:rsidRDefault="00EB0D45" w:rsidP="00EB0D45">
      <w:pPr>
        <w:pStyle w:val="Akapitzlist"/>
        <w:numPr>
          <w:ilvl w:val="0"/>
          <w:numId w:val="4"/>
        </w:numPr>
        <w:jc w:val="both"/>
        <w:rPr>
          <w:rStyle w:val="LPzwykly"/>
        </w:rPr>
      </w:pPr>
      <w:r w:rsidRPr="00EB0D45">
        <w:rPr>
          <w:rStyle w:val="LPzwykly"/>
        </w:rPr>
        <w:t>Wykonawca zobowiązany jest do przywrócenia należytego stanu terenu po wykonanych pracach oraz poniesieniem wszelkich potrzebnych kosztów w tym celu.</w:t>
      </w:r>
    </w:p>
    <w:p w:rsidR="00EB0D45" w:rsidRPr="00EB0D45" w:rsidRDefault="00EB0D45" w:rsidP="00EB0D45">
      <w:pPr>
        <w:pStyle w:val="Akapitzlist"/>
        <w:numPr>
          <w:ilvl w:val="0"/>
          <w:numId w:val="4"/>
        </w:numPr>
        <w:jc w:val="both"/>
        <w:rPr>
          <w:rStyle w:val="LPzwykly"/>
        </w:rPr>
      </w:pPr>
      <w:r w:rsidRPr="00EB0D45">
        <w:rPr>
          <w:rStyle w:val="LPzwykly"/>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rsidR="00EB0D45" w:rsidRPr="00EB0D45" w:rsidRDefault="00EB0D45" w:rsidP="00EB0D45">
      <w:pPr>
        <w:pStyle w:val="Akapitzlist"/>
        <w:numPr>
          <w:ilvl w:val="0"/>
          <w:numId w:val="4"/>
        </w:numPr>
        <w:jc w:val="both"/>
        <w:rPr>
          <w:rStyle w:val="LPzwykly"/>
        </w:rPr>
      </w:pPr>
      <w:r w:rsidRPr="00EB0D45">
        <w:rPr>
          <w:rStyle w:val="LPzwykly"/>
        </w:rPr>
        <w:t>Wykonawca ma obowiązek bieżącej konsultacji w zakresie ewentualnych wątpliwości, uwag i zastrzeżeń, co do sposobu wykonania Przedmiotu Umowy z Zamawiającym.</w:t>
      </w:r>
    </w:p>
    <w:p w:rsidR="00EB0D45" w:rsidRPr="00EB0D45" w:rsidRDefault="00EB0D45" w:rsidP="00EB0D45">
      <w:pPr>
        <w:pStyle w:val="Akapitzlist"/>
        <w:numPr>
          <w:ilvl w:val="0"/>
          <w:numId w:val="4"/>
        </w:numPr>
        <w:jc w:val="both"/>
        <w:rPr>
          <w:rStyle w:val="LPzwykly"/>
        </w:rPr>
      </w:pPr>
      <w:r w:rsidRPr="00EB0D45">
        <w:rPr>
          <w:rStyle w:val="LPzwykly"/>
        </w:rPr>
        <w:t>Wykonawca ma obowiązek zabezpieczyć teren budowy przed dostępem osób postronnych oraz odpowiednio oznakować zgodnie z przepisami.</w:t>
      </w:r>
    </w:p>
    <w:p w:rsidR="003659E5" w:rsidRPr="00927951" w:rsidRDefault="00EB0D45" w:rsidP="00EB0D45">
      <w:pPr>
        <w:pStyle w:val="Akapitzlist"/>
        <w:numPr>
          <w:ilvl w:val="0"/>
          <w:numId w:val="4"/>
        </w:numPr>
        <w:jc w:val="both"/>
        <w:rPr>
          <w:rStyle w:val="LPzwykly"/>
        </w:rPr>
      </w:pPr>
      <w:r w:rsidRPr="00EB0D45">
        <w:rPr>
          <w:rStyle w:val="LPzwykly"/>
        </w:rPr>
        <w:t>Ze względu na ryczałtowy charakter wynagrodzenia przedmiar ma charakter pomocniczy.</w:t>
      </w:r>
    </w:p>
    <w:p w:rsidR="00927951" w:rsidRPr="00927951" w:rsidRDefault="00927951" w:rsidP="00927951">
      <w:pPr>
        <w:jc w:val="both"/>
        <w:rPr>
          <w:rStyle w:val="LPzwykly"/>
        </w:rPr>
      </w:pPr>
    </w:p>
    <w:p w:rsidR="00927951" w:rsidRDefault="00927951" w:rsidP="00927951">
      <w:pPr>
        <w:jc w:val="center"/>
        <w:rPr>
          <w:rStyle w:val="LPzwykly"/>
          <w:b/>
        </w:rPr>
      </w:pPr>
      <w:r w:rsidRPr="00927951">
        <w:rPr>
          <w:rStyle w:val="LPzwykly"/>
          <w:b/>
        </w:rPr>
        <w:t>ROBOTY BUDOWLANE</w:t>
      </w:r>
    </w:p>
    <w:p w:rsidR="00A02396" w:rsidRPr="00927951" w:rsidRDefault="00A02396" w:rsidP="00927951">
      <w:pPr>
        <w:jc w:val="center"/>
        <w:rPr>
          <w:rStyle w:val="LPzwykly"/>
          <w:b/>
        </w:rPr>
      </w:pPr>
    </w:p>
    <w:p w:rsidR="00927951" w:rsidRPr="00927951" w:rsidRDefault="00927951" w:rsidP="00927951">
      <w:pPr>
        <w:jc w:val="center"/>
        <w:rPr>
          <w:rStyle w:val="LPzwykly"/>
          <w:b/>
        </w:rPr>
      </w:pPr>
      <w:r w:rsidRPr="00927951">
        <w:rPr>
          <w:rStyle w:val="LPzwykly"/>
          <w:b/>
        </w:rPr>
        <w:t>§3</w:t>
      </w:r>
    </w:p>
    <w:p w:rsidR="00927951" w:rsidRPr="00927951" w:rsidRDefault="00927951" w:rsidP="00927951">
      <w:pPr>
        <w:jc w:val="both"/>
        <w:rPr>
          <w:rStyle w:val="LPzwykly"/>
        </w:rPr>
      </w:pPr>
    </w:p>
    <w:p w:rsidR="00927951" w:rsidRDefault="00927951" w:rsidP="00130BF1">
      <w:pPr>
        <w:pStyle w:val="Akapitzlist"/>
        <w:numPr>
          <w:ilvl w:val="0"/>
          <w:numId w:val="5"/>
        </w:numPr>
        <w:jc w:val="both"/>
        <w:rPr>
          <w:rStyle w:val="LPzwykly"/>
        </w:rPr>
      </w:pPr>
      <w:r w:rsidRPr="00927951">
        <w:rPr>
          <w:rStyle w:val="LPzwykly"/>
        </w:rPr>
        <w:t>Wykonawca</w:t>
      </w:r>
      <w:r w:rsidR="00197DD8">
        <w:rPr>
          <w:rStyle w:val="LPzwykly"/>
        </w:rPr>
        <w:t xml:space="preserve"> </w:t>
      </w:r>
      <w:r w:rsidRPr="00927951">
        <w:rPr>
          <w:rStyle w:val="LPzwykly"/>
        </w:rPr>
        <w:t>zobowiązuje się</w:t>
      </w:r>
      <w:r w:rsidR="00197DD8">
        <w:rPr>
          <w:rStyle w:val="LPzwykly"/>
        </w:rPr>
        <w:t xml:space="preserve"> do wykonania robót budowlanych </w:t>
      </w:r>
      <w:r w:rsidRPr="00927951">
        <w:rPr>
          <w:rStyle w:val="LPzwykly"/>
        </w:rPr>
        <w:t>objętych Umową</w:t>
      </w:r>
      <w:r>
        <w:rPr>
          <w:rStyle w:val="LPzwykly"/>
        </w:rPr>
        <w:t xml:space="preserve"> </w:t>
      </w:r>
      <w:r w:rsidR="00197DD8">
        <w:rPr>
          <w:rStyle w:val="LPzwykly"/>
        </w:rPr>
        <w:t>z </w:t>
      </w:r>
      <w:r w:rsidRPr="00927951">
        <w:rPr>
          <w:rStyle w:val="LPzwykly"/>
        </w:rPr>
        <w:t>należytą starannoś</w:t>
      </w:r>
      <w:r>
        <w:rPr>
          <w:rStyle w:val="LPzwykly"/>
        </w:rPr>
        <w:t xml:space="preserve">cią, w szczególności zgodnie z: </w:t>
      </w:r>
    </w:p>
    <w:p w:rsidR="00927951" w:rsidRDefault="00927951" w:rsidP="00130BF1">
      <w:pPr>
        <w:pStyle w:val="Akapitzlist"/>
        <w:numPr>
          <w:ilvl w:val="1"/>
          <w:numId w:val="5"/>
        </w:numPr>
        <w:jc w:val="both"/>
        <w:rPr>
          <w:rStyle w:val="LPzwykly"/>
        </w:rPr>
      </w:pPr>
      <w:proofErr w:type="gramStart"/>
      <w:r w:rsidRPr="00927951">
        <w:rPr>
          <w:rStyle w:val="LPzwykly"/>
        </w:rPr>
        <w:lastRenderedPageBreak/>
        <w:t>umową</w:t>
      </w:r>
      <w:proofErr w:type="gramEnd"/>
      <w:r w:rsidRPr="00927951">
        <w:rPr>
          <w:rStyle w:val="LPzwykly"/>
        </w:rPr>
        <w:t>,</w:t>
      </w:r>
    </w:p>
    <w:p w:rsidR="00EB0D45" w:rsidRDefault="00EB0D45" w:rsidP="00130BF1">
      <w:pPr>
        <w:pStyle w:val="Akapitzlist"/>
        <w:numPr>
          <w:ilvl w:val="1"/>
          <w:numId w:val="5"/>
        </w:numPr>
        <w:jc w:val="both"/>
        <w:rPr>
          <w:rStyle w:val="LPzwykly"/>
        </w:rPr>
      </w:pPr>
      <w:proofErr w:type="gramStart"/>
      <w:r>
        <w:rPr>
          <w:rStyle w:val="LPzwykly"/>
        </w:rPr>
        <w:t>dokumentacją</w:t>
      </w:r>
      <w:proofErr w:type="gramEnd"/>
      <w:r>
        <w:rPr>
          <w:rStyle w:val="LPzwykly"/>
        </w:rPr>
        <w:t xml:space="preserve"> techniczną,</w:t>
      </w:r>
    </w:p>
    <w:p w:rsidR="00927951" w:rsidRDefault="00927951" w:rsidP="00130BF1">
      <w:pPr>
        <w:pStyle w:val="Akapitzlist"/>
        <w:numPr>
          <w:ilvl w:val="1"/>
          <w:numId w:val="5"/>
        </w:numPr>
        <w:jc w:val="both"/>
        <w:rPr>
          <w:rStyle w:val="LPzwykly"/>
        </w:rPr>
      </w:pPr>
      <w:proofErr w:type="gramStart"/>
      <w:r w:rsidRPr="00927951">
        <w:rPr>
          <w:rStyle w:val="LPzwykly"/>
        </w:rPr>
        <w:t>kosztorysem</w:t>
      </w:r>
      <w:proofErr w:type="gramEnd"/>
      <w:r w:rsidRPr="00927951">
        <w:rPr>
          <w:rStyle w:val="LPzwykly"/>
        </w:rPr>
        <w:t xml:space="preserve"> ofertowym,</w:t>
      </w:r>
    </w:p>
    <w:p w:rsidR="00927951" w:rsidRDefault="00927951" w:rsidP="00130BF1">
      <w:pPr>
        <w:pStyle w:val="Akapitzlist"/>
        <w:numPr>
          <w:ilvl w:val="1"/>
          <w:numId w:val="5"/>
        </w:numPr>
        <w:jc w:val="both"/>
        <w:rPr>
          <w:rStyle w:val="LPzwykly"/>
        </w:rPr>
      </w:pPr>
      <w:proofErr w:type="gramStart"/>
      <w:r w:rsidRPr="00927951">
        <w:rPr>
          <w:rStyle w:val="LPzwykly"/>
        </w:rPr>
        <w:t>specyfikacją</w:t>
      </w:r>
      <w:proofErr w:type="gramEnd"/>
      <w:r w:rsidRPr="00927951">
        <w:rPr>
          <w:rStyle w:val="LPzwykly"/>
        </w:rPr>
        <w:t xml:space="preserve"> techniczną wykonania i odbioru robót budowlanych,</w:t>
      </w:r>
    </w:p>
    <w:p w:rsidR="00927951" w:rsidRDefault="00927951" w:rsidP="00130BF1">
      <w:pPr>
        <w:pStyle w:val="Akapitzlist"/>
        <w:numPr>
          <w:ilvl w:val="1"/>
          <w:numId w:val="5"/>
        </w:numPr>
        <w:jc w:val="both"/>
        <w:rPr>
          <w:rStyle w:val="LPzwykly"/>
        </w:rPr>
      </w:pPr>
      <w:proofErr w:type="gramStart"/>
      <w:r w:rsidRPr="00927951">
        <w:rPr>
          <w:rStyle w:val="LPzwykly"/>
        </w:rPr>
        <w:t>wytycznymi</w:t>
      </w:r>
      <w:proofErr w:type="gramEnd"/>
      <w:r w:rsidRPr="00927951">
        <w:rPr>
          <w:rStyle w:val="LPzwykly"/>
        </w:rPr>
        <w:t xml:space="preserve"> zamawiającego,</w:t>
      </w:r>
    </w:p>
    <w:p w:rsidR="00927951" w:rsidRDefault="00927951" w:rsidP="00130BF1">
      <w:pPr>
        <w:pStyle w:val="Akapitzlist"/>
        <w:numPr>
          <w:ilvl w:val="1"/>
          <w:numId w:val="5"/>
        </w:numPr>
        <w:jc w:val="both"/>
        <w:rPr>
          <w:rStyle w:val="LPzwykly"/>
        </w:rPr>
      </w:pPr>
      <w:proofErr w:type="gramStart"/>
      <w:r w:rsidRPr="00927951">
        <w:rPr>
          <w:rStyle w:val="LPzwykly"/>
        </w:rPr>
        <w:t>zasadami</w:t>
      </w:r>
      <w:proofErr w:type="gramEnd"/>
      <w:r w:rsidRPr="00927951">
        <w:rPr>
          <w:rStyle w:val="LPzwykly"/>
        </w:rPr>
        <w:t xml:space="preserve"> wiedzy technicznej.</w:t>
      </w:r>
    </w:p>
    <w:p w:rsidR="00927951" w:rsidRDefault="00927951" w:rsidP="00130BF1">
      <w:pPr>
        <w:pStyle w:val="Akapitzlist"/>
        <w:numPr>
          <w:ilvl w:val="0"/>
          <w:numId w:val="5"/>
        </w:numPr>
        <w:jc w:val="both"/>
        <w:rPr>
          <w:rStyle w:val="LPzwykly"/>
        </w:rPr>
      </w:pPr>
      <w:r w:rsidRPr="00927951">
        <w:rPr>
          <w:rStyle w:val="LPzwykly"/>
        </w:rPr>
        <w:t>W przypadku ujawnienia się rozbieżności pomiędzy dokumentami, o których</w:t>
      </w:r>
      <w:r>
        <w:rPr>
          <w:rStyle w:val="LPzwykly"/>
        </w:rPr>
        <w:t xml:space="preserve"> </w:t>
      </w:r>
      <w:r w:rsidR="00D21618">
        <w:rPr>
          <w:rStyle w:val="LPzwykly"/>
        </w:rPr>
        <w:t>mowa w </w:t>
      </w:r>
      <w:r w:rsidRPr="00927951">
        <w:rPr>
          <w:rStyle w:val="LPzwykly"/>
        </w:rPr>
        <w:t>ust. 1, wiążące będzie dla Stron późniejsze oświadczenie Zamawiającego.</w:t>
      </w:r>
    </w:p>
    <w:p w:rsidR="00927951" w:rsidRPr="00927951" w:rsidRDefault="00927951" w:rsidP="00927951">
      <w:pPr>
        <w:ind w:left="360"/>
        <w:jc w:val="both"/>
        <w:rPr>
          <w:rStyle w:val="LPzwykly"/>
        </w:rPr>
      </w:pPr>
    </w:p>
    <w:p w:rsidR="00927951" w:rsidRPr="00927951" w:rsidRDefault="00927951" w:rsidP="00927951">
      <w:pPr>
        <w:jc w:val="center"/>
        <w:rPr>
          <w:rStyle w:val="LPzwykly"/>
          <w:b/>
        </w:rPr>
      </w:pPr>
      <w:r w:rsidRPr="00927951">
        <w:rPr>
          <w:rStyle w:val="LPzwykly"/>
          <w:b/>
        </w:rPr>
        <w:t>§4</w:t>
      </w:r>
    </w:p>
    <w:p w:rsidR="00927951" w:rsidRPr="00927951" w:rsidRDefault="00927951" w:rsidP="00927951">
      <w:pPr>
        <w:jc w:val="both"/>
        <w:rPr>
          <w:rStyle w:val="LPzwykly"/>
        </w:rPr>
      </w:pPr>
    </w:p>
    <w:p w:rsidR="00A02396" w:rsidRDefault="00927951" w:rsidP="00130BF1">
      <w:pPr>
        <w:pStyle w:val="Akapitzlist"/>
        <w:numPr>
          <w:ilvl w:val="0"/>
          <w:numId w:val="6"/>
        </w:numPr>
        <w:jc w:val="both"/>
        <w:rPr>
          <w:rStyle w:val="LPzwykly"/>
        </w:rPr>
      </w:pPr>
      <w:r w:rsidRPr="00927951">
        <w:rPr>
          <w:rStyle w:val="LPzwykly"/>
        </w:rPr>
        <w:t xml:space="preserve">Wykonawca zobowiązuje się do stosowania podczas realizacji robót objętych Umową wyłącznie wyrobów dopuszczonych do stosowania w budownictwie zgodnie z Ustawą z dnia 7 lipca 1994 roku - Prawo budowlane tj. z dnia 7 lipca 2020 r. (Dz.U. </w:t>
      </w:r>
      <w:proofErr w:type="gramStart"/>
      <w:r w:rsidRPr="00927951">
        <w:rPr>
          <w:rStyle w:val="LPzwykly"/>
        </w:rPr>
        <w:t>z</w:t>
      </w:r>
      <w:proofErr w:type="gramEnd"/>
      <w:r w:rsidRPr="00927951">
        <w:rPr>
          <w:rStyle w:val="LPzwykly"/>
        </w:rPr>
        <w:t xml:space="preserve"> 20</w:t>
      </w:r>
      <w:r w:rsidR="00A02396">
        <w:rPr>
          <w:rStyle w:val="LPzwykly"/>
        </w:rPr>
        <w:t>20 r. poz. 1333 ze zm.) dalej „</w:t>
      </w:r>
      <w:r w:rsidRPr="00927951">
        <w:rPr>
          <w:rStyle w:val="LPzwykly"/>
        </w:rPr>
        <w:t>Prawo budowlane”.</w:t>
      </w:r>
    </w:p>
    <w:p w:rsidR="00A02396" w:rsidRDefault="00927951" w:rsidP="00130BF1">
      <w:pPr>
        <w:pStyle w:val="Akapitzlist"/>
        <w:numPr>
          <w:ilvl w:val="0"/>
          <w:numId w:val="6"/>
        </w:numPr>
        <w:jc w:val="both"/>
        <w:rPr>
          <w:rStyle w:val="LPzwykly"/>
        </w:rPr>
      </w:pPr>
      <w:r w:rsidRPr="00927951">
        <w:rPr>
          <w:rStyle w:val="LPzwykly"/>
        </w:rPr>
        <w:t>Zamawiający w imieniu którego działa inspektor nadzoru</w:t>
      </w:r>
      <w:r w:rsidR="00F47BAD">
        <w:rPr>
          <w:rStyle w:val="LPzwykly"/>
        </w:rPr>
        <w:t>,</w:t>
      </w:r>
      <w:r w:rsidRPr="00927951">
        <w:rPr>
          <w:rStyle w:val="LPzwykly"/>
        </w:rPr>
        <w:t xml:space="preserve"> ma prawo żądać od Wykonawcy okazania wszelkich dokumentów świadczących, że wyrób jest dopuszczony do stosowania</w:t>
      </w:r>
      <w:r>
        <w:rPr>
          <w:rStyle w:val="LPzwykly"/>
        </w:rPr>
        <w:t xml:space="preserve"> </w:t>
      </w:r>
      <w:r w:rsidRPr="00927951">
        <w:rPr>
          <w:rStyle w:val="LPzwykly"/>
        </w:rPr>
        <w:t>w budownictwie, oraz wykonania przez niego badań jakościowo - ilościowych stosowanych materiałów i wyrobów budowlanych we wskazanych przez niego laboratoriach.</w:t>
      </w:r>
    </w:p>
    <w:p w:rsidR="00A02396" w:rsidRDefault="00927951" w:rsidP="00130BF1">
      <w:pPr>
        <w:pStyle w:val="Akapitzlist"/>
        <w:numPr>
          <w:ilvl w:val="0"/>
          <w:numId w:val="6"/>
        </w:numPr>
        <w:jc w:val="both"/>
        <w:rPr>
          <w:rStyle w:val="LPzwykly"/>
        </w:rPr>
      </w:pPr>
      <w:r w:rsidRPr="00927951">
        <w:rPr>
          <w:rStyle w:val="LPzwykly"/>
        </w:rPr>
        <w:t>Materiały będą pod względem jakościowym i ilościowym badane przez Wykonawcę.</w:t>
      </w:r>
    </w:p>
    <w:p w:rsidR="00D21618" w:rsidRDefault="00927951" w:rsidP="00130BF1">
      <w:pPr>
        <w:pStyle w:val="Akapitzlist"/>
        <w:numPr>
          <w:ilvl w:val="0"/>
          <w:numId w:val="6"/>
        </w:numPr>
        <w:jc w:val="both"/>
        <w:rPr>
          <w:rStyle w:val="LPzwykly"/>
        </w:rPr>
      </w:pPr>
      <w:r w:rsidRPr="00927951">
        <w:rPr>
          <w:rStyle w:val="LPzwykly"/>
        </w:rPr>
        <w:t>Wykonawca zobowiązuje się wykonać Przedmiot Umowy zgodnie ze współczesną wiedzą techniczną, obowiązującymi w tym</w:t>
      </w:r>
      <w:r w:rsidR="00D21618">
        <w:rPr>
          <w:rStyle w:val="LPzwykly"/>
        </w:rPr>
        <w:t xml:space="preserve"> zakresie przepisami prawa, a w </w:t>
      </w:r>
      <w:r w:rsidRPr="00927951">
        <w:rPr>
          <w:rStyle w:val="LPzwykly"/>
        </w:rPr>
        <w:t>szczególności Prawa budowlanego, ustawy z dnia 15 grudnia 2000 roku o</w:t>
      </w:r>
      <w:r w:rsidR="00D21618">
        <w:rPr>
          <w:rStyle w:val="LPzwykly"/>
        </w:rPr>
        <w:t> </w:t>
      </w:r>
      <w:r w:rsidRPr="00927951">
        <w:rPr>
          <w:rStyle w:val="LPzwykly"/>
        </w:rPr>
        <w:t xml:space="preserve">samorządach zawodowych architektów, inżynierów budownictwa tj. z dnia 16 maja 2019 r. (Dz.U. </w:t>
      </w:r>
      <w:proofErr w:type="gramStart"/>
      <w:r w:rsidRPr="00927951">
        <w:rPr>
          <w:rStyle w:val="LPzwykly"/>
        </w:rPr>
        <w:t>z</w:t>
      </w:r>
      <w:proofErr w:type="gramEnd"/>
      <w:r w:rsidRPr="00927951">
        <w:rPr>
          <w:rStyle w:val="LPzwykly"/>
        </w:rPr>
        <w:t xml:space="preserve"> 2019 r. poz. 1117 ze zm.), norm</w:t>
      </w:r>
      <w:r w:rsidR="00D21618">
        <w:rPr>
          <w:rStyle w:val="LPzwykly"/>
        </w:rPr>
        <w:t>ami technicznymi, standardami i </w:t>
      </w:r>
      <w:r w:rsidRPr="00927951">
        <w:rPr>
          <w:rStyle w:val="LPzwykly"/>
        </w:rPr>
        <w:t>zasadami sztuki budowlanej, dokumentacją projektowo - techniczną, etyką zawodową oraz postanowieniami Umowy.</w:t>
      </w:r>
    </w:p>
    <w:p w:rsidR="00D21618" w:rsidRDefault="00927951" w:rsidP="00130BF1">
      <w:pPr>
        <w:pStyle w:val="Akapitzlist"/>
        <w:numPr>
          <w:ilvl w:val="0"/>
          <w:numId w:val="6"/>
        </w:numPr>
        <w:jc w:val="both"/>
        <w:rPr>
          <w:rStyle w:val="LPzwykly"/>
        </w:rPr>
      </w:pPr>
      <w:r w:rsidRPr="00927951">
        <w:rPr>
          <w:rStyle w:val="LPzwykly"/>
        </w:rPr>
        <w:t>Zastosowane przez Wykonawcę materiały powinny spełniać wszelkie wymogi ustawy Prawo budowlane (art. 10), to jest posiadać odpowiednie certyfikaty na znak bezpieczeństwa, być zgodne z kryteriami technicznymi określonymi na podstawie Polskich Norm, aprobat technicznych oraz z</w:t>
      </w:r>
      <w:r w:rsidR="00D21618">
        <w:rPr>
          <w:rStyle w:val="LPzwykly"/>
        </w:rPr>
        <w:t>godne z właściwymi przepisami i </w:t>
      </w:r>
      <w:r w:rsidRPr="00927951">
        <w:rPr>
          <w:rStyle w:val="LPzwykly"/>
        </w:rPr>
        <w:t>dokumentami technicznymi. Stosowane przez Wykonawcę materiały powinny być fabrycznie nowe.</w:t>
      </w:r>
    </w:p>
    <w:p w:rsidR="00D21618" w:rsidRDefault="00927951" w:rsidP="00130BF1">
      <w:pPr>
        <w:pStyle w:val="Akapitzlist"/>
        <w:numPr>
          <w:ilvl w:val="0"/>
          <w:numId w:val="6"/>
        </w:numPr>
        <w:jc w:val="both"/>
        <w:rPr>
          <w:rStyle w:val="LPzwykly"/>
        </w:rPr>
      </w:pPr>
      <w:r w:rsidRPr="00927951">
        <w:rPr>
          <w:rStyle w:val="LPzwykly"/>
        </w:rPr>
        <w:t>Wykonawca oświadcza, iż jest wyłącznie odpowiedzialny za przeszkolenie zatrudnionych przez siebie pracowników w zakresie przepisów BHP.</w:t>
      </w:r>
    </w:p>
    <w:p w:rsidR="00D21618" w:rsidRDefault="00927951" w:rsidP="00130BF1">
      <w:pPr>
        <w:pStyle w:val="Akapitzlist"/>
        <w:numPr>
          <w:ilvl w:val="0"/>
          <w:numId w:val="6"/>
        </w:numPr>
        <w:jc w:val="both"/>
        <w:rPr>
          <w:rStyle w:val="LPzwykly"/>
        </w:rPr>
      </w:pPr>
      <w:r w:rsidRPr="00927951">
        <w:rPr>
          <w:rStyle w:val="LPzwykly"/>
        </w:rPr>
        <w:t>Wykonawca oświadcza, że w związku z realizacją Przedmiotu Umowy, ponosi wyłączną odpowiedzialność z tytułu ewentualnego uszkodzenia istniejących instalacji.</w:t>
      </w:r>
    </w:p>
    <w:p w:rsidR="00D21618" w:rsidRDefault="00927951" w:rsidP="00130BF1">
      <w:pPr>
        <w:pStyle w:val="Akapitzlist"/>
        <w:numPr>
          <w:ilvl w:val="0"/>
          <w:numId w:val="6"/>
        </w:numPr>
        <w:jc w:val="both"/>
        <w:rPr>
          <w:rStyle w:val="LPzwykly"/>
        </w:rPr>
      </w:pPr>
      <w:r w:rsidRPr="00927951">
        <w:rPr>
          <w:rStyle w:val="LPzwykly"/>
        </w:rPr>
        <w:t>Przedmiot</w:t>
      </w:r>
      <w:r>
        <w:rPr>
          <w:rStyle w:val="LPzwykly"/>
        </w:rPr>
        <w:t xml:space="preserve"> </w:t>
      </w:r>
      <w:r w:rsidRPr="00927951">
        <w:rPr>
          <w:rStyle w:val="LPzwykly"/>
        </w:rPr>
        <w:t>Umowy</w:t>
      </w:r>
      <w:r>
        <w:rPr>
          <w:rStyle w:val="LPzwykly"/>
        </w:rPr>
        <w:t xml:space="preserve"> </w:t>
      </w:r>
      <w:r w:rsidRPr="00927951">
        <w:rPr>
          <w:rStyle w:val="LPzwykly"/>
        </w:rPr>
        <w:t>zostanie</w:t>
      </w:r>
      <w:r>
        <w:rPr>
          <w:rStyle w:val="LPzwykly"/>
        </w:rPr>
        <w:t xml:space="preserve"> </w:t>
      </w:r>
      <w:r w:rsidRPr="00927951">
        <w:rPr>
          <w:rStyle w:val="LPzwykly"/>
        </w:rPr>
        <w:t>wykonany</w:t>
      </w:r>
      <w:r>
        <w:rPr>
          <w:rStyle w:val="LPzwykly"/>
        </w:rPr>
        <w:t xml:space="preserve"> </w:t>
      </w:r>
      <w:r w:rsidRPr="00927951">
        <w:rPr>
          <w:rStyle w:val="LPzwykly"/>
        </w:rPr>
        <w:t>z</w:t>
      </w:r>
      <w:r>
        <w:rPr>
          <w:rStyle w:val="LPzwykly"/>
        </w:rPr>
        <w:t xml:space="preserve"> </w:t>
      </w:r>
      <w:r w:rsidRPr="00927951">
        <w:rPr>
          <w:rStyle w:val="LPzwykly"/>
        </w:rPr>
        <w:t>materiałów</w:t>
      </w:r>
      <w:r>
        <w:rPr>
          <w:rStyle w:val="LPzwykly"/>
        </w:rPr>
        <w:t xml:space="preserve"> </w:t>
      </w:r>
      <w:r w:rsidR="00F47BAD" w:rsidRPr="00927951">
        <w:rPr>
          <w:rStyle w:val="LPzwykly"/>
        </w:rPr>
        <w:t>dostarczonych</w:t>
      </w:r>
      <w:r w:rsidR="00F47BAD">
        <w:rPr>
          <w:rStyle w:val="LPzwykly"/>
        </w:rPr>
        <w:t xml:space="preserve"> </w:t>
      </w:r>
      <w:r w:rsidR="00F47BAD" w:rsidRPr="00927951">
        <w:rPr>
          <w:rStyle w:val="LPzwykly"/>
        </w:rPr>
        <w:t>przez</w:t>
      </w:r>
      <w:r>
        <w:rPr>
          <w:rStyle w:val="LPzwykly"/>
        </w:rPr>
        <w:t xml:space="preserve"> </w:t>
      </w:r>
      <w:r w:rsidRPr="00927951">
        <w:rPr>
          <w:rStyle w:val="LPzwykly"/>
        </w:rPr>
        <w:t>Wykonawcę i przy użyciu urządzeń i sprzętu Wykonawcy.</w:t>
      </w:r>
    </w:p>
    <w:p w:rsidR="00D21618" w:rsidRDefault="00927951" w:rsidP="00130BF1">
      <w:pPr>
        <w:pStyle w:val="Akapitzlist"/>
        <w:numPr>
          <w:ilvl w:val="0"/>
          <w:numId w:val="6"/>
        </w:numPr>
        <w:jc w:val="both"/>
        <w:rPr>
          <w:rStyle w:val="LPzwykly"/>
        </w:rPr>
      </w:pPr>
      <w:r w:rsidRPr="00927951">
        <w:rPr>
          <w:rStyle w:val="LPzwykly"/>
        </w:rPr>
        <w:t>Wykonawca zobowiązany jest, na żądanie Zamawiającego lub Inspektora Nadzoru Zamawiającego, do dostarczenia i przekazania mu przed wbudowaniem materiałów oraz odpowiednich dokumentów potwierdzających ich jakość i dopuszczenie do obrotu. Niezależnie od powyższego, Zamawiający lub Inspektor Nadzoru Zamawiającego mają prawo żądać od Wykonawcy okazania wymienionych w ust. 5 dokumentów, próbek materiałów oraz wykonania przez niego badań jakościowo-ilościowych stosowanych materiałów i wyrobów budowlanych, we wskazanym terminie.</w:t>
      </w:r>
    </w:p>
    <w:p w:rsidR="00D21618" w:rsidRDefault="00927951" w:rsidP="00130BF1">
      <w:pPr>
        <w:pStyle w:val="Akapitzlist"/>
        <w:numPr>
          <w:ilvl w:val="0"/>
          <w:numId w:val="6"/>
        </w:numPr>
        <w:jc w:val="both"/>
        <w:rPr>
          <w:rStyle w:val="LPzwykly"/>
        </w:rPr>
      </w:pPr>
      <w:r w:rsidRPr="00927951">
        <w:rPr>
          <w:rStyle w:val="LPzwykly"/>
        </w:rPr>
        <w:t xml:space="preserve">W razie stwierdzenia, że materiały stosowane przez Wykonawcę nie spełniają wymogów określonych w ust. 5, Zamawiający lub Inspektor Nadzoru Zamawiającego </w:t>
      </w:r>
      <w:r w:rsidRPr="00927951">
        <w:rPr>
          <w:rStyle w:val="LPzwykly"/>
        </w:rPr>
        <w:lastRenderedPageBreak/>
        <w:t>może nakazać Wykonawcy wstrzymanie prowadzonych robót oraz usunięcie naruszeń. W takim wypadku ewentualne niedotrzymanie przez Wykonawcę któregokolwiek z terminów pośrednich lub terminu końcowego uważa się za zawinione przez Wykonawcę.</w:t>
      </w:r>
    </w:p>
    <w:p w:rsidR="00D21618" w:rsidRDefault="00927951" w:rsidP="00130BF1">
      <w:pPr>
        <w:pStyle w:val="Akapitzlist"/>
        <w:numPr>
          <w:ilvl w:val="0"/>
          <w:numId w:val="6"/>
        </w:numPr>
        <w:jc w:val="both"/>
        <w:rPr>
          <w:rStyle w:val="LPzwykly"/>
        </w:rPr>
      </w:pPr>
      <w:r w:rsidRPr="00927951">
        <w:rPr>
          <w:rStyle w:val="LPzwykly"/>
        </w:rPr>
        <w:t>Wykonawca ponosi pełną odpowiedzialność za dostarczenie oraz właściwe zabezpieczenie, składowanie materiałów oraz urządzeń, sprzętu wykorzystywanego przy realizacji Przedmiotu Umowy.</w:t>
      </w:r>
    </w:p>
    <w:p w:rsidR="00927951" w:rsidRDefault="00927951" w:rsidP="00130BF1">
      <w:pPr>
        <w:pStyle w:val="Akapitzlist"/>
        <w:numPr>
          <w:ilvl w:val="0"/>
          <w:numId w:val="6"/>
        </w:numPr>
        <w:jc w:val="both"/>
        <w:rPr>
          <w:rStyle w:val="LPzwykly"/>
        </w:rPr>
      </w:pPr>
      <w:r w:rsidRPr="00927951">
        <w:rPr>
          <w:rStyle w:val="LPzwykly"/>
        </w:rPr>
        <w:t>Wykonawca zobowiązany jest do rozładowywania i właściwego składowania wszystkich urządzeń i materiałów, w miejscu wskazanym przez Zamawiającego lub</w:t>
      </w:r>
      <w:r>
        <w:rPr>
          <w:rStyle w:val="LPzwykly"/>
        </w:rPr>
        <w:t xml:space="preserve"> </w:t>
      </w:r>
      <w:r w:rsidRPr="00927951">
        <w:rPr>
          <w:rStyle w:val="LPzwykly"/>
        </w:rPr>
        <w:t>Inspektora</w:t>
      </w:r>
      <w:r>
        <w:rPr>
          <w:rStyle w:val="LPzwykly"/>
        </w:rPr>
        <w:t xml:space="preserve"> </w:t>
      </w:r>
      <w:r w:rsidRPr="00927951">
        <w:rPr>
          <w:rStyle w:val="LPzwykly"/>
        </w:rPr>
        <w:t>Nadzoru Zamawiającego.</w:t>
      </w:r>
    </w:p>
    <w:p w:rsidR="00D21618" w:rsidRPr="00927951" w:rsidRDefault="00D21618" w:rsidP="00D21618">
      <w:pPr>
        <w:jc w:val="both"/>
        <w:rPr>
          <w:rStyle w:val="LPzwykly"/>
        </w:rPr>
      </w:pPr>
    </w:p>
    <w:p w:rsidR="00927951" w:rsidRPr="00D21618" w:rsidRDefault="00927951" w:rsidP="00D21618">
      <w:pPr>
        <w:jc w:val="center"/>
        <w:rPr>
          <w:rStyle w:val="LPzwykly"/>
          <w:b/>
        </w:rPr>
      </w:pPr>
      <w:r w:rsidRPr="00D21618">
        <w:rPr>
          <w:rStyle w:val="LPzwykly"/>
          <w:b/>
        </w:rPr>
        <w:t>§5</w:t>
      </w:r>
    </w:p>
    <w:p w:rsidR="00927951" w:rsidRPr="00927951" w:rsidRDefault="00927951" w:rsidP="00927951">
      <w:pPr>
        <w:jc w:val="both"/>
        <w:rPr>
          <w:rStyle w:val="LPzwykly"/>
        </w:rPr>
      </w:pPr>
    </w:p>
    <w:p w:rsidR="00D21618" w:rsidRDefault="00927951" w:rsidP="00130BF1">
      <w:pPr>
        <w:pStyle w:val="Akapitzlist"/>
        <w:numPr>
          <w:ilvl w:val="0"/>
          <w:numId w:val="7"/>
        </w:numPr>
        <w:jc w:val="both"/>
        <w:rPr>
          <w:rStyle w:val="LPzwykly"/>
        </w:rPr>
      </w:pPr>
      <w:r w:rsidRPr="00927951">
        <w:rPr>
          <w:rStyle w:val="LPzwykly"/>
        </w:rPr>
        <w:t>Zamawiający powołuje inspektora nadzoru:</w:t>
      </w:r>
    </w:p>
    <w:p w:rsidR="00D21618" w:rsidRDefault="00D21618" w:rsidP="00D21618">
      <w:pPr>
        <w:pStyle w:val="Akapitzlist"/>
        <w:jc w:val="both"/>
        <w:rPr>
          <w:rStyle w:val="LPzwykly"/>
        </w:rPr>
      </w:pPr>
    </w:p>
    <w:p w:rsidR="00D21618" w:rsidRDefault="00927951" w:rsidP="00D21618">
      <w:pPr>
        <w:pStyle w:val="Akapitzlist"/>
        <w:jc w:val="both"/>
        <w:rPr>
          <w:rStyle w:val="LPzwykly"/>
        </w:rPr>
      </w:pPr>
      <w:r w:rsidRPr="00927951">
        <w:rPr>
          <w:rStyle w:val="LPzwykly"/>
        </w:rPr>
        <w:t>…</w:t>
      </w:r>
      <w:r w:rsidR="00D21618">
        <w:rPr>
          <w:rStyle w:val="LPzwykly"/>
        </w:rPr>
        <w:t>…………….</w:t>
      </w:r>
      <w:r w:rsidRPr="00927951">
        <w:rPr>
          <w:rStyle w:val="LPzwykly"/>
        </w:rPr>
        <w:t>..............................................</w:t>
      </w:r>
    </w:p>
    <w:p w:rsidR="00D21618" w:rsidRDefault="00D21618" w:rsidP="00D21618">
      <w:pPr>
        <w:pStyle w:val="Akapitzlist"/>
        <w:jc w:val="both"/>
        <w:rPr>
          <w:rStyle w:val="LPzwykly"/>
        </w:rPr>
      </w:pPr>
    </w:p>
    <w:p w:rsidR="00927951" w:rsidRPr="00927951" w:rsidRDefault="00927951" w:rsidP="00130BF1">
      <w:pPr>
        <w:pStyle w:val="Akapitzlist"/>
        <w:numPr>
          <w:ilvl w:val="0"/>
          <w:numId w:val="7"/>
        </w:numPr>
        <w:jc w:val="both"/>
        <w:rPr>
          <w:rStyle w:val="LPzwykly"/>
        </w:rPr>
      </w:pPr>
      <w:r w:rsidRPr="00927951">
        <w:rPr>
          <w:rStyle w:val="LPzwykly"/>
        </w:rPr>
        <w:t>Inspektor nadzoru inwestorskiego działa w imieniu i na rzecz Zamawiającego.</w:t>
      </w:r>
    </w:p>
    <w:p w:rsidR="00927951" w:rsidRPr="00927951" w:rsidRDefault="00927951" w:rsidP="00927951">
      <w:pPr>
        <w:jc w:val="both"/>
        <w:rPr>
          <w:rStyle w:val="LPzwykly"/>
        </w:rPr>
      </w:pPr>
    </w:p>
    <w:p w:rsidR="00927951" w:rsidRPr="00D21618" w:rsidRDefault="00927951" w:rsidP="00D21618">
      <w:pPr>
        <w:jc w:val="center"/>
        <w:rPr>
          <w:rStyle w:val="LPzwykly"/>
          <w:b/>
        </w:rPr>
      </w:pPr>
      <w:r w:rsidRPr="00D21618">
        <w:rPr>
          <w:rStyle w:val="LPzwykly"/>
          <w:b/>
        </w:rPr>
        <w:t>§6</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Wykonawca przed zawarciem</w:t>
      </w:r>
      <w:r>
        <w:rPr>
          <w:rStyle w:val="LPzwykly"/>
        </w:rPr>
        <w:t xml:space="preserve"> </w:t>
      </w:r>
      <w:r w:rsidRPr="00927951">
        <w:rPr>
          <w:rStyle w:val="LPzwykly"/>
        </w:rPr>
        <w:t>Umowy</w:t>
      </w:r>
      <w:r>
        <w:rPr>
          <w:rStyle w:val="LPzwykly"/>
        </w:rPr>
        <w:t xml:space="preserve"> </w:t>
      </w:r>
      <w:r w:rsidRPr="00927951">
        <w:rPr>
          <w:rStyle w:val="LPzwykly"/>
        </w:rPr>
        <w:t>dokonał</w:t>
      </w:r>
      <w:r>
        <w:rPr>
          <w:rStyle w:val="LPzwykly"/>
        </w:rPr>
        <w:t xml:space="preserve"> </w:t>
      </w:r>
      <w:r w:rsidRPr="00927951">
        <w:rPr>
          <w:rStyle w:val="LPzwykly"/>
        </w:rPr>
        <w:t>inspekcji</w:t>
      </w:r>
      <w:r>
        <w:rPr>
          <w:rStyle w:val="LPzwykly"/>
        </w:rPr>
        <w:t xml:space="preserve"> </w:t>
      </w:r>
      <w:r w:rsidRPr="00927951">
        <w:rPr>
          <w:rStyle w:val="LPzwykly"/>
        </w:rPr>
        <w:t>terenu</w:t>
      </w:r>
      <w:r>
        <w:rPr>
          <w:rStyle w:val="LPzwykly"/>
        </w:rPr>
        <w:t xml:space="preserve"> </w:t>
      </w:r>
      <w:r w:rsidRPr="00927951">
        <w:rPr>
          <w:rStyle w:val="LPzwykly"/>
        </w:rPr>
        <w:t>budowy</w:t>
      </w:r>
      <w:r>
        <w:rPr>
          <w:rStyle w:val="LPzwykly"/>
        </w:rPr>
        <w:t xml:space="preserve"> </w:t>
      </w:r>
      <w:r w:rsidRPr="00927951">
        <w:rPr>
          <w:rStyle w:val="LPzwykly"/>
        </w:rPr>
        <w:t>oraz</w:t>
      </w:r>
      <w:r>
        <w:rPr>
          <w:rStyle w:val="LPzwykly"/>
        </w:rPr>
        <w:t xml:space="preserve"> </w:t>
      </w:r>
      <w:r w:rsidRPr="00927951">
        <w:rPr>
          <w:rStyle w:val="LPzwykly"/>
        </w:rPr>
        <w:t>jego otoczenia</w:t>
      </w:r>
      <w:r>
        <w:rPr>
          <w:rStyle w:val="LPzwykly"/>
        </w:rPr>
        <w:t xml:space="preserve"> </w:t>
      </w:r>
      <w:r w:rsidRPr="00927951">
        <w:rPr>
          <w:rStyle w:val="LPzwykly"/>
        </w:rPr>
        <w:t>i nie wnosi w tym zakresie jakichkolwiek zastrzeżeń.</w:t>
      </w:r>
    </w:p>
    <w:p w:rsidR="00927951" w:rsidRPr="00927951" w:rsidRDefault="00927951" w:rsidP="00927951">
      <w:pPr>
        <w:jc w:val="both"/>
        <w:rPr>
          <w:rStyle w:val="LPzwykly"/>
        </w:rPr>
      </w:pPr>
    </w:p>
    <w:p w:rsidR="002D7085" w:rsidRDefault="002D7085" w:rsidP="00D21618">
      <w:pPr>
        <w:jc w:val="center"/>
        <w:rPr>
          <w:rStyle w:val="LPzwykly"/>
          <w:b/>
        </w:rPr>
      </w:pPr>
    </w:p>
    <w:p w:rsidR="00927951" w:rsidRDefault="00927951" w:rsidP="00D21618">
      <w:pPr>
        <w:jc w:val="center"/>
        <w:rPr>
          <w:rStyle w:val="LPzwykly"/>
          <w:b/>
        </w:rPr>
      </w:pPr>
      <w:r w:rsidRPr="00D21618">
        <w:rPr>
          <w:rStyle w:val="LPzwykly"/>
          <w:b/>
        </w:rPr>
        <w:t>PODWYKONAWSTWO</w:t>
      </w:r>
    </w:p>
    <w:p w:rsidR="00F47BAD" w:rsidRPr="00D21618" w:rsidRDefault="00F47BAD" w:rsidP="00D21618">
      <w:pPr>
        <w:jc w:val="center"/>
        <w:rPr>
          <w:rStyle w:val="LPzwykly"/>
          <w:b/>
        </w:rPr>
      </w:pPr>
    </w:p>
    <w:p w:rsidR="00927951" w:rsidRPr="00D21618" w:rsidRDefault="00927951" w:rsidP="00D21618">
      <w:pPr>
        <w:jc w:val="center"/>
        <w:rPr>
          <w:rStyle w:val="LPzwykly"/>
          <w:b/>
        </w:rPr>
      </w:pPr>
      <w:r w:rsidRPr="00D21618">
        <w:rPr>
          <w:rStyle w:val="LPzwykly"/>
          <w:b/>
        </w:rPr>
        <w:t>§7</w:t>
      </w:r>
    </w:p>
    <w:p w:rsidR="00927951" w:rsidRPr="00927951" w:rsidRDefault="00927951" w:rsidP="00927951">
      <w:pPr>
        <w:jc w:val="both"/>
        <w:rPr>
          <w:rStyle w:val="LPzwykly"/>
        </w:rPr>
      </w:pPr>
    </w:p>
    <w:p w:rsidR="00D21618" w:rsidRDefault="00927951" w:rsidP="00130BF1">
      <w:pPr>
        <w:pStyle w:val="Akapitzlist"/>
        <w:numPr>
          <w:ilvl w:val="0"/>
          <w:numId w:val="8"/>
        </w:numPr>
        <w:jc w:val="both"/>
        <w:rPr>
          <w:rStyle w:val="LPzwykly"/>
        </w:rPr>
      </w:pPr>
      <w:r w:rsidRPr="00927951">
        <w:rPr>
          <w:rStyle w:val="LPzwykly"/>
        </w:rPr>
        <w:t>Wykonawca,</w:t>
      </w:r>
      <w:r>
        <w:rPr>
          <w:rStyle w:val="LPzwykly"/>
        </w:rPr>
        <w:t xml:space="preserve"> </w:t>
      </w:r>
      <w:r w:rsidRPr="00927951">
        <w:rPr>
          <w:rStyle w:val="LPzwykly"/>
        </w:rPr>
        <w:t>podwykonawca</w:t>
      </w:r>
      <w:r>
        <w:rPr>
          <w:rStyle w:val="LPzwykly"/>
        </w:rPr>
        <w:t xml:space="preserve"> </w:t>
      </w:r>
      <w:r w:rsidRPr="00927951">
        <w:rPr>
          <w:rStyle w:val="LPzwykly"/>
        </w:rPr>
        <w:t>lub</w:t>
      </w:r>
      <w:r>
        <w:rPr>
          <w:rStyle w:val="LPzwykly"/>
        </w:rPr>
        <w:t xml:space="preserve"> </w:t>
      </w:r>
      <w:r w:rsidRPr="00927951">
        <w:rPr>
          <w:rStyle w:val="LPzwykly"/>
        </w:rPr>
        <w:t>dalszy</w:t>
      </w:r>
      <w:r>
        <w:rPr>
          <w:rStyle w:val="LPzwykly"/>
        </w:rPr>
        <w:t xml:space="preserve"> </w:t>
      </w:r>
      <w:r w:rsidRPr="00927951">
        <w:rPr>
          <w:rStyle w:val="LPzwykly"/>
        </w:rPr>
        <w:t>podwykonawca,</w:t>
      </w:r>
      <w:r>
        <w:rPr>
          <w:rStyle w:val="LPzwykly"/>
        </w:rPr>
        <w:t xml:space="preserve"> </w:t>
      </w:r>
      <w:r w:rsidRPr="00927951">
        <w:rPr>
          <w:rStyle w:val="LPzwykly"/>
        </w:rPr>
        <w:t>zamierzający</w:t>
      </w:r>
      <w:r>
        <w:rPr>
          <w:rStyle w:val="LPzwykly"/>
        </w:rPr>
        <w:t xml:space="preserve"> </w:t>
      </w:r>
      <w:r w:rsidR="00F47BAD">
        <w:rPr>
          <w:rStyle w:val="LPzwykly"/>
        </w:rPr>
        <w:t>zawrzeć umowę o </w:t>
      </w:r>
      <w:r w:rsidRPr="00927951">
        <w:rPr>
          <w:rStyle w:val="LPzwykly"/>
        </w:rPr>
        <w:t>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w:t>
      </w:r>
      <w:r>
        <w:rPr>
          <w:rStyle w:val="LPzwykly"/>
        </w:rPr>
        <w:t xml:space="preserve"> </w:t>
      </w:r>
      <w:r w:rsidRPr="00927951">
        <w:rPr>
          <w:rStyle w:val="LPzwykly"/>
        </w:rPr>
        <w:t>umowy</w:t>
      </w:r>
      <w:r>
        <w:rPr>
          <w:rStyle w:val="LPzwykly"/>
        </w:rPr>
        <w:t xml:space="preserve"> </w:t>
      </w:r>
      <w:r w:rsidRPr="00927951">
        <w:rPr>
          <w:rStyle w:val="LPzwykly"/>
        </w:rPr>
        <w:t>o podwykonawstwo</w:t>
      </w:r>
      <w:r>
        <w:rPr>
          <w:rStyle w:val="LPzwykly"/>
        </w:rPr>
        <w:t xml:space="preserve"> </w:t>
      </w:r>
      <w:r w:rsidRPr="00927951">
        <w:rPr>
          <w:rStyle w:val="LPzwykly"/>
        </w:rPr>
        <w:t>na</w:t>
      </w:r>
      <w:r>
        <w:rPr>
          <w:rStyle w:val="LPzwykly"/>
        </w:rPr>
        <w:t xml:space="preserve"> </w:t>
      </w:r>
      <w:r w:rsidRPr="00927951">
        <w:rPr>
          <w:rStyle w:val="LPzwykly"/>
        </w:rPr>
        <w:t>roboty budowlane ma prawo wnieść do niej zastrzeżenia</w:t>
      </w:r>
      <w:r>
        <w:rPr>
          <w:rStyle w:val="LPzwykly"/>
        </w:rPr>
        <w:t xml:space="preserve"> </w:t>
      </w:r>
      <w:r w:rsidRPr="00927951">
        <w:rPr>
          <w:rStyle w:val="LPzwykly"/>
        </w:rPr>
        <w:t>z</w:t>
      </w:r>
      <w:r w:rsidR="00D21618">
        <w:rPr>
          <w:rStyle w:val="LPzwykly"/>
        </w:rPr>
        <w:t> </w:t>
      </w:r>
      <w:r w:rsidRPr="00927951">
        <w:rPr>
          <w:rStyle w:val="LPzwykly"/>
        </w:rPr>
        <w:t>uwzględnieniem wymagań ujętych w ust. 3. Niezgłoszenie pisemnych zastrzeżeń przez Zamawiającego do przedłożonego projektu umowy o podwykonawstwo na roboty budowlane w w/w terminie uważa się za jego akceptację.</w:t>
      </w:r>
    </w:p>
    <w:p w:rsidR="00D21618" w:rsidRDefault="00927951" w:rsidP="00130BF1">
      <w:pPr>
        <w:pStyle w:val="Akapitzlist"/>
        <w:numPr>
          <w:ilvl w:val="0"/>
          <w:numId w:val="8"/>
        </w:numPr>
        <w:jc w:val="both"/>
        <w:rPr>
          <w:rStyle w:val="LPzwykly"/>
        </w:rPr>
      </w:pPr>
      <w:r w:rsidRPr="00927951">
        <w:rPr>
          <w:rStyle w:val="LPzwykly"/>
        </w:rPr>
        <w:t>Wykonawca, podwykonawca lub dalszy podwykonawca zamówienia na roboty budowlane przedkłada Zamawiającemu poświadczoną za zgodność z oryginałem kopię zawartej umowy o podwykonawstwo na roboty budowlane w terminie 7 dni od dnia jej zawarcia. Zamawiający w terminie 7 dni zgłasza pisemny sprzeciw do przedłożonej umowy o podwykonawstwo na roboty budowlane, jeżeli zawiera ona postanowienia niezgodne z wymaganiami ujętymi w ust. 3. Niezgłoszenie pisemnego sprzeciwu przez Zamawiającego do umowy o podwykonawstwo na roboty budowlane w w/w terminie uważa się za jego akceptację.</w:t>
      </w:r>
    </w:p>
    <w:p w:rsidR="00D21618" w:rsidRDefault="00927951" w:rsidP="00130BF1">
      <w:pPr>
        <w:pStyle w:val="Akapitzlist"/>
        <w:numPr>
          <w:ilvl w:val="0"/>
          <w:numId w:val="8"/>
        </w:numPr>
        <w:jc w:val="both"/>
        <w:rPr>
          <w:rStyle w:val="LPzwykly"/>
        </w:rPr>
      </w:pPr>
      <w:r w:rsidRPr="00927951">
        <w:rPr>
          <w:rStyle w:val="LPzwykly"/>
        </w:rPr>
        <w:t>Umowa o podwykonawstwo z podwykonawcą lub dalszym podwykonawcą na roboty budowlane powinna zawierać następujące wymagania:</w:t>
      </w:r>
    </w:p>
    <w:p w:rsidR="00D21618" w:rsidRDefault="00D21618" w:rsidP="00130BF1">
      <w:pPr>
        <w:pStyle w:val="Akapitzlist"/>
        <w:numPr>
          <w:ilvl w:val="1"/>
          <w:numId w:val="8"/>
        </w:numPr>
        <w:jc w:val="both"/>
        <w:rPr>
          <w:rStyle w:val="LPzwykly"/>
        </w:rPr>
      </w:pPr>
      <w:r>
        <w:rPr>
          <w:rStyle w:val="LPzwykly"/>
        </w:rPr>
        <w:lastRenderedPageBreak/>
        <w:t>O</w:t>
      </w:r>
      <w:r w:rsidR="00927951" w:rsidRPr="00927951">
        <w:rPr>
          <w:rStyle w:val="LPzwykly"/>
        </w:rPr>
        <w:t>kreślać przedmiot umowy o podwykonawstwo ze wskazaniem miejsca jego realizacji;</w:t>
      </w:r>
    </w:p>
    <w:p w:rsidR="00D21618" w:rsidRDefault="00D21618" w:rsidP="00130BF1">
      <w:pPr>
        <w:pStyle w:val="Akapitzlist"/>
        <w:numPr>
          <w:ilvl w:val="1"/>
          <w:numId w:val="8"/>
        </w:numPr>
        <w:jc w:val="both"/>
        <w:rPr>
          <w:rStyle w:val="LPzwykly"/>
        </w:rPr>
      </w:pPr>
      <w:r>
        <w:rPr>
          <w:rStyle w:val="LPzwykly"/>
        </w:rPr>
        <w:t>Z</w:t>
      </w:r>
      <w:r w:rsidR="00927951" w:rsidRPr="00927951">
        <w:rPr>
          <w:rStyle w:val="LPzwykly"/>
        </w:rPr>
        <w:t>akres przedmiotu umowy o podwykonawstwo winien spełniać wymagania Specyfikacji Warunków Zamówienia i dokumentacji projektowej;</w:t>
      </w:r>
    </w:p>
    <w:p w:rsidR="00D21618" w:rsidRDefault="00D21618" w:rsidP="00130BF1">
      <w:pPr>
        <w:pStyle w:val="Akapitzlist"/>
        <w:numPr>
          <w:ilvl w:val="1"/>
          <w:numId w:val="8"/>
        </w:numPr>
        <w:jc w:val="both"/>
        <w:rPr>
          <w:rStyle w:val="LPzwykly"/>
        </w:rPr>
      </w:pPr>
      <w:r>
        <w:rPr>
          <w:rStyle w:val="LPzwykly"/>
        </w:rPr>
        <w:t>W</w:t>
      </w:r>
      <w:r w:rsidR="00927951" w:rsidRPr="00927951">
        <w:rPr>
          <w:rStyle w:val="LPzwykly"/>
        </w:rPr>
        <w:t>ykonanie przedmiotu umowy o podwykonawstwo zostanie określone</w:t>
      </w:r>
      <w:r w:rsidR="0057050A">
        <w:rPr>
          <w:rStyle w:val="LPzwykly"/>
        </w:rPr>
        <w:t>,</w:t>
      </w:r>
      <w:r w:rsidR="00927951" w:rsidRPr="00927951">
        <w:rPr>
          <w:rStyle w:val="LPzwykly"/>
        </w:rPr>
        <w:t xml:space="preserve"> na co najmniej takim poziomie jakości, jaki wynika z warunków Umowy oraz wymagań dokumentacji zamówienia,</w:t>
      </w:r>
    </w:p>
    <w:p w:rsidR="00D21618" w:rsidRDefault="00D21618" w:rsidP="00130BF1">
      <w:pPr>
        <w:pStyle w:val="Akapitzlist"/>
        <w:numPr>
          <w:ilvl w:val="1"/>
          <w:numId w:val="8"/>
        </w:numPr>
        <w:jc w:val="both"/>
        <w:rPr>
          <w:rStyle w:val="LPzwykly"/>
        </w:rPr>
      </w:pPr>
      <w:r>
        <w:rPr>
          <w:rStyle w:val="LPzwykly"/>
        </w:rPr>
        <w:t>T</w:t>
      </w:r>
      <w:r w:rsidR="00927951" w:rsidRPr="00927951">
        <w:rPr>
          <w:rStyle w:val="LPzwykly"/>
        </w:rPr>
        <w:t>ermin wykonania umowy o podwykonawstwo nie może być dłuższy niż termin realizacji umowy wskazany w § 10 ust. 1 umowy;</w:t>
      </w:r>
    </w:p>
    <w:p w:rsidR="00D21618" w:rsidRDefault="00D21618" w:rsidP="00130BF1">
      <w:pPr>
        <w:pStyle w:val="Akapitzlist"/>
        <w:numPr>
          <w:ilvl w:val="1"/>
          <w:numId w:val="8"/>
        </w:numPr>
        <w:jc w:val="both"/>
        <w:rPr>
          <w:rStyle w:val="LPzwykly"/>
        </w:rPr>
      </w:pPr>
      <w:r>
        <w:rPr>
          <w:rStyle w:val="LPzwykly"/>
        </w:rPr>
        <w:t>T</w:t>
      </w:r>
      <w:r w:rsidR="00927951" w:rsidRPr="00927951">
        <w:rPr>
          <w:rStyle w:val="LPzwykly"/>
        </w:rPr>
        <w: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w:t>
      </w:r>
      <w:r w:rsidR="00356781">
        <w:rPr>
          <w:rStyle w:val="LPzwykly"/>
        </w:rPr>
        <w:t xml:space="preserve"> wymagane prawem kwalifikacje i </w:t>
      </w:r>
      <w:r w:rsidR="00927951" w:rsidRPr="00927951">
        <w:rPr>
          <w:rStyle w:val="LPzwykly"/>
        </w:rPr>
        <w:t>uprawnienia do wykonania określonego w umowie o podwykonawstwo zakresu robót;</w:t>
      </w:r>
    </w:p>
    <w:p w:rsidR="00D21618" w:rsidRDefault="00D21618" w:rsidP="00130BF1">
      <w:pPr>
        <w:pStyle w:val="Akapitzlist"/>
        <w:numPr>
          <w:ilvl w:val="1"/>
          <w:numId w:val="8"/>
        </w:numPr>
        <w:jc w:val="both"/>
        <w:rPr>
          <w:rStyle w:val="LPzwykly"/>
        </w:rPr>
      </w:pPr>
      <w:r>
        <w:rPr>
          <w:rStyle w:val="LPzwykly"/>
        </w:rPr>
        <w:t>O</w:t>
      </w:r>
      <w:r w:rsidR="00927951" w:rsidRPr="00927951">
        <w:rPr>
          <w:rStyle w:val="LPzwykly"/>
        </w:rPr>
        <w:t>kres odpowiedzialności za wady przedmiotu umowy o podwykonawstwo nie może być krótszy niż okres odpowiedzialności za wady przedmiotu umowy Wykonawcy wobec Zamawiającego.</w:t>
      </w:r>
    </w:p>
    <w:p w:rsidR="00D21618" w:rsidRDefault="00D21618" w:rsidP="00130BF1">
      <w:pPr>
        <w:pStyle w:val="Akapitzlist"/>
        <w:numPr>
          <w:ilvl w:val="1"/>
          <w:numId w:val="8"/>
        </w:numPr>
        <w:jc w:val="both"/>
        <w:rPr>
          <w:rStyle w:val="LPzwykly"/>
        </w:rPr>
      </w:pPr>
      <w:r>
        <w:rPr>
          <w:rStyle w:val="LPzwykly"/>
        </w:rPr>
        <w:t>P</w:t>
      </w:r>
      <w:r w:rsidR="00927951" w:rsidRPr="00927951">
        <w:rPr>
          <w:rStyle w:val="LPzwykly"/>
        </w:rPr>
        <w:t>odwykonawca lub dalszy podwykonawca zobowiązują się do przedstawienia Zamawiającemu na jego żądanie dokumentów, oświadczeń i wyjaśnień dotyczących realizacji umowy o podwykonawstwo.</w:t>
      </w:r>
    </w:p>
    <w:p w:rsidR="00D21618" w:rsidRDefault="00D21618" w:rsidP="00130BF1">
      <w:pPr>
        <w:pStyle w:val="Akapitzlist"/>
        <w:numPr>
          <w:ilvl w:val="1"/>
          <w:numId w:val="8"/>
        </w:numPr>
        <w:jc w:val="both"/>
        <w:rPr>
          <w:rStyle w:val="LPzwykly"/>
        </w:rPr>
      </w:pPr>
      <w:r>
        <w:rPr>
          <w:rStyle w:val="LPzwykly"/>
        </w:rPr>
        <w:t>U</w:t>
      </w:r>
      <w:r w:rsidR="00927951" w:rsidRPr="00927951">
        <w:rPr>
          <w:rStyle w:val="LPzwykly"/>
        </w:rPr>
        <w:t>mowa o podwykonawstwo nie może zawierać postanowień</w:t>
      </w:r>
      <w:r w:rsidR="00927951">
        <w:rPr>
          <w:rStyle w:val="LPzwykly"/>
        </w:rPr>
        <w:t xml:space="preserve"> </w:t>
      </w:r>
      <w:r w:rsidR="00927951" w:rsidRPr="00927951">
        <w:rPr>
          <w:rStyle w:val="LPzwykly"/>
        </w:rPr>
        <w:t>uzależniających uzyskanie przez podwykonawcę płatności od Wykonawcy w zależności od otrzymania zapłaty przez Wykonawcę od Zamawiającego w zakresie</w:t>
      </w:r>
      <w:r w:rsidR="00927951">
        <w:rPr>
          <w:rStyle w:val="LPzwykly"/>
        </w:rPr>
        <w:t xml:space="preserve"> </w:t>
      </w:r>
      <w:r w:rsidR="00927951" w:rsidRPr="00927951">
        <w:rPr>
          <w:rStyle w:val="LPzwykly"/>
        </w:rPr>
        <w:t>wynagrodzenia obejmującego roboty wykonane przez podwykonawcę;</w:t>
      </w:r>
    </w:p>
    <w:p w:rsidR="00D21618" w:rsidRDefault="00D21618" w:rsidP="00130BF1">
      <w:pPr>
        <w:pStyle w:val="Akapitzlist"/>
        <w:numPr>
          <w:ilvl w:val="1"/>
          <w:numId w:val="8"/>
        </w:numPr>
        <w:jc w:val="both"/>
        <w:rPr>
          <w:rStyle w:val="LPzwykly"/>
        </w:rPr>
      </w:pPr>
      <w:r>
        <w:rPr>
          <w:rStyle w:val="LPzwykly"/>
        </w:rPr>
        <w:t>U</w:t>
      </w:r>
      <w:r w:rsidR="00927951" w:rsidRPr="00927951">
        <w:rPr>
          <w:rStyle w:val="LPzwykly"/>
        </w:rPr>
        <w:t>mowa o podwykonawstwo nie może zawierać postanowień uzależniających zwrot kwot zabezpieczenia przez Wykonawcę podwykonawcy, od zwrotu zabezpieczenia należnego Wykonawcy umowy Wykonawcy przez Zamawiającego.</w:t>
      </w:r>
    </w:p>
    <w:p w:rsidR="00D21618" w:rsidRDefault="00D21618" w:rsidP="00130BF1">
      <w:pPr>
        <w:pStyle w:val="Akapitzlist"/>
        <w:numPr>
          <w:ilvl w:val="1"/>
          <w:numId w:val="8"/>
        </w:numPr>
        <w:jc w:val="both"/>
        <w:rPr>
          <w:rStyle w:val="LPzwykly"/>
        </w:rPr>
      </w:pPr>
      <w:r>
        <w:rPr>
          <w:rStyle w:val="LPzwykly"/>
        </w:rPr>
        <w:t xml:space="preserve"> W</w:t>
      </w:r>
      <w:r w:rsidR="00927951" w:rsidRPr="00927951">
        <w:rPr>
          <w:rStyle w:val="LPzwykly"/>
        </w:rPr>
        <w:t>ynagrodzenie podwykonawcy nie może być wyższe niż wartość wycenionych robót budowlanych, dostaw lub usług wynikających z oferty Wykonawcy;</w:t>
      </w:r>
    </w:p>
    <w:p w:rsidR="00D21618" w:rsidRDefault="00D21618" w:rsidP="00130BF1">
      <w:pPr>
        <w:pStyle w:val="Akapitzlist"/>
        <w:numPr>
          <w:ilvl w:val="1"/>
          <w:numId w:val="8"/>
        </w:numPr>
        <w:jc w:val="both"/>
        <w:rPr>
          <w:rStyle w:val="LPzwykly"/>
        </w:rPr>
      </w:pPr>
      <w:r>
        <w:rPr>
          <w:rStyle w:val="LPzwykly"/>
        </w:rPr>
        <w:t xml:space="preserve"> B</w:t>
      </w:r>
      <w:r w:rsidR="00927951" w:rsidRPr="00927951">
        <w:rPr>
          <w:rStyle w:val="LPzwykly"/>
        </w:rPr>
        <w:t>ędzie zawierać postanowienia dotyczące dalszego podwykonawstwa odpowiednie do postanowień dotyczący</w:t>
      </w:r>
      <w:r>
        <w:rPr>
          <w:rStyle w:val="LPzwykly"/>
        </w:rPr>
        <w:t xml:space="preserve">ch podwykonawstwa określonych </w:t>
      </w:r>
      <w:r w:rsidRPr="00D21618">
        <w:t>w</w:t>
      </w:r>
      <w:r>
        <w:t> </w:t>
      </w:r>
      <w:r w:rsidR="00927951" w:rsidRPr="00D21618">
        <w:t>Umowie</w:t>
      </w:r>
      <w:r w:rsidR="00927951" w:rsidRPr="00927951">
        <w:rPr>
          <w:rStyle w:val="LPzwykly"/>
        </w:rPr>
        <w:t xml:space="preserve"> (art. 464 ustawy Pzp)</w:t>
      </w:r>
    </w:p>
    <w:p w:rsidR="00D21618" w:rsidRDefault="00D21618" w:rsidP="00130BF1">
      <w:pPr>
        <w:pStyle w:val="Akapitzlist"/>
        <w:numPr>
          <w:ilvl w:val="1"/>
          <w:numId w:val="8"/>
        </w:numPr>
        <w:jc w:val="both"/>
        <w:rPr>
          <w:rStyle w:val="LPzwykly"/>
        </w:rPr>
      </w:pPr>
      <w:r>
        <w:rPr>
          <w:rStyle w:val="LPzwykly"/>
        </w:rPr>
        <w:t xml:space="preserve"> U</w:t>
      </w:r>
      <w:r w:rsidR="00927951" w:rsidRPr="00927951">
        <w:rPr>
          <w:rStyle w:val="LPzwykly"/>
        </w:rPr>
        <w:t>mowa o podwykonawstwo nie może</w:t>
      </w:r>
      <w:r w:rsidR="00927951">
        <w:rPr>
          <w:rStyle w:val="LPzwykly"/>
        </w:rPr>
        <w:t xml:space="preserve"> </w:t>
      </w:r>
      <w:r w:rsidR="00927951" w:rsidRPr="00927951">
        <w:rPr>
          <w:rStyle w:val="LPzwykly"/>
        </w:rPr>
        <w:t>zawierać</w:t>
      </w:r>
      <w:r w:rsidR="00927951">
        <w:rPr>
          <w:rStyle w:val="LPzwykly"/>
        </w:rPr>
        <w:t xml:space="preserve"> </w:t>
      </w:r>
      <w:r w:rsidR="00927951" w:rsidRPr="00927951">
        <w:rPr>
          <w:rStyle w:val="LPzwykly"/>
        </w:rPr>
        <w:t>pos</w:t>
      </w:r>
      <w:r w:rsidR="00F47BAD">
        <w:rPr>
          <w:rStyle w:val="LPzwykly"/>
        </w:rPr>
        <w:t xml:space="preserve">tanowień kształtujących prawa </w:t>
      </w:r>
      <w:r w:rsidR="00F47BAD" w:rsidRPr="00F47BAD">
        <w:t>i</w:t>
      </w:r>
      <w:r w:rsidR="00F47BAD">
        <w:t> </w:t>
      </w:r>
      <w:r w:rsidR="00927951" w:rsidRPr="00F47BAD">
        <w:t>obowiązki</w:t>
      </w:r>
      <w:r w:rsidR="00927951" w:rsidRPr="00927951">
        <w:rPr>
          <w:rStyle w:val="LPzwykly"/>
        </w:rPr>
        <w:t xml:space="preserve"> podwykonawcy, w zakresie kar umownych oraz</w:t>
      </w:r>
      <w:r w:rsidR="00927951">
        <w:rPr>
          <w:rStyle w:val="LPzwykly"/>
        </w:rPr>
        <w:t xml:space="preserve"> </w:t>
      </w:r>
      <w:r w:rsidR="00927951" w:rsidRPr="00927951">
        <w:rPr>
          <w:rStyle w:val="LPzwykly"/>
        </w:rPr>
        <w:t>postanowień dotyczących warunków wypłaty wynagrodzenia, w sposób dla ni</w:t>
      </w:r>
      <w:r w:rsidR="00F47BAD">
        <w:rPr>
          <w:rStyle w:val="LPzwykly"/>
        </w:rPr>
        <w:t>ego mniej korzystny niż prawa i </w:t>
      </w:r>
      <w:r w:rsidR="00927951" w:rsidRPr="00927951">
        <w:rPr>
          <w:rStyle w:val="LPzwykly"/>
        </w:rPr>
        <w:t>obowiązki Wykonawcy, ukształtowane postanowieniami umowy zawartej między Zamawiającym a Wykonawcą.</w:t>
      </w:r>
    </w:p>
    <w:p w:rsidR="0057050A" w:rsidRDefault="00927951" w:rsidP="00130BF1">
      <w:pPr>
        <w:pStyle w:val="Akapitzlist"/>
        <w:numPr>
          <w:ilvl w:val="0"/>
          <w:numId w:val="8"/>
        </w:numPr>
        <w:jc w:val="both"/>
        <w:rPr>
          <w:rStyle w:val="LPzwykly"/>
        </w:rPr>
      </w:pPr>
      <w:r w:rsidRPr="00927951">
        <w:rPr>
          <w:rStyle w:val="LPzwykly"/>
        </w:rPr>
        <w:t>Wykonawca, podwykonawca lub dalszy podwykonawca zamówienia na roboty budowlane przedkłada Zamawiającemu oraz Wykon</w:t>
      </w:r>
      <w:r w:rsidR="00F47BAD">
        <w:rPr>
          <w:rStyle w:val="LPzwykly"/>
        </w:rPr>
        <w:t>awcy poświadczoną za zgodność z </w:t>
      </w:r>
      <w:r w:rsidRPr="00927951">
        <w:rPr>
          <w:rStyle w:val="LPzwykly"/>
        </w:rPr>
        <w:t>oryginałem kopię zawartej umowy o podwykonawstwo na dostawy lub usługi w terminie 7 dni od jej zawarcia.</w:t>
      </w:r>
    </w:p>
    <w:p w:rsidR="0057050A" w:rsidRDefault="00927951" w:rsidP="00130BF1">
      <w:pPr>
        <w:pStyle w:val="Akapitzlist"/>
        <w:numPr>
          <w:ilvl w:val="0"/>
          <w:numId w:val="8"/>
        </w:numPr>
        <w:jc w:val="both"/>
        <w:rPr>
          <w:rStyle w:val="LPzwykly"/>
        </w:rPr>
      </w:pPr>
      <w:r w:rsidRPr="00927951">
        <w:rPr>
          <w:rStyle w:val="LPzwykly"/>
        </w:rPr>
        <w:t>W przypadku określonym w ust. 4, jeżeli termin zapłaty wynagrodzenia jest dłuższy niż określony w ust. 3 pkt 5), Zamawiający informuje o tym Wykonawcę i wzywa go do zmiany tej umowy pod rygorem naliczenia kary umownej.</w:t>
      </w:r>
    </w:p>
    <w:p w:rsidR="0057050A" w:rsidRDefault="00927951" w:rsidP="00130BF1">
      <w:pPr>
        <w:pStyle w:val="Akapitzlist"/>
        <w:numPr>
          <w:ilvl w:val="0"/>
          <w:numId w:val="8"/>
        </w:numPr>
        <w:jc w:val="both"/>
        <w:rPr>
          <w:rStyle w:val="LPzwykly"/>
        </w:rPr>
      </w:pPr>
      <w:r w:rsidRPr="00927951">
        <w:rPr>
          <w:rStyle w:val="LPzwykly"/>
        </w:rPr>
        <w:t>Do zmian umowy na podwykonawstwo stosuje się odpowiednio powyższe</w:t>
      </w:r>
      <w:r>
        <w:rPr>
          <w:rStyle w:val="LPzwykly"/>
        </w:rPr>
        <w:t xml:space="preserve"> </w:t>
      </w:r>
      <w:r w:rsidRPr="00927951">
        <w:rPr>
          <w:rStyle w:val="LPzwykly"/>
        </w:rPr>
        <w:t>postanowienia ust. 1-5.</w:t>
      </w:r>
    </w:p>
    <w:p w:rsidR="0057050A" w:rsidRDefault="00927951" w:rsidP="00130BF1">
      <w:pPr>
        <w:pStyle w:val="Akapitzlist"/>
        <w:numPr>
          <w:ilvl w:val="0"/>
          <w:numId w:val="8"/>
        </w:numPr>
        <w:jc w:val="both"/>
        <w:rPr>
          <w:rStyle w:val="LPzwykly"/>
        </w:rPr>
      </w:pPr>
      <w:r w:rsidRPr="00927951">
        <w:rPr>
          <w:rStyle w:val="LPzwykly"/>
        </w:rPr>
        <w:t xml:space="preserve">Zapłata wynagrodzenia należnego Wykonawcy za odebrane roboty budowlane, jest uwarunkowana przedstawieniem dowodów zapłaty wymagalnego wynagrodzenia </w:t>
      </w:r>
      <w:r w:rsidRPr="00927951">
        <w:rPr>
          <w:rStyle w:val="LPzwykly"/>
        </w:rPr>
        <w:lastRenderedPageBreak/>
        <w:t>podwykonawcom i dalszym podwykonawcom. W sytuacji rozbieżności</w:t>
      </w:r>
      <w:r>
        <w:rPr>
          <w:rStyle w:val="LPzwykly"/>
        </w:rPr>
        <w:t xml:space="preserve"> </w:t>
      </w:r>
      <w:r w:rsidRPr="00927951">
        <w:rPr>
          <w:rStyle w:val="LPzwykly"/>
        </w:rPr>
        <w:t>pomiędzy wystawioną przez podwykonawcę lub dalsz</w:t>
      </w:r>
      <w:r w:rsidR="00356781">
        <w:rPr>
          <w:rStyle w:val="LPzwykly"/>
        </w:rPr>
        <w:t>ego podwykonawcę Fakturą Vat, a </w:t>
      </w:r>
      <w:r w:rsidRPr="00927951">
        <w:rPr>
          <w:rStyle w:val="LPzwykly"/>
        </w:rPr>
        <w:t>potwierdzeniem przelewu Wykonawca będzie zobowiązany do dostarczenia Zamawiającemu oświadczenia podwykonawcy biorącego udział w realizacji odebranych robót budowlanych o niezaleganiu z zapłatą przez Wykonawcę za wykonane roboty.</w:t>
      </w:r>
      <w:r>
        <w:rPr>
          <w:rStyle w:val="LPzwykly"/>
        </w:rPr>
        <w:t xml:space="preserve"> </w:t>
      </w:r>
    </w:p>
    <w:p w:rsidR="0057050A" w:rsidRDefault="00927951" w:rsidP="00130BF1">
      <w:pPr>
        <w:pStyle w:val="Akapitzlist"/>
        <w:numPr>
          <w:ilvl w:val="0"/>
          <w:numId w:val="8"/>
        </w:numPr>
        <w:jc w:val="both"/>
        <w:rPr>
          <w:rStyle w:val="LPzwykly"/>
        </w:rPr>
      </w:pPr>
      <w:r w:rsidRPr="00927951">
        <w:rPr>
          <w:rStyle w:val="LPzwykly"/>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w:t>
      </w:r>
      <w:r>
        <w:rPr>
          <w:rStyle w:val="LPzwykly"/>
        </w:rPr>
        <w:t xml:space="preserve"> </w:t>
      </w:r>
      <w:r w:rsidRPr="00927951">
        <w:rPr>
          <w:rStyle w:val="LPzwykly"/>
        </w:rPr>
        <w:t>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rsidR="0057050A" w:rsidRDefault="00927951" w:rsidP="00130BF1">
      <w:pPr>
        <w:pStyle w:val="Akapitzlist"/>
        <w:numPr>
          <w:ilvl w:val="0"/>
          <w:numId w:val="8"/>
        </w:numPr>
        <w:jc w:val="both"/>
        <w:rPr>
          <w:rStyle w:val="LPzwykly"/>
        </w:rPr>
      </w:pPr>
      <w:r w:rsidRPr="00927951">
        <w:rPr>
          <w:rStyle w:val="LPzwykly"/>
        </w:rPr>
        <w:t>Przed dokonaniem bezpośredniej zapłaty, Zamawiający umożliwi Wykonawcy zgłoszenie pisemnych uwag dotyczących zasadności bezpośredniej zapłaty wynagrodzenia podwykonawcy lub dalszemu podwykonawcy zgodnie z ust. 8. w terminie 7 dni od dnia doręczenia tej informacji.</w:t>
      </w:r>
    </w:p>
    <w:p w:rsidR="0057050A" w:rsidRDefault="00927951" w:rsidP="00130BF1">
      <w:pPr>
        <w:pStyle w:val="Akapitzlist"/>
        <w:numPr>
          <w:ilvl w:val="0"/>
          <w:numId w:val="8"/>
        </w:numPr>
        <w:jc w:val="both"/>
        <w:rPr>
          <w:rStyle w:val="LPzwykly"/>
        </w:rPr>
      </w:pPr>
      <w:r w:rsidRPr="00927951">
        <w:rPr>
          <w:rStyle w:val="LPzwykly"/>
        </w:rPr>
        <w:t>W przypadku zgłoszenia uwag, o których mowa w ust. 9 w terminie wskazanym przez Zamawiającego, Zamawiający może:</w:t>
      </w:r>
    </w:p>
    <w:p w:rsidR="0057050A" w:rsidRDefault="0057050A" w:rsidP="00130BF1">
      <w:pPr>
        <w:pStyle w:val="Akapitzlist"/>
        <w:numPr>
          <w:ilvl w:val="1"/>
          <w:numId w:val="8"/>
        </w:numPr>
        <w:jc w:val="both"/>
        <w:rPr>
          <w:rStyle w:val="LPzwykly"/>
        </w:rPr>
      </w:pPr>
      <w:r>
        <w:rPr>
          <w:rStyle w:val="LPzwykly"/>
        </w:rPr>
        <w:t>N</w:t>
      </w:r>
      <w:r w:rsidR="00927951" w:rsidRPr="00927951">
        <w:rPr>
          <w:rStyle w:val="LPzwykly"/>
        </w:rPr>
        <w:t>ie dokonać bezpośredniej zapłaty wynagrodzenia podwykonawcy lub dalszemu podwykonawcy, jeżeli Wykonawca wykaże niezasadność takiej zapłaty; albo</w:t>
      </w:r>
    </w:p>
    <w:p w:rsidR="0057050A" w:rsidRDefault="0057050A" w:rsidP="00130BF1">
      <w:pPr>
        <w:pStyle w:val="Akapitzlist"/>
        <w:numPr>
          <w:ilvl w:val="1"/>
          <w:numId w:val="8"/>
        </w:numPr>
        <w:jc w:val="both"/>
        <w:rPr>
          <w:rStyle w:val="LPzwykly"/>
        </w:rPr>
      </w:pPr>
      <w:r>
        <w:rPr>
          <w:rStyle w:val="LPzwykly"/>
        </w:rPr>
        <w:t>Z</w:t>
      </w:r>
      <w:r w:rsidR="00927951" w:rsidRPr="00927951">
        <w:rPr>
          <w:rStyle w:val="LPzwykly"/>
        </w:rPr>
        <w:t>łożyć do depozytu sądowego kwotę potrzebną na pokrycie wynagrodzenia podwykonawcy lub dalszemu podwykonawcy w przypadku istnienia zasadniczej wątpliwości Zamawiającego</w:t>
      </w:r>
      <w:r>
        <w:rPr>
          <w:rStyle w:val="LPzwykly"/>
        </w:rPr>
        <w:t>,</w:t>
      </w:r>
      <w:r w:rsidR="00927951" w:rsidRPr="00927951">
        <w:rPr>
          <w:rStyle w:val="LPzwykly"/>
        </w:rPr>
        <w:t xml:space="preserve"> co do wysokości należnej zapłaty lub podmiotu, któremu płatność się należy; albo</w:t>
      </w:r>
    </w:p>
    <w:p w:rsidR="0057050A" w:rsidRDefault="0057050A" w:rsidP="00130BF1">
      <w:pPr>
        <w:pStyle w:val="Akapitzlist"/>
        <w:numPr>
          <w:ilvl w:val="1"/>
          <w:numId w:val="8"/>
        </w:numPr>
        <w:jc w:val="both"/>
        <w:rPr>
          <w:rStyle w:val="LPzwykly"/>
        </w:rPr>
      </w:pPr>
      <w:r>
        <w:rPr>
          <w:rStyle w:val="LPzwykly"/>
        </w:rPr>
        <w:t>D</w:t>
      </w:r>
      <w:r w:rsidR="00927951" w:rsidRPr="00927951">
        <w:rPr>
          <w:rStyle w:val="LPzwykly"/>
        </w:rPr>
        <w:t>okonać bezpośredniej zapłaty wynagrodzenia podwykonawcy lub dalszemu podwykonawcy, jeżeli podwykonawca lub dalszy podwykonawca wykaże zasadność takiej zapłaty.</w:t>
      </w:r>
    </w:p>
    <w:p w:rsidR="0057050A" w:rsidRDefault="00927951" w:rsidP="00130BF1">
      <w:pPr>
        <w:pStyle w:val="Akapitzlist"/>
        <w:numPr>
          <w:ilvl w:val="0"/>
          <w:numId w:val="8"/>
        </w:numPr>
        <w:jc w:val="both"/>
        <w:rPr>
          <w:rStyle w:val="LPzwykly"/>
        </w:rPr>
      </w:pPr>
      <w:r w:rsidRPr="00927951">
        <w:rPr>
          <w:rStyle w:val="LPzwykly"/>
        </w:rPr>
        <w:t>W przypadku dokonania bezpośredniej zapłaty podwykonawcy lub dalszemu podwykonawcy, o których mowa w ust. 8, Zamawiający potrąca kwotę wypłaconego wynagrodzenia z wynagrodzenia należnego Wykonawcy.</w:t>
      </w:r>
    </w:p>
    <w:p w:rsidR="0057050A" w:rsidRDefault="00927951" w:rsidP="00130BF1">
      <w:pPr>
        <w:pStyle w:val="Akapitzlist"/>
        <w:numPr>
          <w:ilvl w:val="0"/>
          <w:numId w:val="8"/>
        </w:numPr>
        <w:jc w:val="both"/>
        <w:rPr>
          <w:rStyle w:val="LPzwykly"/>
        </w:rPr>
      </w:pPr>
      <w:r w:rsidRPr="00927951">
        <w:rPr>
          <w:rStyle w:val="LPzwykly"/>
        </w:rPr>
        <w:t>Konieczność wielokrotnego dokonywania bezpośredniej zapłaty podwykonawcy lub dalszemu podwykonawcy, o których mowa w ust. 8, lub konieczności dokonania bezpośrednich zapłat na sumę większą niż 5% wartości umowy w sprawie zamówienia publicznego może stanowić podstawę do odstąpienia od umowy w sprawie zamówienia publicznego przez Zamawiającego.</w:t>
      </w:r>
    </w:p>
    <w:p w:rsidR="0057050A" w:rsidRDefault="00927951" w:rsidP="00130BF1">
      <w:pPr>
        <w:pStyle w:val="Akapitzlist"/>
        <w:numPr>
          <w:ilvl w:val="0"/>
          <w:numId w:val="8"/>
        </w:numPr>
        <w:jc w:val="both"/>
        <w:rPr>
          <w:rStyle w:val="LPzwykly"/>
        </w:rPr>
      </w:pPr>
      <w:r w:rsidRPr="00927951">
        <w:rPr>
          <w:rStyle w:val="LPzwykly"/>
        </w:rPr>
        <w:t>Do solidarnej odpowiedzialności Zamawiającego, Wykonawcy, podwykonawcy lub dalszego podwykonawcy z tytułu wykonanych robót budowlanych stosuje się</w:t>
      </w:r>
      <w:r>
        <w:rPr>
          <w:rStyle w:val="LPzwykly"/>
        </w:rPr>
        <w:t xml:space="preserve"> </w:t>
      </w:r>
      <w:r w:rsidRPr="00927951">
        <w:rPr>
          <w:rStyle w:val="LPzwykly"/>
        </w:rPr>
        <w:t>przepisy ustawy z dnia 23 kwietnia 1964 r. - Kodeks cywilny tj. z dn</w:t>
      </w:r>
      <w:r w:rsidR="00CC3C08">
        <w:rPr>
          <w:rStyle w:val="LPzwykly"/>
        </w:rPr>
        <w:t>ia 16 września 2020 r. (Dz.U. z </w:t>
      </w:r>
      <w:r w:rsidRPr="00927951">
        <w:rPr>
          <w:rStyle w:val="LPzwykly"/>
        </w:rPr>
        <w:t xml:space="preserve">2020 r. poz. 1740 ze zm.) dalej </w:t>
      </w:r>
      <w:proofErr w:type="gramStart"/>
      <w:r w:rsidRPr="00927951">
        <w:rPr>
          <w:rStyle w:val="LPzwykly"/>
        </w:rPr>
        <w:t>,,</w:t>
      </w:r>
      <w:proofErr w:type="gramEnd"/>
      <w:r w:rsidRPr="00927951">
        <w:rPr>
          <w:rStyle w:val="LPzwykly"/>
        </w:rPr>
        <w:t>KC”, jeżeli przepisy ustawy nie stanowią inaczej.</w:t>
      </w:r>
    </w:p>
    <w:p w:rsidR="0057050A" w:rsidRDefault="00927951" w:rsidP="00130BF1">
      <w:pPr>
        <w:pStyle w:val="Akapitzlist"/>
        <w:numPr>
          <w:ilvl w:val="0"/>
          <w:numId w:val="8"/>
        </w:numPr>
        <w:jc w:val="both"/>
        <w:rPr>
          <w:rStyle w:val="LPzwykly"/>
        </w:rPr>
      </w:pPr>
      <w:r w:rsidRPr="00927951">
        <w:rPr>
          <w:rStyle w:val="LPzwykly"/>
        </w:rPr>
        <w:t>W przypadku nieuregulowania, za wiążące uważa się zapisy działu VII, rozdział 5 ustawy PZP.</w:t>
      </w:r>
    </w:p>
    <w:p w:rsidR="00C152A9" w:rsidRDefault="00927951" w:rsidP="00130BF1">
      <w:pPr>
        <w:pStyle w:val="Akapitzlist"/>
        <w:numPr>
          <w:ilvl w:val="0"/>
          <w:numId w:val="8"/>
        </w:numPr>
        <w:jc w:val="both"/>
        <w:rPr>
          <w:rStyle w:val="LPzwykly"/>
        </w:rPr>
      </w:pPr>
      <w:r w:rsidRPr="00927951">
        <w:rPr>
          <w:rStyle w:val="LPzwykly"/>
        </w:rPr>
        <w:t>Warunki wprowadzenia podwykonawcy do realizacji zamówienia w trakcie trwania umowy:</w:t>
      </w:r>
    </w:p>
    <w:p w:rsidR="0057050A" w:rsidRDefault="00927951" w:rsidP="00130BF1">
      <w:pPr>
        <w:pStyle w:val="Akapitzlist"/>
        <w:numPr>
          <w:ilvl w:val="1"/>
          <w:numId w:val="26"/>
        </w:numPr>
        <w:ind w:hanging="181"/>
        <w:jc w:val="both"/>
        <w:rPr>
          <w:rStyle w:val="LPzwykly"/>
        </w:rPr>
      </w:pPr>
      <w:r w:rsidRPr="00927951">
        <w:rPr>
          <w:rStyle w:val="LPzwykly"/>
        </w:rPr>
        <w:lastRenderedPageBreak/>
        <w:t>Wykonawca jest uprawniony do realizacji przedmiotu umowy przy pomocy podwykonawców, z zastrzeżeniem zobowiązania w ofercie w zakresie obowiązku zatrudniania. Realizacja przez Wykonawcę przedmiotu umowy przy pomocy podwykonawcy niewskazanego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57050A" w:rsidRDefault="0057050A" w:rsidP="00130BF1">
      <w:pPr>
        <w:pStyle w:val="Akapitzlist"/>
        <w:numPr>
          <w:ilvl w:val="0"/>
          <w:numId w:val="9"/>
        </w:numPr>
        <w:jc w:val="both"/>
        <w:rPr>
          <w:rStyle w:val="LPzwykly"/>
        </w:rPr>
      </w:pPr>
      <w:r>
        <w:rPr>
          <w:rStyle w:val="LPzwykly"/>
        </w:rPr>
        <w:t>D</w:t>
      </w:r>
      <w:r w:rsidR="00927951" w:rsidRPr="00927951">
        <w:rPr>
          <w:rStyle w:val="LPzwykly"/>
        </w:rPr>
        <w:t>ysponowania personelem umożliwiającym podwykonawcy realizację planowanego do powierzenia zakresu rzeczowego,</w:t>
      </w:r>
    </w:p>
    <w:p w:rsidR="00CC3C08" w:rsidRDefault="0057050A" w:rsidP="00130BF1">
      <w:pPr>
        <w:pStyle w:val="Akapitzlist"/>
        <w:numPr>
          <w:ilvl w:val="0"/>
          <w:numId w:val="9"/>
        </w:numPr>
        <w:jc w:val="both"/>
        <w:rPr>
          <w:rStyle w:val="LPzwykly"/>
        </w:rPr>
      </w:pPr>
      <w:r>
        <w:rPr>
          <w:rStyle w:val="LPzwykly"/>
        </w:rPr>
        <w:t>O</w:t>
      </w:r>
      <w:r w:rsidR="00927951" w:rsidRPr="00927951">
        <w:rPr>
          <w:rStyle w:val="LPzwykly"/>
        </w:rPr>
        <w:t>świadczenia i innych dokumentów o zatrudn</w:t>
      </w:r>
      <w:r w:rsidR="00CC3C08">
        <w:rPr>
          <w:rStyle w:val="LPzwykly"/>
        </w:rPr>
        <w:t>ieniu personelu podwykonawcy, w </w:t>
      </w:r>
      <w:r w:rsidR="00927951" w:rsidRPr="00927951">
        <w:rPr>
          <w:rStyle w:val="LPzwykly"/>
        </w:rPr>
        <w:t>przypadku, gdy Wykonawca w ofercie zobowiązał się wykonywać przedmiot umowy przy pomocy osób zatrudnionych na podstawie umowy o pracę,</w:t>
      </w:r>
    </w:p>
    <w:p w:rsidR="00927951" w:rsidRPr="00927951" w:rsidRDefault="00927951" w:rsidP="00130BF1">
      <w:pPr>
        <w:pStyle w:val="Akapitzlist"/>
        <w:numPr>
          <w:ilvl w:val="1"/>
          <w:numId w:val="26"/>
        </w:numPr>
        <w:ind w:hanging="181"/>
        <w:jc w:val="both"/>
        <w:rPr>
          <w:rStyle w:val="LPzwykly"/>
        </w:rPr>
      </w:pPr>
      <w:r w:rsidRPr="00927951">
        <w:rPr>
          <w:rStyle w:val="LPzwykly"/>
        </w:rPr>
        <w:t>Jeżeli zmiana podwykonawcy dotyczy podmiotu, na którego zasoby Wykonawca powoływał się, na zasadach okreś</w:t>
      </w:r>
      <w:r w:rsidR="00CC3C08">
        <w:rPr>
          <w:rStyle w:val="LPzwykly"/>
        </w:rPr>
        <w:t>lonych w art. 118 ust. 1 PZP, w </w:t>
      </w:r>
      <w:r w:rsidRPr="00927951">
        <w:rPr>
          <w:rStyle w:val="LPzwykly"/>
        </w:rPr>
        <w:t>celu wykazania spełniania warunków udziału w postępowaniu, o których mowa w art. 118 ust. 1 PZP, Wykonawca jest obowiązany wykazać Zamawiającemu, iż proponowany inny podwykonawca spełnia je w stopniu nie mniejszym niż wymagany w trakcie postępowania o udzielnie niniejszego zamówienia publicznego.</w:t>
      </w:r>
    </w:p>
    <w:p w:rsidR="00927951" w:rsidRPr="00927951" w:rsidRDefault="00927951" w:rsidP="00927951">
      <w:pPr>
        <w:jc w:val="both"/>
        <w:rPr>
          <w:rStyle w:val="LPzwykly"/>
        </w:rPr>
      </w:pPr>
    </w:p>
    <w:p w:rsidR="00927951" w:rsidRPr="00927951" w:rsidRDefault="00927951" w:rsidP="00927951">
      <w:pPr>
        <w:jc w:val="both"/>
        <w:rPr>
          <w:rStyle w:val="LPzwykly"/>
        </w:rPr>
      </w:pPr>
    </w:p>
    <w:p w:rsidR="00C152A9" w:rsidRPr="00AA52DF" w:rsidRDefault="00927951" w:rsidP="00AA52DF">
      <w:pPr>
        <w:jc w:val="both"/>
        <w:rPr>
          <w:rStyle w:val="LPzwykly"/>
        </w:rPr>
      </w:pPr>
      <w:r w:rsidRPr="00927951">
        <w:rPr>
          <w:rStyle w:val="LPzwykly"/>
        </w:rPr>
        <w:tab/>
      </w:r>
    </w:p>
    <w:p w:rsidR="00927951" w:rsidRPr="00CC3C08" w:rsidRDefault="00927951" w:rsidP="00CC3C08">
      <w:pPr>
        <w:jc w:val="center"/>
        <w:rPr>
          <w:rStyle w:val="LPzwykly"/>
          <w:b/>
        </w:rPr>
      </w:pPr>
      <w:r w:rsidRPr="00CC3C08">
        <w:rPr>
          <w:rStyle w:val="LPzwykly"/>
          <w:b/>
        </w:rPr>
        <w:t>PRAWA I OBOWIĄZKI STRON UMOWY</w:t>
      </w:r>
    </w:p>
    <w:p w:rsidR="00CC3C08" w:rsidRDefault="00CC3C08" w:rsidP="00CC3C08">
      <w:pPr>
        <w:jc w:val="center"/>
        <w:rPr>
          <w:rStyle w:val="LPzwykly"/>
          <w:b/>
        </w:rPr>
      </w:pPr>
    </w:p>
    <w:p w:rsidR="00927951" w:rsidRPr="00CC3C08" w:rsidRDefault="00927951" w:rsidP="00CC3C08">
      <w:pPr>
        <w:jc w:val="center"/>
        <w:rPr>
          <w:rStyle w:val="LPzwykly"/>
          <w:b/>
        </w:rPr>
      </w:pPr>
      <w:r w:rsidRPr="00CC3C08">
        <w:rPr>
          <w:rStyle w:val="LPzwykly"/>
          <w:b/>
        </w:rPr>
        <w:t>§8</w:t>
      </w:r>
    </w:p>
    <w:p w:rsidR="00927951" w:rsidRPr="00927951" w:rsidRDefault="00927951" w:rsidP="00927951">
      <w:pPr>
        <w:jc w:val="both"/>
        <w:rPr>
          <w:rStyle w:val="LPzwykly"/>
        </w:rPr>
      </w:pPr>
      <w:r w:rsidRPr="00927951">
        <w:rPr>
          <w:rStyle w:val="LPzwykly"/>
        </w:rPr>
        <w:t xml:space="preserve"> </w:t>
      </w:r>
    </w:p>
    <w:p w:rsidR="00927951" w:rsidRPr="00927951" w:rsidRDefault="00927951" w:rsidP="00927951">
      <w:pPr>
        <w:jc w:val="both"/>
        <w:rPr>
          <w:rStyle w:val="LPzwykly"/>
        </w:rPr>
      </w:pPr>
      <w:r w:rsidRPr="00927951">
        <w:rPr>
          <w:rStyle w:val="LPzwykly"/>
        </w:rPr>
        <w:t>Do obowiązków Wykonawcy należy:</w:t>
      </w:r>
    </w:p>
    <w:p w:rsidR="00CC3C08" w:rsidRDefault="00CC3C08" w:rsidP="00130BF1">
      <w:pPr>
        <w:pStyle w:val="Akapitzlist"/>
        <w:numPr>
          <w:ilvl w:val="0"/>
          <w:numId w:val="10"/>
        </w:numPr>
        <w:jc w:val="both"/>
        <w:rPr>
          <w:rStyle w:val="LPzwykly"/>
        </w:rPr>
      </w:pPr>
      <w:r w:rsidRPr="00927951">
        <w:rPr>
          <w:rStyle w:val="LPzwykly"/>
        </w:rPr>
        <w:t>Realizacja</w:t>
      </w:r>
      <w:r>
        <w:rPr>
          <w:rStyle w:val="LPzwykly"/>
        </w:rPr>
        <w:t xml:space="preserve"> </w:t>
      </w:r>
      <w:r w:rsidRPr="00927951">
        <w:rPr>
          <w:rStyle w:val="LPzwykly"/>
        </w:rPr>
        <w:t>Robót</w:t>
      </w:r>
      <w:r w:rsidR="00927951">
        <w:rPr>
          <w:rStyle w:val="LPzwykly"/>
        </w:rPr>
        <w:t xml:space="preserve"> </w:t>
      </w:r>
      <w:r w:rsidR="00927951" w:rsidRPr="00927951">
        <w:rPr>
          <w:rStyle w:val="LPzwykly"/>
        </w:rPr>
        <w:t>w</w:t>
      </w:r>
      <w:r w:rsidR="00927951">
        <w:rPr>
          <w:rStyle w:val="LPzwykly"/>
        </w:rPr>
        <w:t xml:space="preserve"> </w:t>
      </w:r>
      <w:r>
        <w:rPr>
          <w:rStyle w:val="LPzwykly"/>
        </w:rPr>
        <w:t xml:space="preserve">szczególności </w:t>
      </w:r>
      <w:r w:rsidR="00927951" w:rsidRPr="00927951">
        <w:rPr>
          <w:rStyle w:val="LPzwykly"/>
        </w:rPr>
        <w:t>zg</w:t>
      </w:r>
      <w:r>
        <w:rPr>
          <w:rStyle w:val="LPzwykly"/>
        </w:rPr>
        <w:t>odnie z kosztorysem ofertowym i </w:t>
      </w:r>
      <w:r w:rsidR="00927951" w:rsidRPr="00927951">
        <w:rPr>
          <w:rStyle w:val="LPzwykly"/>
        </w:rPr>
        <w:t>dokumentacją projektową.</w:t>
      </w:r>
    </w:p>
    <w:p w:rsidR="00CC3C08" w:rsidRDefault="00927951" w:rsidP="00130BF1">
      <w:pPr>
        <w:pStyle w:val="Akapitzlist"/>
        <w:numPr>
          <w:ilvl w:val="0"/>
          <w:numId w:val="10"/>
        </w:numPr>
        <w:jc w:val="both"/>
        <w:rPr>
          <w:rStyle w:val="LPzwykly"/>
        </w:rPr>
      </w:pPr>
      <w:r w:rsidRPr="00927951">
        <w:rPr>
          <w:rStyle w:val="LPzwykly"/>
        </w:rPr>
        <w:t>Przejęcie terenu budowy.</w:t>
      </w:r>
    </w:p>
    <w:p w:rsidR="00CC3C08" w:rsidRDefault="00927951" w:rsidP="00130BF1">
      <w:pPr>
        <w:pStyle w:val="Akapitzlist"/>
        <w:numPr>
          <w:ilvl w:val="0"/>
          <w:numId w:val="10"/>
        </w:numPr>
        <w:jc w:val="both"/>
        <w:rPr>
          <w:rStyle w:val="LPzwykly"/>
        </w:rPr>
      </w:pPr>
      <w:r w:rsidRPr="00927951">
        <w:rPr>
          <w:rStyle w:val="LPzwykly"/>
        </w:rPr>
        <w:t>Opracowanie planu bezpieczeństwa i ochrony zdrowia (w przypadku</w:t>
      </w:r>
      <w:r w:rsidR="00CC3C08">
        <w:rPr>
          <w:rStyle w:val="LPzwykly"/>
        </w:rPr>
        <w:t>,</w:t>
      </w:r>
      <w:r w:rsidRPr="00927951">
        <w:rPr>
          <w:rStyle w:val="LPzwykly"/>
        </w:rPr>
        <w:t xml:space="preserve"> gdy będzie wymagany na podstawie obowiązując</w:t>
      </w:r>
      <w:r w:rsidR="00CC3C08">
        <w:rPr>
          <w:rStyle w:val="LPzwykly"/>
        </w:rPr>
        <w:t>ych przepisów prawa), zgodnie z </w:t>
      </w:r>
      <w:r w:rsidRPr="00927951">
        <w:rPr>
          <w:rStyle w:val="LPzwykly"/>
        </w:rPr>
        <w:t>Rozporządzeniem Ministra Infrastruktury z dnia 23 czerwca 2003 r. w sprawie informacji dotyczącej bezpieczeństwa i ochrony zdro</w:t>
      </w:r>
      <w:r w:rsidR="00CC3C08">
        <w:rPr>
          <w:rStyle w:val="LPzwykly"/>
        </w:rPr>
        <w:t>wia oraz planu bezpieczeństwa i </w:t>
      </w:r>
      <w:r w:rsidRPr="00927951">
        <w:rPr>
          <w:rStyle w:val="LPzwykly"/>
        </w:rPr>
        <w:t>ochrony zdrowia (Dz.U. Nr 120, poz.1126).</w:t>
      </w:r>
    </w:p>
    <w:p w:rsidR="006B5E35" w:rsidRDefault="00927951" w:rsidP="00130BF1">
      <w:pPr>
        <w:pStyle w:val="Akapitzlist"/>
        <w:numPr>
          <w:ilvl w:val="0"/>
          <w:numId w:val="10"/>
        </w:numPr>
        <w:jc w:val="both"/>
        <w:rPr>
          <w:rStyle w:val="LPzwykly"/>
        </w:rPr>
      </w:pPr>
      <w:r w:rsidRPr="00927951">
        <w:rPr>
          <w:rStyle w:val="LPzwykly"/>
        </w:rPr>
        <w:t>Pisemne informowanie Zamawia</w:t>
      </w:r>
      <w:r w:rsidR="002F40B2">
        <w:rPr>
          <w:rStyle w:val="LPzwykly"/>
        </w:rPr>
        <w:t xml:space="preserve">jącego o konieczności wykonania robót </w:t>
      </w:r>
      <w:r w:rsidRPr="00927951">
        <w:rPr>
          <w:rStyle w:val="LPzwykly"/>
        </w:rPr>
        <w:t xml:space="preserve">zamiennych nie później niż 3 dni od daty stwierdzenia konieczności ich wykonania i przed przystąpieniem do ich wykonania. Wykonanie robót </w:t>
      </w:r>
      <w:r w:rsidR="002F40B2">
        <w:rPr>
          <w:rStyle w:val="LPzwykly"/>
        </w:rPr>
        <w:t>zamiennych</w:t>
      </w:r>
      <w:r w:rsidRPr="00927951">
        <w:rPr>
          <w:rStyle w:val="LPzwykly"/>
        </w:rPr>
        <w:t xml:space="preserve"> może nastąpić wyłącznie w przypadku</w:t>
      </w:r>
      <w:r w:rsidR="00CC3C08">
        <w:rPr>
          <w:rStyle w:val="LPzwykly"/>
        </w:rPr>
        <w:t>,</w:t>
      </w:r>
      <w:r w:rsidRPr="00927951">
        <w:rPr>
          <w:rStyle w:val="LPzwykly"/>
        </w:rPr>
        <w:t xml:space="preserve"> w którym Zamawiający wyrazi na to pisemnie zgodę pod rygorem ich nieuznania przez Zamawiającego</w:t>
      </w:r>
      <w:r w:rsidR="002F40B2">
        <w:rPr>
          <w:rStyle w:val="LPzwykly"/>
        </w:rPr>
        <w:t>.</w:t>
      </w:r>
      <w:r w:rsidRPr="00927951">
        <w:rPr>
          <w:rStyle w:val="LPzwykly"/>
        </w:rPr>
        <w:t xml:space="preserve"> Wykonawc</w:t>
      </w:r>
      <w:r w:rsidR="00CC3C08">
        <w:rPr>
          <w:rStyle w:val="LPzwykly"/>
        </w:rPr>
        <w:t>a</w:t>
      </w:r>
      <w:r w:rsidRPr="00927951">
        <w:rPr>
          <w:rStyle w:val="LPzwykly"/>
        </w:rPr>
        <w:t xml:space="preserve"> obowiązany jest</w:t>
      </w:r>
      <w:r w:rsidR="00CC3C08">
        <w:rPr>
          <w:rStyle w:val="LPzwykly"/>
        </w:rPr>
        <w:t>,</w:t>
      </w:r>
      <w:r w:rsidRPr="00927951">
        <w:rPr>
          <w:rStyle w:val="LPzwykly"/>
        </w:rPr>
        <w:t xml:space="preserve"> poza Zamawiającym</w:t>
      </w:r>
      <w:r w:rsidR="00CC3C08">
        <w:rPr>
          <w:rStyle w:val="LPzwykly"/>
        </w:rPr>
        <w:t>,</w:t>
      </w:r>
      <w:r w:rsidRPr="00927951">
        <w:rPr>
          <w:rStyle w:val="LPzwykly"/>
        </w:rPr>
        <w:t xml:space="preserve"> informację</w:t>
      </w:r>
      <w:r w:rsidR="00CC3C08">
        <w:rPr>
          <w:rStyle w:val="LPzwykly"/>
        </w:rPr>
        <w:t>,</w:t>
      </w:r>
      <w:r w:rsidRPr="00927951">
        <w:rPr>
          <w:rStyle w:val="LPzwykly"/>
        </w:rPr>
        <w:t xml:space="preserve"> o której mowa powyżej</w:t>
      </w:r>
      <w:r w:rsidR="00CC3C08">
        <w:rPr>
          <w:rStyle w:val="LPzwykly"/>
        </w:rPr>
        <w:t>,</w:t>
      </w:r>
      <w:r w:rsidRPr="00927951">
        <w:rPr>
          <w:rStyle w:val="LPzwykly"/>
        </w:rPr>
        <w:t xml:space="preserve"> przekazać również w formie pisemnej do inspektora nadzoru. Poinformowanie inspektora nadzoru, bez przekazania</w:t>
      </w:r>
      <w:r>
        <w:rPr>
          <w:rStyle w:val="LPzwykly"/>
        </w:rPr>
        <w:t xml:space="preserve"> </w:t>
      </w:r>
      <w:r w:rsidRPr="00927951">
        <w:rPr>
          <w:rStyle w:val="LPzwykly"/>
        </w:rPr>
        <w:t>pisemnej informacji</w:t>
      </w:r>
      <w:r>
        <w:rPr>
          <w:rStyle w:val="LPzwykly"/>
        </w:rPr>
        <w:t xml:space="preserve"> </w:t>
      </w:r>
      <w:r w:rsidRPr="00927951">
        <w:rPr>
          <w:rStyle w:val="LPzwykly"/>
        </w:rPr>
        <w:t>Zamawiającemu</w:t>
      </w:r>
      <w:r w:rsidR="00CC3C08">
        <w:rPr>
          <w:rStyle w:val="LPzwykly"/>
        </w:rPr>
        <w:t>,</w:t>
      </w:r>
      <w:r w:rsidRPr="00927951">
        <w:rPr>
          <w:rStyle w:val="LPzwykly"/>
        </w:rPr>
        <w:t xml:space="preserve"> o konieczności wykonania robót dodatkowych lub zamiennych</w:t>
      </w:r>
      <w:r w:rsidR="00CC3C08">
        <w:rPr>
          <w:rStyle w:val="LPzwykly"/>
        </w:rPr>
        <w:t>,</w:t>
      </w:r>
      <w:r w:rsidRPr="00927951">
        <w:rPr>
          <w:rStyle w:val="LPzwykly"/>
        </w:rPr>
        <w:t xml:space="preserve"> w terminie określonym w zdaniu poprzednim</w:t>
      </w:r>
      <w:r w:rsidR="00CC3C08">
        <w:rPr>
          <w:rStyle w:val="LPzwykly"/>
        </w:rPr>
        <w:t>,</w:t>
      </w:r>
      <w:r w:rsidRPr="00927951">
        <w:rPr>
          <w:rStyle w:val="LPzwykly"/>
        </w:rPr>
        <w:t xml:space="preserve"> nie powoduje skutecznego zgłoszenia przedmiotowych robót ze wszystkimi negatywnymi konsekwencjami dla </w:t>
      </w:r>
      <w:r w:rsidR="00CC3C08" w:rsidRPr="00927951">
        <w:rPr>
          <w:rStyle w:val="LPzwykly"/>
        </w:rPr>
        <w:t>Wykonawcy</w:t>
      </w:r>
      <w:r w:rsidRPr="00927951">
        <w:rPr>
          <w:rStyle w:val="LPzwykly"/>
        </w:rPr>
        <w:t>, w tym możliwości nie uznania przez Zamawiającego roszczeń finansowych i terminowych związanych z tymi robotami</w:t>
      </w:r>
      <w:r w:rsidR="006B5E35">
        <w:rPr>
          <w:rStyle w:val="LPzwykly"/>
        </w:rPr>
        <w:t>,</w:t>
      </w:r>
      <w:r w:rsidRPr="00927951">
        <w:rPr>
          <w:rStyle w:val="LPzwykly"/>
        </w:rPr>
        <w:t xml:space="preserve"> na co Wykonawca niniejszym wyraża bezwarunkową zgodę.</w:t>
      </w:r>
    </w:p>
    <w:p w:rsidR="006B5E35" w:rsidRDefault="00927951" w:rsidP="00130BF1">
      <w:pPr>
        <w:pStyle w:val="Akapitzlist"/>
        <w:numPr>
          <w:ilvl w:val="0"/>
          <w:numId w:val="10"/>
        </w:numPr>
        <w:jc w:val="both"/>
        <w:rPr>
          <w:rStyle w:val="LPzwykly"/>
        </w:rPr>
      </w:pPr>
      <w:r w:rsidRPr="00927951">
        <w:rPr>
          <w:rStyle w:val="LPzwykly"/>
        </w:rPr>
        <w:t>Pełnienie funkcji koordynacyjnych w stosunku do dostawców i podwykonawców.</w:t>
      </w:r>
    </w:p>
    <w:p w:rsidR="006B5E35" w:rsidRDefault="00927951" w:rsidP="00130BF1">
      <w:pPr>
        <w:pStyle w:val="Akapitzlist"/>
        <w:numPr>
          <w:ilvl w:val="0"/>
          <w:numId w:val="10"/>
        </w:numPr>
        <w:jc w:val="both"/>
        <w:rPr>
          <w:rStyle w:val="LPzwykly"/>
        </w:rPr>
      </w:pPr>
      <w:r w:rsidRPr="00927951">
        <w:rPr>
          <w:rStyle w:val="LPzwykly"/>
        </w:rPr>
        <w:lastRenderedPageBreak/>
        <w:t>Zapewnienie ochrony mienia znajdującego się na terenie budowy, w szczególności pod względem przeciwpożarowym.</w:t>
      </w:r>
    </w:p>
    <w:p w:rsidR="006B5E35" w:rsidRDefault="00927951" w:rsidP="00130BF1">
      <w:pPr>
        <w:pStyle w:val="Akapitzlist"/>
        <w:numPr>
          <w:ilvl w:val="0"/>
          <w:numId w:val="10"/>
        </w:numPr>
        <w:jc w:val="both"/>
        <w:rPr>
          <w:rStyle w:val="LPzwykly"/>
        </w:rPr>
      </w:pPr>
      <w:r w:rsidRPr="00927951">
        <w:rPr>
          <w:rStyle w:val="LPzwykly"/>
        </w:rPr>
        <w:t>Pisemne powiadamianie Zamawiającego o planowanych odbiorach.</w:t>
      </w:r>
    </w:p>
    <w:p w:rsidR="006B5E35" w:rsidRDefault="00927951" w:rsidP="00130BF1">
      <w:pPr>
        <w:pStyle w:val="Akapitzlist"/>
        <w:numPr>
          <w:ilvl w:val="0"/>
          <w:numId w:val="10"/>
        </w:numPr>
        <w:jc w:val="both"/>
        <w:rPr>
          <w:rStyle w:val="LPzwykly"/>
        </w:rPr>
      </w:pPr>
      <w:r w:rsidRPr="00927951">
        <w:rPr>
          <w:rStyle w:val="LPzwykly"/>
        </w:rPr>
        <w:t>Przekazania Zamawiającemu, przy odbiorze robót, atestów, gwarancji udzielonych przez dostawców i odpowiednie certyfikaty zgodności z Polską Normą, aprobaty</w:t>
      </w:r>
      <w:r>
        <w:rPr>
          <w:rStyle w:val="LPzwykly"/>
        </w:rPr>
        <w:t xml:space="preserve"> </w:t>
      </w:r>
      <w:r w:rsidRPr="00927951">
        <w:rPr>
          <w:rStyle w:val="LPzwykly"/>
        </w:rPr>
        <w:t>techniczne, atesty, świadectwa jakości, instrukcje obsługi, itp. w zakresie materiałów i urządzeń. Dokumentację w tym zakresie Wykonawca winien przechowywać na budowie i przekazać ją Zamawiającemu w procedurze odbioru końcowego.</w:t>
      </w:r>
    </w:p>
    <w:p w:rsidR="006B5E35" w:rsidRDefault="00927951" w:rsidP="00130BF1">
      <w:pPr>
        <w:pStyle w:val="Akapitzlist"/>
        <w:numPr>
          <w:ilvl w:val="0"/>
          <w:numId w:val="10"/>
        </w:numPr>
        <w:jc w:val="both"/>
        <w:rPr>
          <w:rStyle w:val="LPzwykly"/>
        </w:rPr>
      </w:pPr>
      <w:r w:rsidRPr="00927951">
        <w:rPr>
          <w:rStyle w:val="LPzwykly"/>
        </w:rPr>
        <w:t>Przekazania Zamawiającemu certyfikatów na znak bezpieczeństwa (CE), certyfikatów zgodności i aprobat technicznych, zgodnie z przepisami ustawy - Prawo budowlane.</w:t>
      </w:r>
    </w:p>
    <w:p w:rsidR="006B5E35" w:rsidRDefault="00927951" w:rsidP="00130BF1">
      <w:pPr>
        <w:pStyle w:val="Akapitzlist"/>
        <w:numPr>
          <w:ilvl w:val="0"/>
          <w:numId w:val="10"/>
        </w:numPr>
        <w:jc w:val="both"/>
        <w:rPr>
          <w:rStyle w:val="LPzwykly"/>
        </w:rPr>
      </w:pPr>
      <w:r w:rsidRPr="00927951">
        <w:rPr>
          <w:rStyle w:val="LPzwykly"/>
        </w:rPr>
        <w:t>Dostarczenia na każde pisemne wezwanie Zamaw</w:t>
      </w:r>
      <w:r w:rsidR="006B5E35">
        <w:rPr>
          <w:rStyle w:val="LPzwykly"/>
        </w:rPr>
        <w:t xml:space="preserve">iającego w terminie wskazanym </w:t>
      </w:r>
      <w:r w:rsidR="006B5E35" w:rsidRPr="006B5E35">
        <w:t>w</w:t>
      </w:r>
      <w:r w:rsidR="006B5E35">
        <w:t> </w:t>
      </w:r>
      <w:r w:rsidRPr="006B5E35">
        <w:t>wezwaniu</w:t>
      </w:r>
      <w:r w:rsidRPr="00927951">
        <w:rPr>
          <w:rStyle w:val="LPzwykly"/>
        </w:rPr>
        <w:t xml:space="preserve"> dowodów zatrudnienia osób</w:t>
      </w:r>
      <w:r w:rsidR="006B5E35">
        <w:rPr>
          <w:rStyle w:val="LPzwykly"/>
        </w:rPr>
        <w:t>, w </w:t>
      </w:r>
      <w:r w:rsidRPr="00927951">
        <w:rPr>
          <w:rStyle w:val="LPzwykly"/>
        </w:rPr>
        <w:t>szczególności: odpowiednio zanonimizowanych kopii umów o pracę, oświadczenia zatrudnionego pracownika, oświadczen</w:t>
      </w:r>
      <w:r w:rsidR="006B5E35">
        <w:rPr>
          <w:rStyle w:val="LPzwykly"/>
        </w:rPr>
        <w:t>ia wykonawcy lub podwykonawcy o </w:t>
      </w:r>
      <w:r w:rsidRPr="00927951">
        <w:rPr>
          <w:rStyle w:val="LPzwykly"/>
        </w:rPr>
        <w:t>zatrudnieniu pracownika na podstawie umowy o pracę,</w:t>
      </w:r>
      <w:r>
        <w:rPr>
          <w:rStyle w:val="LPzwykly"/>
        </w:rPr>
        <w:t xml:space="preserve"> </w:t>
      </w:r>
      <w:r w:rsidRPr="00927951">
        <w:rPr>
          <w:rStyle w:val="LPzwykly"/>
        </w:rPr>
        <w:t>potwierdzenia</w:t>
      </w:r>
      <w:r>
        <w:rPr>
          <w:rStyle w:val="LPzwykly"/>
        </w:rPr>
        <w:t xml:space="preserve"> </w:t>
      </w:r>
      <w:r w:rsidRPr="00927951">
        <w:rPr>
          <w:rStyle w:val="LPzwykly"/>
        </w:rPr>
        <w:t>odprowadzenia składek na ubezpieczenia społeczne i zdrowotne lub innych określonych przez Zamawiającego dokumentów.</w:t>
      </w:r>
    </w:p>
    <w:p w:rsidR="006B5E35" w:rsidRDefault="00927951" w:rsidP="00130BF1">
      <w:pPr>
        <w:pStyle w:val="Akapitzlist"/>
        <w:numPr>
          <w:ilvl w:val="0"/>
          <w:numId w:val="10"/>
        </w:numPr>
        <w:jc w:val="both"/>
        <w:rPr>
          <w:rStyle w:val="LPzwykly"/>
        </w:rPr>
      </w:pPr>
      <w:r w:rsidRPr="00927951">
        <w:rPr>
          <w:rStyle w:val="LPzwykly"/>
        </w:rPr>
        <w:t>Wykonawca zobowiązuje się do zgłaszania Zamawiającemu terminu zakończenia robót podlegających zakryciu oraz robót zanikających. O ile Wykonawca nie dopełni tego obowiązku jest on zobowiązany odkryć roboty lub wykonać odpowiednie odkucia</w:t>
      </w:r>
      <w:r>
        <w:rPr>
          <w:rStyle w:val="LPzwykly"/>
        </w:rPr>
        <w:t xml:space="preserve"> </w:t>
      </w:r>
      <w:r w:rsidRPr="00927951">
        <w:rPr>
          <w:rStyle w:val="LPzwykly"/>
        </w:rPr>
        <w:t>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p>
    <w:p w:rsidR="006B5E35" w:rsidRDefault="00927951" w:rsidP="00130BF1">
      <w:pPr>
        <w:pStyle w:val="Akapitzlist"/>
        <w:numPr>
          <w:ilvl w:val="0"/>
          <w:numId w:val="10"/>
        </w:numPr>
        <w:jc w:val="both"/>
        <w:rPr>
          <w:rStyle w:val="LPzwykly"/>
        </w:rPr>
      </w:pPr>
      <w:r w:rsidRPr="00927951">
        <w:rPr>
          <w:rStyle w:val="LPzwykly"/>
        </w:rPr>
        <w:t>Wykonawca zobowiązuje się do otrzymania akceptacji inspektora</w:t>
      </w:r>
      <w:r>
        <w:rPr>
          <w:rStyle w:val="LPzwykly"/>
        </w:rPr>
        <w:t xml:space="preserve"> </w:t>
      </w:r>
      <w:r w:rsidRPr="00927951">
        <w:rPr>
          <w:rStyle w:val="LPzwykly"/>
        </w:rPr>
        <w:t>nadzoru</w:t>
      </w:r>
      <w:r>
        <w:rPr>
          <w:rStyle w:val="LPzwykly"/>
        </w:rPr>
        <w:t xml:space="preserve"> </w:t>
      </w:r>
      <w:r w:rsidRPr="00927951">
        <w:rPr>
          <w:rStyle w:val="LPzwykly"/>
        </w:rPr>
        <w:t>na wbudowywane materiały.</w:t>
      </w:r>
    </w:p>
    <w:p w:rsidR="006B5E35" w:rsidRDefault="00927951" w:rsidP="00130BF1">
      <w:pPr>
        <w:pStyle w:val="Akapitzlist"/>
        <w:numPr>
          <w:ilvl w:val="0"/>
          <w:numId w:val="10"/>
        </w:numPr>
        <w:jc w:val="both"/>
        <w:rPr>
          <w:rStyle w:val="LPzwykly"/>
        </w:rPr>
      </w:pPr>
      <w:r w:rsidRPr="00927951">
        <w:rPr>
          <w:rStyle w:val="LPzwykly"/>
        </w:rPr>
        <w:t>Wykonawca jest zobowiązany do umożliwienia wstępu na teren budowy pracowników organów nadzoru budowlanego oraz udostępnienia im niezbędnych, wymaganych dokumentów.</w:t>
      </w:r>
    </w:p>
    <w:p w:rsidR="006B5E35" w:rsidRDefault="00927951" w:rsidP="00130BF1">
      <w:pPr>
        <w:pStyle w:val="Akapitzlist"/>
        <w:numPr>
          <w:ilvl w:val="0"/>
          <w:numId w:val="10"/>
        </w:numPr>
        <w:jc w:val="both"/>
        <w:rPr>
          <w:rStyle w:val="LPzwykly"/>
        </w:rPr>
      </w:pPr>
      <w:r w:rsidRPr="00927951">
        <w:rPr>
          <w:rStyle w:val="LPzwykly"/>
        </w:rPr>
        <w:t>Wykonawca jest zobowiązany w razie uszkodzenia lub zniszczenia wykonanych robót lub</w:t>
      </w:r>
      <w:r>
        <w:rPr>
          <w:rStyle w:val="LPzwykly"/>
        </w:rPr>
        <w:t xml:space="preserve"> </w:t>
      </w:r>
      <w:r w:rsidRPr="00927951">
        <w:rPr>
          <w:rStyle w:val="LPzwykly"/>
        </w:rPr>
        <w:t>ich części bądź kradzieży urządzeń, naprawić je, doprowadzić do stanu poprzedniego ewentualnie uzupełnić brakujące urządzenia.</w:t>
      </w:r>
    </w:p>
    <w:p w:rsidR="006B5E35" w:rsidRDefault="00927951" w:rsidP="00130BF1">
      <w:pPr>
        <w:pStyle w:val="Akapitzlist"/>
        <w:numPr>
          <w:ilvl w:val="0"/>
          <w:numId w:val="10"/>
        </w:numPr>
        <w:jc w:val="both"/>
        <w:rPr>
          <w:rStyle w:val="LPzwykly"/>
        </w:rPr>
      </w:pPr>
      <w:r w:rsidRPr="00927951">
        <w:rPr>
          <w:rStyle w:val="LPzwykly"/>
        </w:rPr>
        <w:t>W trakcie realizacji umowy odbywać się będą narady budowlane z udziałem przedstawicieli Zamawiającego i Wykonawcy wg potrzeb Zamawiającego, nie częściej niż 1 raz w tygodniu, w terminach określonych przez Zamawiającego.</w:t>
      </w:r>
    </w:p>
    <w:p w:rsidR="00606FFB" w:rsidRPr="00606FFB" w:rsidRDefault="00606FFB" w:rsidP="00606FFB">
      <w:pPr>
        <w:pStyle w:val="Akapitzlist"/>
        <w:numPr>
          <w:ilvl w:val="0"/>
          <w:numId w:val="10"/>
        </w:numPr>
      </w:pPr>
      <w:r>
        <w:rPr>
          <w:rStyle w:val="LPzwykly"/>
        </w:rPr>
        <w:t xml:space="preserve"> </w:t>
      </w:r>
      <w:r w:rsidRPr="00606FFB">
        <w:t>Strony ustalają, że będą stosowane następujące rodzaje odbiorów:</w:t>
      </w:r>
    </w:p>
    <w:p w:rsidR="00606FFB" w:rsidRPr="00606FFB" w:rsidRDefault="00606FFB" w:rsidP="00606FFB">
      <w:pPr>
        <w:pStyle w:val="Akapitzlist"/>
        <w:numPr>
          <w:ilvl w:val="1"/>
          <w:numId w:val="10"/>
        </w:numPr>
      </w:pPr>
      <w:proofErr w:type="gramStart"/>
      <w:r w:rsidRPr="00606FFB">
        <w:t>odbiory</w:t>
      </w:r>
      <w:proofErr w:type="gramEnd"/>
      <w:r w:rsidRPr="00606FFB">
        <w:t xml:space="preserve"> techniczne robót zanikających lub ulegających zakryciu,</w:t>
      </w:r>
    </w:p>
    <w:p w:rsidR="00606FFB" w:rsidRPr="00606FFB" w:rsidRDefault="00606FFB" w:rsidP="00606FFB">
      <w:pPr>
        <w:pStyle w:val="Akapitzlist"/>
        <w:numPr>
          <w:ilvl w:val="1"/>
          <w:numId w:val="10"/>
        </w:numPr>
      </w:pPr>
      <w:proofErr w:type="gramStart"/>
      <w:r w:rsidRPr="00606FFB">
        <w:t>odbiór</w:t>
      </w:r>
      <w:proofErr w:type="gramEnd"/>
      <w:r w:rsidRPr="00606FFB">
        <w:t xml:space="preserve"> końcowy lub odbiór usunięcia wad i usterek po wykonaniu przedmiotu umowy, </w:t>
      </w:r>
    </w:p>
    <w:p w:rsidR="00606FFB" w:rsidRPr="00606FFB" w:rsidRDefault="00606FFB" w:rsidP="00606FFB">
      <w:pPr>
        <w:pStyle w:val="Akapitzlist"/>
        <w:numPr>
          <w:ilvl w:val="1"/>
          <w:numId w:val="10"/>
        </w:numPr>
      </w:pPr>
      <w:proofErr w:type="gramStart"/>
      <w:r w:rsidRPr="00606FFB">
        <w:t>odbiory</w:t>
      </w:r>
      <w:proofErr w:type="gramEnd"/>
      <w:r w:rsidRPr="00606FFB">
        <w:t xml:space="preserve"> częściowe, </w:t>
      </w:r>
    </w:p>
    <w:p w:rsidR="00606FFB" w:rsidRPr="00606FFB" w:rsidRDefault="00606FFB" w:rsidP="00606FFB">
      <w:pPr>
        <w:pStyle w:val="Akapitzlist"/>
        <w:numPr>
          <w:ilvl w:val="1"/>
          <w:numId w:val="10"/>
        </w:numPr>
      </w:pPr>
      <w:proofErr w:type="gramStart"/>
      <w:r w:rsidRPr="00606FFB">
        <w:t>odbiory</w:t>
      </w:r>
      <w:proofErr w:type="gramEnd"/>
      <w:r w:rsidRPr="00606FFB">
        <w:t xml:space="preserve"> usunięcia stwierdzonych wad i usterek w okresie gwarancyjnym.</w:t>
      </w:r>
    </w:p>
    <w:p w:rsidR="00606FFB" w:rsidRPr="00606FFB" w:rsidRDefault="00606FFB" w:rsidP="00606FFB">
      <w:pPr>
        <w:pStyle w:val="Akapitzlist"/>
        <w:numPr>
          <w:ilvl w:val="1"/>
          <w:numId w:val="10"/>
        </w:numPr>
      </w:pPr>
      <w:proofErr w:type="gramStart"/>
      <w:r w:rsidRPr="00606FFB">
        <w:t>odbiór</w:t>
      </w:r>
      <w:proofErr w:type="gramEnd"/>
      <w:r w:rsidRPr="00606FFB">
        <w:t xml:space="preserve"> końcowy.</w:t>
      </w:r>
    </w:p>
    <w:p w:rsidR="0024724E" w:rsidRPr="001737BF" w:rsidRDefault="0024724E" w:rsidP="0024724E">
      <w:pPr>
        <w:pStyle w:val="Tekstpodstawowy"/>
        <w:widowControl w:val="0"/>
        <w:numPr>
          <w:ilvl w:val="0"/>
          <w:numId w:val="10"/>
        </w:numPr>
        <w:suppressAutoHyphens w:val="0"/>
        <w:autoSpaceDE w:val="0"/>
        <w:adjustRightInd w:val="0"/>
        <w:spacing w:line="276" w:lineRule="auto"/>
        <w:ind w:right="23"/>
        <w:textAlignment w:val="auto"/>
        <w:rPr>
          <w:rFonts w:ascii="Arial" w:hAnsi="Arial" w:cs="Arial"/>
          <w:sz w:val="22"/>
          <w:szCs w:val="22"/>
        </w:rPr>
      </w:pPr>
      <w:r w:rsidRPr="001737BF">
        <w:rPr>
          <w:rFonts w:ascii="Arial" w:hAnsi="Arial" w:cs="Arial"/>
          <w:sz w:val="22"/>
          <w:szCs w:val="22"/>
        </w:rPr>
        <w:t xml:space="preserve">Zamawiający zobowiązuje Wykonawcę do uczestniczenia we wszystkich odbiorach dotyczących przedmiotu </w:t>
      </w:r>
      <w:r w:rsidRPr="001737BF">
        <w:rPr>
          <w:rFonts w:ascii="Arial" w:eastAsia="Calibri" w:hAnsi="Arial" w:cs="Arial"/>
          <w:sz w:val="22"/>
          <w:szCs w:val="22"/>
          <w:lang w:eastAsia="en-US"/>
        </w:rPr>
        <w:t>niniejszej</w:t>
      </w:r>
      <w:r w:rsidRPr="001737BF">
        <w:rPr>
          <w:rFonts w:ascii="Arial" w:hAnsi="Arial" w:cs="Arial"/>
          <w:sz w:val="22"/>
          <w:szCs w:val="22"/>
        </w:rPr>
        <w:t xml:space="preserve"> umowy.</w:t>
      </w:r>
    </w:p>
    <w:p w:rsidR="0024724E" w:rsidRDefault="0024724E" w:rsidP="0024724E">
      <w:pPr>
        <w:pStyle w:val="Tekstpodstawowy"/>
        <w:widowControl w:val="0"/>
        <w:numPr>
          <w:ilvl w:val="0"/>
          <w:numId w:val="10"/>
        </w:numPr>
        <w:suppressAutoHyphens w:val="0"/>
        <w:autoSpaceDE w:val="0"/>
        <w:adjustRightInd w:val="0"/>
        <w:spacing w:line="276" w:lineRule="auto"/>
        <w:ind w:right="23"/>
        <w:textAlignment w:val="auto"/>
        <w:rPr>
          <w:rFonts w:ascii="Arial" w:hAnsi="Arial" w:cs="Arial"/>
          <w:sz w:val="22"/>
          <w:szCs w:val="22"/>
        </w:rPr>
      </w:pPr>
      <w:r w:rsidRPr="001737BF">
        <w:rPr>
          <w:rFonts w:ascii="Arial" w:hAnsi="Arial" w:cs="Arial"/>
          <w:sz w:val="22"/>
          <w:szCs w:val="22"/>
        </w:rPr>
        <w:t>Odbiorów technicznych robót zanikających lub ul</w:t>
      </w:r>
      <w:r>
        <w:rPr>
          <w:rFonts w:ascii="Arial" w:hAnsi="Arial" w:cs="Arial"/>
          <w:sz w:val="22"/>
          <w:szCs w:val="22"/>
        </w:rPr>
        <w:t>e</w:t>
      </w:r>
      <w:r w:rsidRPr="001737BF">
        <w:rPr>
          <w:rFonts w:ascii="Arial" w:hAnsi="Arial" w:cs="Arial"/>
          <w:sz w:val="22"/>
          <w:szCs w:val="22"/>
        </w:rPr>
        <w:t>gających zakryciu dokonuje Inspektor Nadzoru. Dodatkowo przedstawiciel zamawiającego ma prawo uczestniczyć w każdym dowolnym odbiorze robót. Gotowość odbiorów technicznych robót zanikających lub</w:t>
      </w:r>
      <w:r>
        <w:rPr>
          <w:rFonts w:ascii="Arial" w:hAnsi="Arial" w:cs="Arial"/>
          <w:sz w:val="22"/>
          <w:szCs w:val="22"/>
        </w:rPr>
        <w:t> </w:t>
      </w:r>
      <w:r w:rsidRPr="001737BF">
        <w:rPr>
          <w:rFonts w:ascii="Arial" w:hAnsi="Arial" w:cs="Arial"/>
          <w:sz w:val="22"/>
          <w:szCs w:val="22"/>
        </w:rPr>
        <w:t>ul</w:t>
      </w:r>
      <w:r>
        <w:rPr>
          <w:rFonts w:ascii="Arial" w:hAnsi="Arial" w:cs="Arial"/>
          <w:sz w:val="22"/>
          <w:szCs w:val="22"/>
        </w:rPr>
        <w:t>e</w:t>
      </w:r>
      <w:r w:rsidRPr="001737BF">
        <w:rPr>
          <w:rFonts w:ascii="Arial" w:hAnsi="Arial" w:cs="Arial"/>
          <w:sz w:val="22"/>
          <w:szCs w:val="22"/>
        </w:rPr>
        <w:t>gających zakryciu Wykonawca zgłasza pisemnie lub emailem Zamawiającemu</w:t>
      </w:r>
      <w:r>
        <w:rPr>
          <w:rFonts w:ascii="Arial" w:hAnsi="Arial" w:cs="Arial"/>
          <w:sz w:val="22"/>
          <w:szCs w:val="22"/>
        </w:rPr>
        <w:t>,</w:t>
      </w:r>
      <w:r w:rsidRPr="001737BF">
        <w:rPr>
          <w:rFonts w:ascii="Arial" w:hAnsi="Arial" w:cs="Arial"/>
          <w:sz w:val="22"/>
          <w:szCs w:val="22"/>
        </w:rPr>
        <w:t xml:space="preserve"> a</w:t>
      </w:r>
      <w:r>
        <w:rPr>
          <w:rFonts w:ascii="Arial" w:hAnsi="Arial" w:cs="Arial"/>
          <w:sz w:val="22"/>
          <w:szCs w:val="22"/>
        </w:rPr>
        <w:t> </w:t>
      </w:r>
      <w:r w:rsidRPr="001737BF">
        <w:rPr>
          <w:rFonts w:ascii="Arial" w:hAnsi="Arial" w:cs="Arial"/>
          <w:sz w:val="22"/>
          <w:szCs w:val="22"/>
        </w:rPr>
        <w:t xml:space="preserve">kierownik budowy zgłoszenia dokonuje również w dzienniku budowy. Pominięcie zgłoszenia odbioru robót w formie pisemnej lub emailem może skutkować odmową odbioru – decyzję podejmuje inspektor nadzoru. Odbiór robót ulegających zakryciu będzie przeprowadzony </w:t>
      </w:r>
      <w:r w:rsidRPr="001737BF">
        <w:rPr>
          <w:rFonts w:ascii="Arial" w:hAnsi="Arial" w:cs="Arial"/>
          <w:sz w:val="22"/>
          <w:szCs w:val="22"/>
        </w:rPr>
        <w:lastRenderedPageBreak/>
        <w:t>niezwłocznie, nie później niż w ciągu 3 dni roboczych od daty zgłoszenia. Zgłoszenie, które wpłynie do Zamawiającego po godz. 14.00 liczone jest jakby wpłynęło od dnia następnego. Prawidłowe wykonanie robót zanikających lub</w:t>
      </w:r>
      <w:r>
        <w:rPr>
          <w:rFonts w:ascii="Arial" w:hAnsi="Arial" w:cs="Arial"/>
          <w:sz w:val="22"/>
          <w:szCs w:val="22"/>
        </w:rPr>
        <w:t> </w:t>
      </w:r>
      <w:r w:rsidRPr="001737BF">
        <w:rPr>
          <w:rFonts w:ascii="Arial" w:hAnsi="Arial" w:cs="Arial"/>
          <w:sz w:val="22"/>
          <w:szCs w:val="22"/>
        </w:rPr>
        <w:t>ul</w:t>
      </w:r>
      <w:r>
        <w:rPr>
          <w:rFonts w:ascii="Arial" w:hAnsi="Arial" w:cs="Arial"/>
          <w:sz w:val="22"/>
          <w:szCs w:val="22"/>
        </w:rPr>
        <w:t>e</w:t>
      </w:r>
      <w:r w:rsidRPr="001737BF">
        <w:rPr>
          <w:rFonts w:ascii="Arial" w:hAnsi="Arial" w:cs="Arial"/>
          <w:sz w:val="22"/>
          <w:szCs w:val="22"/>
        </w:rPr>
        <w:t>gających zakryciu potwierdza podpisany przez Inspektora Nadzoru protokół odbioru robót ulegających zakryciu</w:t>
      </w:r>
      <w:r>
        <w:rPr>
          <w:rFonts w:ascii="Arial" w:hAnsi="Arial" w:cs="Arial"/>
          <w:sz w:val="22"/>
          <w:szCs w:val="22"/>
        </w:rPr>
        <w:t xml:space="preserve"> i </w:t>
      </w:r>
      <w:proofErr w:type="gramStart"/>
      <w:r>
        <w:rPr>
          <w:rFonts w:ascii="Arial" w:hAnsi="Arial" w:cs="Arial"/>
          <w:sz w:val="22"/>
          <w:szCs w:val="22"/>
        </w:rPr>
        <w:t xml:space="preserve">zanikowych </w:t>
      </w:r>
      <w:r w:rsidRPr="001737BF">
        <w:rPr>
          <w:rFonts w:ascii="Arial" w:hAnsi="Arial" w:cs="Arial"/>
          <w:sz w:val="22"/>
          <w:szCs w:val="22"/>
        </w:rPr>
        <w:t xml:space="preserve"> i</w:t>
      </w:r>
      <w:proofErr w:type="gramEnd"/>
      <w:r w:rsidRPr="001737BF">
        <w:rPr>
          <w:rFonts w:ascii="Arial" w:hAnsi="Arial" w:cs="Arial"/>
          <w:sz w:val="22"/>
          <w:szCs w:val="22"/>
        </w:rPr>
        <w:t xml:space="preserve"> wpis do dziennika budowy.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niezgłoszenia robót zanikających lub ulegających zakryciu do odbioru, a następnie na własny koszt przywrócić stan poprzedni. </w:t>
      </w:r>
    </w:p>
    <w:p w:rsidR="007C229D" w:rsidRDefault="007C229D" w:rsidP="0024724E">
      <w:pPr>
        <w:pStyle w:val="Tekstpodstawowy"/>
        <w:widowControl w:val="0"/>
        <w:numPr>
          <w:ilvl w:val="0"/>
          <w:numId w:val="10"/>
        </w:numPr>
        <w:suppressAutoHyphens w:val="0"/>
        <w:autoSpaceDE w:val="0"/>
        <w:adjustRightInd w:val="0"/>
        <w:spacing w:line="276" w:lineRule="auto"/>
        <w:ind w:right="23"/>
        <w:textAlignment w:val="auto"/>
        <w:rPr>
          <w:rFonts w:ascii="Arial" w:hAnsi="Arial" w:cs="Arial"/>
          <w:sz w:val="22"/>
          <w:szCs w:val="22"/>
        </w:rPr>
      </w:pPr>
      <w:r>
        <w:rPr>
          <w:rFonts w:ascii="Arial" w:hAnsi="Arial" w:cs="Arial"/>
          <w:sz w:val="22"/>
          <w:szCs w:val="22"/>
        </w:rPr>
        <w:t>Na każde wezwanie Zamawiającego (lub Inspektora Nadzoru) Wykonawca obowiązany jest dostarczyć:</w:t>
      </w:r>
    </w:p>
    <w:p w:rsidR="007C229D" w:rsidRDefault="007C229D" w:rsidP="007C229D">
      <w:pPr>
        <w:pStyle w:val="Tekstpodstawowy"/>
        <w:widowControl w:val="0"/>
        <w:numPr>
          <w:ilvl w:val="1"/>
          <w:numId w:val="10"/>
        </w:numPr>
        <w:suppressAutoHyphens w:val="0"/>
        <w:autoSpaceDE w:val="0"/>
        <w:adjustRightInd w:val="0"/>
        <w:spacing w:line="276" w:lineRule="auto"/>
        <w:ind w:right="23"/>
        <w:textAlignment w:val="auto"/>
        <w:rPr>
          <w:rFonts w:ascii="Arial" w:hAnsi="Arial" w:cs="Arial"/>
          <w:sz w:val="22"/>
          <w:szCs w:val="22"/>
        </w:rPr>
      </w:pPr>
      <w:r>
        <w:rPr>
          <w:rFonts w:ascii="Arial" w:hAnsi="Arial" w:cs="Arial"/>
          <w:sz w:val="22"/>
          <w:szCs w:val="22"/>
        </w:rPr>
        <w:t>Certyfikaty na znak bezpieczeństwa</w:t>
      </w:r>
    </w:p>
    <w:p w:rsidR="007C229D" w:rsidRPr="001737BF" w:rsidRDefault="007C229D" w:rsidP="007C229D">
      <w:pPr>
        <w:pStyle w:val="Tekstpodstawowy"/>
        <w:widowControl w:val="0"/>
        <w:numPr>
          <w:ilvl w:val="1"/>
          <w:numId w:val="10"/>
        </w:numPr>
        <w:suppressAutoHyphens w:val="0"/>
        <w:autoSpaceDE w:val="0"/>
        <w:adjustRightInd w:val="0"/>
        <w:spacing w:line="276" w:lineRule="auto"/>
        <w:ind w:right="23"/>
        <w:textAlignment w:val="auto"/>
        <w:rPr>
          <w:rFonts w:ascii="Arial" w:hAnsi="Arial" w:cs="Arial"/>
          <w:sz w:val="22"/>
          <w:szCs w:val="22"/>
        </w:rPr>
      </w:pPr>
      <w:r>
        <w:rPr>
          <w:rFonts w:ascii="Arial" w:hAnsi="Arial" w:cs="Arial"/>
          <w:sz w:val="22"/>
          <w:szCs w:val="22"/>
        </w:rPr>
        <w:t>Certyfikaty zgodności lub deklaracje zgodności z obowiązującymi normami i aprobatami technicznymi</w:t>
      </w:r>
    </w:p>
    <w:p w:rsidR="0024724E" w:rsidRPr="0024724E" w:rsidRDefault="0024724E" w:rsidP="0024724E">
      <w:pPr>
        <w:pStyle w:val="Akapitzlist"/>
        <w:numPr>
          <w:ilvl w:val="0"/>
          <w:numId w:val="10"/>
        </w:numPr>
        <w:jc w:val="both"/>
      </w:pPr>
      <w:r w:rsidRPr="001737BF">
        <w:rPr>
          <w:rFonts w:cs="Arial"/>
        </w:rPr>
        <w:t>Wykonawca nie może odmówić usunięcia wad i usterek stwierdzonych podczas odbiorów lub ujawnionych w okresie gwarancji bez względu na wysokość związanych z</w:t>
      </w:r>
      <w:r>
        <w:rPr>
          <w:rFonts w:cs="Arial"/>
        </w:rPr>
        <w:t> </w:t>
      </w:r>
      <w:r w:rsidRPr="001737BF">
        <w:rPr>
          <w:rFonts w:cs="Arial"/>
        </w:rPr>
        <w:t xml:space="preserve">tym kosztów. Wykonawca zobowiązany jest </w:t>
      </w:r>
      <w:r>
        <w:rPr>
          <w:rFonts w:cs="Arial"/>
        </w:rPr>
        <w:t xml:space="preserve">również </w:t>
      </w:r>
      <w:r w:rsidRPr="001737BF">
        <w:rPr>
          <w:rFonts w:cs="Arial"/>
        </w:rPr>
        <w:t>do niezwłocznego usunięcia wad i usterek zgłoszonych przez organy</w:t>
      </w:r>
      <w:r>
        <w:rPr>
          <w:rFonts w:cs="Arial"/>
        </w:rPr>
        <w:t>,</w:t>
      </w:r>
      <w:r w:rsidRPr="001737BF">
        <w:rPr>
          <w:rFonts w:cs="Arial"/>
        </w:rPr>
        <w:t xml:space="preserve"> o których mowa w art. 56 ust. 1 ustawy z dnia 7 lipca 1994r. – Prawo budowlane (</w:t>
      </w:r>
      <w:r>
        <w:rPr>
          <w:rFonts w:cs="Arial"/>
        </w:rPr>
        <w:t xml:space="preserve">t. j. </w:t>
      </w:r>
      <w:r w:rsidRPr="001737BF">
        <w:rPr>
          <w:rFonts w:cs="Arial"/>
        </w:rPr>
        <w:t>Dz. U z 2020</w:t>
      </w:r>
      <w:r>
        <w:rPr>
          <w:rFonts w:cs="Arial"/>
        </w:rPr>
        <w:t xml:space="preserve"> </w:t>
      </w:r>
      <w:r w:rsidRPr="001737BF">
        <w:rPr>
          <w:rFonts w:cs="Arial"/>
        </w:rPr>
        <w:t>r. poz. 1333</w:t>
      </w:r>
      <w:r>
        <w:rPr>
          <w:rFonts w:cs="Arial"/>
        </w:rPr>
        <w:t>, ze zm.)</w:t>
      </w:r>
    </w:p>
    <w:p w:rsidR="0024724E" w:rsidRPr="0037067D" w:rsidRDefault="0024724E" w:rsidP="006D4A83">
      <w:pPr>
        <w:ind w:left="360"/>
        <w:jc w:val="both"/>
        <w:rPr>
          <w:rStyle w:val="LPzwykly"/>
        </w:rPr>
      </w:pPr>
    </w:p>
    <w:p w:rsidR="00927951" w:rsidRPr="00927951" w:rsidRDefault="00927951" w:rsidP="00927951">
      <w:pPr>
        <w:jc w:val="both"/>
        <w:rPr>
          <w:rStyle w:val="LPzwykly"/>
        </w:rPr>
      </w:pPr>
    </w:p>
    <w:p w:rsidR="00927951" w:rsidRPr="006B5E35" w:rsidRDefault="00927951" w:rsidP="006B5E35">
      <w:pPr>
        <w:jc w:val="center"/>
        <w:rPr>
          <w:rStyle w:val="LPzwykly"/>
          <w:b/>
        </w:rPr>
      </w:pPr>
      <w:r w:rsidRPr="006B5E35">
        <w:rPr>
          <w:rStyle w:val="LPzwykly"/>
          <w:b/>
        </w:rPr>
        <w:t>§9</w:t>
      </w:r>
    </w:p>
    <w:p w:rsidR="00927951" w:rsidRPr="00927951" w:rsidRDefault="00927951" w:rsidP="00927951">
      <w:pPr>
        <w:jc w:val="both"/>
        <w:rPr>
          <w:rStyle w:val="LPzwykly"/>
        </w:rPr>
      </w:pPr>
    </w:p>
    <w:p w:rsidR="006B5E35" w:rsidRDefault="00927951" w:rsidP="00130BF1">
      <w:pPr>
        <w:pStyle w:val="Akapitzlist"/>
        <w:numPr>
          <w:ilvl w:val="0"/>
          <w:numId w:val="11"/>
        </w:numPr>
        <w:jc w:val="both"/>
        <w:rPr>
          <w:rStyle w:val="LPzwykly"/>
        </w:rPr>
      </w:pPr>
      <w:r w:rsidRPr="00927951">
        <w:rPr>
          <w:rStyle w:val="LPzwykly"/>
        </w:rPr>
        <w:t>Wykonawca zobowiązuje się do rozpoczęcia realizowania Robót budowlanych niezwłocznie po przekazaniu terenu budowy, jednak nie później niż w ciągu 7 dni od jego przekazania.</w:t>
      </w:r>
    </w:p>
    <w:p w:rsidR="00927951" w:rsidRPr="00927951" w:rsidRDefault="00927951" w:rsidP="00130BF1">
      <w:pPr>
        <w:pStyle w:val="Akapitzlist"/>
        <w:numPr>
          <w:ilvl w:val="0"/>
          <w:numId w:val="11"/>
        </w:numPr>
        <w:jc w:val="both"/>
        <w:rPr>
          <w:rStyle w:val="LPzwykly"/>
        </w:rPr>
      </w:pPr>
      <w:r w:rsidRPr="00927951">
        <w:rPr>
          <w:rStyle w:val="LPzwykly"/>
        </w:rPr>
        <w:t>Przekazanie terenu robót nastąpi na podstawie protokołu. Od tej chwili - aż do momentu przekazania terenu Zamawiającemu, Wykonawca będzie ponosił odpowiedzialność za wszelkie szkody związane z realizacją umowy, zgodnie z</w:t>
      </w:r>
      <w:r w:rsidR="00224C33">
        <w:rPr>
          <w:rStyle w:val="LPzwykly"/>
        </w:rPr>
        <w:t xml:space="preserve"> </w:t>
      </w:r>
      <w:r w:rsidRPr="00927951">
        <w:rPr>
          <w:rStyle w:val="LPzwykly"/>
        </w:rPr>
        <w:t xml:space="preserve">§ </w:t>
      </w:r>
      <w:r w:rsidR="00AA52DF">
        <w:rPr>
          <w:rStyle w:val="LPzwykly"/>
        </w:rPr>
        <w:t>17</w:t>
      </w:r>
      <w:r w:rsidRPr="00927951">
        <w:rPr>
          <w:rStyle w:val="LPzwykly"/>
        </w:rPr>
        <w:t xml:space="preserve"> ust. </w:t>
      </w:r>
      <w:r w:rsidR="00AA52DF">
        <w:rPr>
          <w:rStyle w:val="LPzwykly"/>
        </w:rPr>
        <w:t>4</w:t>
      </w:r>
      <w:r w:rsidRPr="00927951">
        <w:rPr>
          <w:rStyle w:val="LPzwykly"/>
        </w:rPr>
        <w:t>.</w:t>
      </w:r>
    </w:p>
    <w:p w:rsidR="006B5E35" w:rsidRDefault="006B5E35" w:rsidP="00927951">
      <w:pPr>
        <w:jc w:val="both"/>
        <w:rPr>
          <w:rStyle w:val="LPzwykly"/>
        </w:rPr>
      </w:pPr>
    </w:p>
    <w:p w:rsidR="00927951" w:rsidRPr="006B5E35" w:rsidRDefault="00927951" w:rsidP="006B5E35">
      <w:pPr>
        <w:jc w:val="center"/>
        <w:rPr>
          <w:rStyle w:val="LPzwykly"/>
          <w:b/>
        </w:rPr>
      </w:pPr>
      <w:r w:rsidRPr="006B5E35">
        <w:rPr>
          <w:rStyle w:val="LPzwykly"/>
          <w:b/>
        </w:rPr>
        <w:t>TERMIN WYKONANIA UMOWY I ODBIORY ROBÓT</w:t>
      </w:r>
    </w:p>
    <w:p w:rsidR="00927951" w:rsidRPr="006B5E35" w:rsidRDefault="00927951" w:rsidP="006B5E35">
      <w:pPr>
        <w:jc w:val="center"/>
        <w:rPr>
          <w:rStyle w:val="LPzwykly"/>
          <w:b/>
        </w:rPr>
      </w:pPr>
    </w:p>
    <w:p w:rsidR="00927951" w:rsidRPr="006B5E35" w:rsidRDefault="00927951" w:rsidP="006B5E35">
      <w:pPr>
        <w:jc w:val="center"/>
        <w:rPr>
          <w:rStyle w:val="LPzwykly"/>
          <w:b/>
        </w:rPr>
      </w:pPr>
      <w:r w:rsidRPr="006B5E35">
        <w:rPr>
          <w:rStyle w:val="LPzwykly"/>
          <w:b/>
        </w:rPr>
        <w:t>§ 10</w:t>
      </w:r>
    </w:p>
    <w:p w:rsidR="006B5E35" w:rsidRPr="00927951" w:rsidRDefault="006B5E35" w:rsidP="00927951">
      <w:pPr>
        <w:jc w:val="both"/>
        <w:rPr>
          <w:rStyle w:val="LPzwykly"/>
        </w:rPr>
      </w:pPr>
    </w:p>
    <w:p w:rsidR="00224C33" w:rsidRDefault="00927951" w:rsidP="00130BF1">
      <w:pPr>
        <w:pStyle w:val="Akapitzlist"/>
        <w:numPr>
          <w:ilvl w:val="0"/>
          <w:numId w:val="12"/>
        </w:numPr>
        <w:jc w:val="both"/>
        <w:rPr>
          <w:rStyle w:val="LPzwykly"/>
        </w:rPr>
      </w:pPr>
      <w:r w:rsidRPr="00927951">
        <w:rPr>
          <w:rStyle w:val="LPzwykly"/>
        </w:rPr>
        <w:t>Przedmiot umow</w:t>
      </w:r>
      <w:r w:rsidR="00392556">
        <w:rPr>
          <w:rStyle w:val="LPzwykly"/>
        </w:rPr>
        <w:t xml:space="preserve">y zostanie wykonany w terminie do 31.05.2023 </w:t>
      </w:r>
      <w:proofErr w:type="gramStart"/>
      <w:r w:rsidR="00392556">
        <w:rPr>
          <w:rStyle w:val="LPzwykly"/>
        </w:rPr>
        <w:t>r</w:t>
      </w:r>
      <w:proofErr w:type="gramEnd"/>
      <w:r w:rsidR="00392556">
        <w:rPr>
          <w:rStyle w:val="LPzwykly"/>
        </w:rPr>
        <w:t xml:space="preserve">. </w:t>
      </w:r>
    </w:p>
    <w:p w:rsidR="00224C33" w:rsidRDefault="00927951" w:rsidP="00130BF1">
      <w:pPr>
        <w:pStyle w:val="Akapitzlist"/>
        <w:numPr>
          <w:ilvl w:val="0"/>
          <w:numId w:val="12"/>
        </w:numPr>
        <w:jc w:val="both"/>
        <w:rPr>
          <w:rStyle w:val="LPzwykly"/>
        </w:rPr>
      </w:pPr>
      <w:r w:rsidRPr="00927951">
        <w:rPr>
          <w:rStyle w:val="LPzwykly"/>
        </w:rPr>
        <w:t>Za termin wykonania przedmiotu umowy uznaje się zakończenie robót budowlanych określonych w Umowie, wykonanie przez Wykonawcę wszelkich wymaganych poprawek, uporządkowanie terenu budowy oraz terenu wykorzystywanego przez Wykonawcę w</w:t>
      </w:r>
      <w:r>
        <w:rPr>
          <w:rStyle w:val="LPzwykly"/>
        </w:rPr>
        <w:t xml:space="preserve"> </w:t>
      </w:r>
      <w:r w:rsidRPr="00927951">
        <w:rPr>
          <w:rStyle w:val="LPzwykly"/>
        </w:rPr>
        <w:t>trakcie wykonywania umowy i skompletowanie dokumentacji powykonawczej.</w:t>
      </w:r>
    </w:p>
    <w:p w:rsidR="00927951" w:rsidRDefault="00927951" w:rsidP="00130BF1">
      <w:pPr>
        <w:pStyle w:val="Akapitzlist"/>
        <w:numPr>
          <w:ilvl w:val="0"/>
          <w:numId w:val="12"/>
        </w:numPr>
        <w:jc w:val="both"/>
        <w:rPr>
          <w:rStyle w:val="LPzwykly"/>
        </w:rPr>
      </w:pPr>
      <w:r w:rsidRPr="00927951">
        <w:rPr>
          <w:rStyle w:val="LPzwykly"/>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p>
    <w:p w:rsidR="00392556" w:rsidRPr="00927951" w:rsidRDefault="00392556" w:rsidP="00130BF1">
      <w:pPr>
        <w:pStyle w:val="Akapitzlist"/>
        <w:numPr>
          <w:ilvl w:val="0"/>
          <w:numId w:val="12"/>
        </w:numPr>
        <w:jc w:val="both"/>
        <w:rPr>
          <w:rStyle w:val="LPzwykly"/>
        </w:rPr>
      </w:pPr>
      <w:r>
        <w:rPr>
          <w:rStyle w:val="LPzwykly"/>
        </w:rPr>
        <w:t>Gotowość danej części robót do odbioru zgłasza Wykonawca wpisem do dziennika budowy i jednoczesnym powiadomieniem inspektora nadzoru.</w:t>
      </w:r>
      <w:r w:rsidR="00676E54">
        <w:rPr>
          <w:rStyle w:val="LPzwykly"/>
        </w:rPr>
        <w:t xml:space="preserve"> Odbiorów częściowych dokonuje inspektor nadzoru. </w:t>
      </w:r>
    </w:p>
    <w:p w:rsidR="00927951" w:rsidRPr="00927951" w:rsidRDefault="00927951" w:rsidP="00927951">
      <w:pPr>
        <w:jc w:val="both"/>
        <w:rPr>
          <w:rStyle w:val="LPzwykly"/>
        </w:rPr>
      </w:pPr>
    </w:p>
    <w:p w:rsidR="006D4A83" w:rsidRDefault="006D4A83" w:rsidP="00224C33">
      <w:pPr>
        <w:jc w:val="center"/>
        <w:rPr>
          <w:rStyle w:val="LPzwykly"/>
          <w:b/>
        </w:rPr>
      </w:pPr>
    </w:p>
    <w:p w:rsidR="006D4A83" w:rsidRDefault="006D4A83" w:rsidP="00224C33">
      <w:pPr>
        <w:jc w:val="center"/>
        <w:rPr>
          <w:rStyle w:val="LPzwykly"/>
          <w:b/>
        </w:rPr>
      </w:pPr>
    </w:p>
    <w:p w:rsidR="00224C33" w:rsidRDefault="00224C33" w:rsidP="00224C33">
      <w:pPr>
        <w:jc w:val="center"/>
        <w:rPr>
          <w:rStyle w:val="LPzwykly"/>
          <w:b/>
        </w:rPr>
      </w:pPr>
      <w:r w:rsidRPr="00224C33">
        <w:rPr>
          <w:rStyle w:val="LPzwykly"/>
          <w:b/>
        </w:rPr>
        <w:t>ODBIÓR KOŃCOWY</w:t>
      </w:r>
    </w:p>
    <w:p w:rsidR="00C152A9" w:rsidRPr="00224C33" w:rsidRDefault="00C152A9" w:rsidP="00224C33">
      <w:pPr>
        <w:jc w:val="center"/>
        <w:rPr>
          <w:rStyle w:val="LPzwykly"/>
          <w:b/>
        </w:rPr>
      </w:pPr>
    </w:p>
    <w:p w:rsidR="00927951" w:rsidRPr="00224C33" w:rsidRDefault="00927951" w:rsidP="00224C33">
      <w:pPr>
        <w:jc w:val="center"/>
        <w:rPr>
          <w:rStyle w:val="LPzwykly"/>
          <w:b/>
        </w:rPr>
      </w:pPr>
      <w:r w:rsidRPr="00224C33">
        <w:rPr>
          <w:rStyle w:val="LPzwykly"/>
          <w:b/>
        </w:rPr>
        <w:t>§ 11</w:t>
      </w:r>
    </w:p>
    <w:p w:rsidR="00224C33" w:rsidRPr="00927951" w:rsidRDefault="00224C33" w:rsidP="00927951">
      <w:pPr>
        <w:jc w:val="both"/>
        <w:rPr>
          <w:rStyle w:val="LPzwykly"/>
        </w:rPr>
      </w:pPr>
    </w:p>
    <w:p w:rsidR="00224C33" w:rsidRDefault="00927951" w:rsidP="00130BF1">
      <w:pPr>
        <w:pStyle w:val="Akapitzlist"/>
        <w:numPr>
          <w:ilvl w:val="0"/>
          <w:numId w:val="13"/>
        </w:numPr>
        <w:jc w:val="both"/>
        <w:rPr>
          <w:rStyle w:val="LPzwykly"/>
        </w:rPr>
      </w:pPr>
      <w:r w:rsidRPr="00927951">
        <w:rPr>
          <w:rStyle w:val="LPzwykly"/>
        </w:rPr>
        <w:t>Odbiór końcowy robót, polegający na ocenie ilości i jakości wykonanych prac powinien być przez Wykonawcę zgłoszony Zamawiającemu na piśmie pod rygorem nieważności.</w:t>
      </w:r>
    </w:p>
    <w:p w:rsidR="00224C33" w:rsidRDefault="00927951" w:rsidP="00130BF1">
      <w:pPr>
        <w:pStyle w:val="Akapitzlist"/>
        <w:numPr>
          <w:ilvl w:val="0"/>
          <w:numId w:val="13"/>
        </w:numPr>
        <w:jc w:val="both"/>
        <w:rPr>
          <w:rStyle w:val="LPzwykly"/>
        </w:rPr>
      </w:pPr>
      <w:r w:rsidRPr="00927951">
        <w:rPr>
          <w:rStyle w:val="LPzwykly"/>
        </w:rPr>
        <w:t>Wykonawca zawiadomi odrębnym pismem Zamawiającego o gotowości do przekazania Przedmiotu Umowy Zamawiającemu i dokonania odbioru końcowego.</w:t>
      </w:r>
    </w:p>
    <w:p w:rsidR="00224C33" w:rsidRDefault="00927951" w:rsidP="00130BF1">
      <w:pPr>
        <w:pStyle w:val="Akapitzlist"/>
        <w:numPr>
          <w:ilvl w:val="0"/>
          <w:numId w:val="13"/>
        </w:numPr>
        <w:jc w:val="both"/>
        <w:rPr>
          <w:rStyle w:val="LPzwykly"/>
        </w:rPr>
      </w:pPr>
      <w:r w:rsidRPr="00927951">
        <w:rPr>
          <w:rStyle w:val="LPzwykly"/>
        </w:rPr>
        <w:t>Zamawiający przystąpi do odbioru końcowego w terminie 5 dni roboczych</w:t>
      </w:r>
      <w:r w:rsidR="00E11641">
        <w:rPr>
          <w:rStyle w:val="LPzwykly"/>
        </w:rPr>
        <w:t>,</w:t>
      </w:r>
      <w:r w:rsidRPr="00927951">
        <w:rPr>
          <w:rStyle w:val="LPzwykly"/>
        </w:rPr>
        <w:t xml:space="preserve"> od dnia zgłoszenia</w:t>
      </w:r>
      <w:r>
        <w:rPr>
          <w:rStyle w:val="LPzwykly"/>
        </w:rPr>
        <w:t xml:space="preserve"> </w:t>
      </w:r>
      <w:r w:rsidRPr="00927951">
        <w:rPr>
          <w:rStyle w:val="LPzwykly"/>
        </w:rPr>
        <w:t>przez Wykonawcę</w:t>
      </w:r>
      <w:r>
        <w:rPr>
          <w:rStyle w:val="LPzwykly"/>
        </w:rPr>
        <w:t xml:space="preserve"> </w:t>
      </w:r>
      <w:r w:rsidRPr="00927951">
        <w:rPr>
          <w:rStyle w:val="LPzwykly"/>
        </w:rPr>
        <w:t>Zamawiającemu</w:t>
      </w:r>
      <w:r w:rsidR="00E11641">
        <w:rPr>
          <w:rStyle w:val="LPzwykly"/>
        </w:rPr>
        <w:t>,</w:t>
      </w:r>
      <w:r>
        <w:rPr>
          <w:rStyle w:val="LPzwykly"/>
        </w:rPr>
        <w:t xml:space="preserve"> </w:t>
      </w:r>
      <w:r w:rsidRPr="00927951">
        <w:rPr>
          <w:rStyle w:val="LPzwykly"/>
        </w:rPr>
        <w:t>gotowości</w:t>
      </w:r>
      <w:r>
        <w:rPr>
          <w:rStyle w:val="LPzwykly"/>
        </w:rPr>
        <w:t xml:space="preserve"> </w:t>
      </w:r>
      <w:r w:rsidRPr="00927951">
        <w:rPr>
          <w:rStyle w:val="LPzwykly"/>
        </w:rPr>
        <w:t>do</w:t>
      </w:r>
      <w:r>
        <w:rPr>
          <w:rStyle w:val="LPzwykly"/>
        </w:rPr>
        <w:t xml:space="preserve"> </w:t>
      </w:r>
      <w:r w:rsidR="00E11641">
        <w:rPr>
          <w:rStyle w:val="LPzwykly"/>
        </w:rPr>
        <w:t>odbioru. Z </w:t>
      </w:r>
      <w:r w:rsidRPr="00927951">
        <w:rPr>
          <w:rStyle w:val="LPzwykly"/>
        </w:rPr>
        <w:t>czynności odbioru końcowego sporządzany jest protokół, podpisywany przez przedstawicieli Stron.</w:t>
      </w:r>
    </w:p>
    <w:p w:rsidR="006D4A83" w:rsidRPr="0037067D" w:rsidRDefault="006D4A83" w:rsidP="006D4A83">
      <w:pPr>
        <w:pStyle w:val="Akapitzlist"/>
        <w:numPr>
          <w:ilvl w:val="0"/>
          <w:numId w:val="13"/>
        </w:numPr>
        <w:jc w:val="both"/>
      </w:pPr>
      <w:r w:rsidRPr="0037067D">
        <w:rPr>
          <w:rFonts w:eastAsia="Calibri" w:cs="Arial"/>
          <w:lang w:eastAsia="en-US"/>
        </w:rPr>
        <w:t>Wykonawca dostarczy Zamawiającemu kompletną dokumentację powykonawczą, która powinna zawierać:</w:t>
      </w:r>
    </w:p>
    <w:p w:rsidR="006D4A83" w:rsidRPr="0037067D" w:rsidRDefault="006D4A83" w:rsidP="006D4A83">
      <w:pPr>
        <w:pStyle w:val="Akapitzlist"/>
        <w:numPr>
          <w:ilvl w:val="1"/>
          <w:numId w:val="13"/>
        </w:numPr>
        <w:jc w:val="both"/>
      </w:pPr>
      <w:proofErr w:type="gramStart"/>
      <w:r w:rsidRPr="0037067D">
        <w:rPr>
          <w:rFonts w:eastAsia="Calibri" w:cs="Arial"/>
          <w:lang w:eastAsia="en-US"/>
        </w:rPr>
        <w:t>oryginał</w:t>
      </w:r>
      <w:proofErr w:type="gramEnd"/>
      <w:r w:rsidRPr="0037067D">
        <w:rPr>
          <w:rFonts w:eastAsia="Calibri" w:cs="Arial"/>
          <w:lang w:eastAsia="en-US"/>
        </w:rPr>
        <w:t xml:space="preserve"> dziennika budowy,</w:t>
      </w:r>
    </w:p>
    <w:p w:rsidR="006D4A83" w:rsidRPr="0037067D" w:rsidRDefault="006D4A83" w:rsidP="006D4A83">
      <w:pPr>
        <w:pStyle w:val="Akapitzlist"/>
        <w:numPr>
          <w:ilvl w:val="1"/>
          <w:numId w:val="13"/>
        </w:numPr>
        <w:jc w:val="both"/>
      </w:pPr>
      <w:proofErr w:type="gramStart"/>
      <w:r w:rsidRPr="0037067D">
        <w:rPr>
          <w:rFonts w:eastAsia="Calibri" w:cs="Arial"/>
          <w:lang w:eastAsia="en-US"/>
        </w:rPr>
        <w:t>dokumentacj</w:t>
      </w:r>
      <w:r w:rsidRPr="0037067D">
        <w:rPr>
          <w:rFonts w:eastAsia="TimesNewRoman" w:cs="Arial"/>
          <w:lang w:eastAsia="en-US"/>
        </w:rPr>
        <w:t>ę</w:t>
      </w:r>
      <w:proofErr w:type="gramEnd"/>
      <w:r w:rsidRPr="0037067D">
        <w:rPr>
          <w:rFonts w:eastAsia="TimesNewRoman" w:cs="Arial"/>
          <w:lang w:eastAsia="en-US"/>
        </w:rPr>
        <w:t xml:space="preserve"> </w:t>
      </w:r>
      <w:r w:rsidRPr="0037067D">
        <w:rPr>
          <w:rFonts w:eastAsia="Calibri" w:cs="Arial"/>
          <w:lang w:eastAsia="en-US"/>
        </w:rPr>
        <w:t xml:space="preserve">z naniesionymi zmianami dokonanymi w toku wykonywania robót podpisaną przez Kierownika Budowy, </w:t>
      </w:r>
    </w:p>
    <w:p w:rsidR="006D4A83" w:rsidRPr="0037067D" w:rsidRDefault="006D4A83" w:rsidP="006D4A83">
      <w:pPr>
        <w:pStyle w:val="Akapitzlist"/>
        <w:numPr>
          <w:ilvl w:val="1"/>
          <w:numId w:val="13"/>
        </w:numPr>
        <w:jc w:val="both"/>
      </w:pPr>
      <w:proofErr w:type="gramStart"/>
      <w:r w:rsidRPr="0037067D">
        <w:rPr>
          <w:rFonts w:eastAsia="Calibri" w:cs="Arial"/>
          <w:lang w:eastAsia="en-US"/>
        </w:rPr>
        <w:t>dokumenty</w:t>
      </w:r>
      <w:proofErr w:type="gramEnd"/>
      <w:r w:rsidRPr="0037067D">
        <w:rPr>
          <w:rFonts w:eastAsia="Calibri" w:cs="Arial"/>
          <w:lang w:eastAsia="en-US"/>
        </w:rPr>
        <w:t xml:space="preserve"> dopuszczaj</w:t>
      </w:r>
      <w:r w:rsidRPr="0037067D">
        <w:rPr>
          <w:rFonts w:eastAsia="TimesNewRoman" w:cs="Arial"/>
          <w:lang w:eastAsia="en-US"/>
        </w:rPr>
        <w:t>ą</w:t>
      </w:r>
      <w:r w:rsidRPr="0037067D">
        <w:rPr>
          <w:rFonts w:eastAsia="Calibri" w:cs="Arial"/>
          <w:lang w:eastAsia="en-US"/>
        </w:rPr>
        <w:t>ce materiały, wyroby i urz</w:t>
      </w:r>
      <w:r w:rsidRPr="0037067D">
        <w:rPr>
          <w:rFonts w:eastAsia="TimesNewRoman" w:cs="Arial"/>
          <w:lang w:eastAsia="en-US"/>
        </w:rPr>
        <w:t>ą</w:t>
      </w:r>
      <w:r w:rsidRPr="0037067D">
        <w:rPr>
          <w:rFonts w:eastAsia="Calibri" w:cs="Arial"/>
          <w:lang w:eastAsia="en-US"/>
        </w:rPr>
        <w:t xml:space="preserve">dzenia do stosowania w budownictwie - certyfikaty, aprobaty, atesty na wbudowane materiały i urządzenia oraz instrukcje użytkowania – w języku polskim, </w:t>
      </w:r>
    </w:p>
    <w:p w:rsidR="006D4A83" w:rsidRPr="0037067D" w:rsidRDefault="006D4A83" w:rsidP="006D4A83">
      <w:pPr>
        <w:pStyle w:val="Akapitzlist"/>
        <w:numPr>
          <w:ilvl w:val="1"/>
          <w:numId w:val="13"/>
        </w:numPr>
        <w:jc w:val="both"/>
      </w:pPr>
      <w:proofErr w:type="gramStart"/>
      <w:r w:rsidRPr="0037067D">
        <w:rPr>
          <w:rFonts w:eastAsia="Calibri" w:cs="Arial"/>
          <w:lang w:eastAsia="en-US"/>
        </w:rPr>
        <w:t>wszystkie</w:t>
      </w:r>
      <w:proofErr w:type="gramEnd"/>
      <w:r w:rsidRPr="0037067D">
        <w:rPr>
          <w:rFonts w:eastAsia="Calibri" w:cs="Arial"/>
          <w:lang w:eastAsia="en-US"/>
        </w:rPr>
        <w:t xml:space="preserve"> dokumenty, protokoły i zaświadczenia z przeprowadzonych przez Wykonawcę sprawdzeń, badań i prób, zwłaszcza dokumenty, o których mowa w art. 57 ustawy Prawo Budowlane,</w:t>
      </w:r>
    </w:p>
    <w:p w:rsidR="006D4A83" w:rsidRPr="0037067D" w:rsidRDefault="006D4A83" w:rsidP="006D4A83">
      <w:pPr>
        <w:pStyle w:val="Akapitzlist"/>
        <w:numPr>
          <w:ilvl w:val="1"/>
          <w:numId w:val="13"/>
        </w:numPr>
        <w:jc w:val="both"/>
      </w:pPr>
      <w:proofErr w:type="gramStart"/>
      <w:r w:rsidRPr="0037067D">
        <w:rPr>
          <w:rFonts w:eastAsia="Calibri" w:cs="Arial"/>
          <w:lang w:eastAsia="en-US"/>
        </w:rPr>
        <w:t>dokumentację</w:t>
      </w:r>
      <w:proofErr w:type="gramEnd"/>
      <w:r w:rsidRPr="0037067D">
        <w:rPr>
          <w:rFonts w:eastAsia="Calibri" w:cs="Arial"/>
          <w:lang w:eastAsia="en-US"/>
        </w:rPr>
        <w:t xml:space="preserve"> geodezyjną zawierającą wyniki geodezyjnej inwentaryzacji powykonawczej oraz informację o zgodności usytuowania obiektu budowalnego z projektem zagospodarowania działki lub terenu lub odstępstwach od tego projektu, sporządzoną przez osobę wykonującą samodzielne funkcje techniczne w dziedzinie geodezji i kartografii oraz posiadającą odpowiednie uprawnienia zawodowe,</w:t>
      </w:r>
    </w:p>
    <w:p w:rsidR="006D4A83" w:rsidRPr="0037067D" w:rsidRDefault="006D4A83" w:rsidP="006D4A83">
      <w:pPr>
        <w:pStyle w:val="Akapitzlist"/>
        <w:numPr>
          <w:ilvl w:val="1"/>
          <w:numId w:val="13"/>
        </w:numPr>
        <w:jc w:val="both"/>
      </w:pPr>
      <w:proofErr w:type="gramStart"/>
      <w:r w:rsidRPr="0037067D">
        <w:rPr>
          <w:rFonts w:eastAsia="Calibri" w:cs="Arial"/>
          <w:lang w:eastAsia="en-US"/>
        </w:rPr>
        <w:t>oświadczenie</w:t>
      </w:r>
      <w:proofErr w:type="gramEnd"/>
      <w:r w:rsidRPr="0037067D">
        <w:rPr>
          <w:rFonts w:eastAsia="Calibri" w:cs="Arial"/>
          <w:lang w:eastAsia="en-US"/>
        </w:rPr>
        <w:t xml:space="preserve"> kierownika budowy o zgodności wykonania prac budowlanych z projektem budowlanym, warunkami pozwolenia na budowę lub warunkami zgłoszenia na budowę oraz przepisami i obowiązującymi normami oraz o doprowadzeniu do należytego stanu i porządku terenu budowy, a także – w razie korzystania – drogi, ulicy, </w:t>
      </w:r>
    </w:p>
    <w:p w:rsidR="006D4A83" w:rsidRPr="0037067D" w:rsidRDefault="006D4A83" w:rsidP="006D4A83">
      <w:pPr>
        <w:pStyle w:val="Akapitzlist"/>
        <w:numPr>
          <w:ilvl w:val="1"/>
          <w:numId w:val="13"/>
        </w:numPr>
        <w:jc w:val="both"/>
      </w:pPr>
      <w:r w:rsidRPr="0037067D">
        <w:rPr>
          <w:rFonts w:eastAsia="Calibri" w:cs="Arial"/>
          <w:lang w:eastAsia="en-US"/>
        </w:rPr>
        <w:t>Kartę gwarancyjną,</w:t>
      </w:r>
    </w:p>
    <w:p w:rsidR="006D4A83" w:rsidRPr="0037067D" w:rsidRDefault="006D4A83" w:rsidP="006D4A83">
      <w:pPr>
        <w:pStyle w:val="Akapitzlist"/>
        <w:numPr>
          <w:ilvl w:val="1"/>
          <w:numId w:val="13"/>
        </w:numPr>
        <w:jc w:val="both"/>
      </w:pPr>
      <w:r w:rsidRPr="0037067D">
        <w:rPr>
          <w:rFonts w:eastAsia="Calibri" w:cs="Arial"/>
          <w:lang w:eastAsia="en-US"/>
        </w:rPr>
        <w:t>Oświadczenie uprawnionego geodety o złożeniu geodezyjnej mapy powykonawczej w odpowiednim urzędzie lub oświadczenie z tego urzędu.</w:t>
      </w:r>
    </w:p>
    <w:p w:rsidR="006D4A83" w:rsidRPr="0037067D" w:rsidRDefault="006D4A83" w:rsidP="006D4A83">
      <w:pPr>
        <w:pStyle w:val="Akapitzlist"/>
        <w:numPr>
          <w:ilvl w:val="0"/>
          <w:numId w:val="13"/>
        </w:numPr>
        <w:jc w:val="both"/>
      </w:pPr>
      <w:r w:rsidRPr="0037067D">
        <w:rPr>
          <w:rStyle w:val="LPzwykly"/>
        </w:rPr>
        <w:t xml:space="preserve"> </w:t>
      </w:r>
      <w:r w:rsidRPr="0037067D">
        <w:t>Koszt uzyskania w/w dokumentów obciąża Wykonawcę.</w:t>
      </w:r>
    </w:p>
    <w:p w:rsidR="006D4A83" w:rsidRDefault="006D4A83" w:rsidP="006D4A83">
      <w:pPr>
        <w:pStyle w:val="Akapitzlist"/>
        <w:numPr>
          <w:ilvl w:val="0"/>
          <w:numId w:val="13"/>
        </w:numPr>
        <w:jc w:val="both"/>
        <w:rPr>
          <w:rStyle w:val="LPzwykly"/>
        </w:rPr>
      </w:pPr>
      <w:r w:rsidRPr="0037067D">
        <w:t>Jeżeli w trakcie odbioru końcowego Zamawiający stwierdzi, że roboty nie zostały zakończone lub ma zastrzeżenia co do kompletności dokumentacji powykonawczej - Zamawiający odmówi lub przerwie odbiór z winy Wykonawcy wraz z obowiązkiem naliczenia kar umownych. Po zakończeniu robót Wykonawca ponownie dokona zgłoszenia do odbioru robót.</w:t>
      </w:r>
    </w:p>
    <w:p w:rsidR="00927951" w:rsidRDefault="00927951" w:rsidP="00130BF1">
      <w:pPr>
        <w:pStyle w:val="Akapitzlist"/>
        <w:numPr>
          <w:ilvl w:val="0"/>
          <w:numId w:val="13"/>
        </w:numPr>
        <w:jc w:val="both"/>
        <w:rPr>
          <w:rStyle w:val="LPzwykly"/>
        </w:rPr>
      </w:pPr>
      <w:r w:rsidRPr="00927951">
        <w:rPr>
          <w:rStyle w:val="LPzwykly"/>
        </w:rPr>
        <w:t>W</w:t>
      </w:r>
      <w:r>
        <w:rPr>
          <w:rStyle w:val="LPzwykly"/>
        </w:rPr>
        <w:t xml:space="preserve"> </w:t>
      </w:r>
      <w:r w:rsidRPr="00927951">
        <w:rPr>
          <w:rStyle w:val="LPzwykly"/>
        </w:rPr>
        <w:t>przypadku</w:t>
      </w:r>
      <w:r>
        <w:rPr>
          <w:rStyle w:val="LPzwykly"/>
        </w:rPr>
        <w:t xml:space="preserve"> </w:t>
      </w:r>
      <w:r w:rsidRPr="00927951">
        <w:rPr>
          <w:rStyle w:val="LPzwykly"/>
        </w:rPr>
        <w:t xml:space="preserve">nieusunięcia </w:t>
      </w:r>
      <w:r w:rsidR="00E11641" w:rsidRPr="00927951">
        <w:rPr>
          <w:rStyle w:val="LPzwykly"/>
        </w:rPr>
        <w:t>przez</w:t>
      </w:r>
      <w:r w:rsidR="00E11641">
        <w:rPr>
          <w:rStyle w:val="LPzwykly"/>
        </w:rPr>
        <w:t xml:space="preserve"> </w:t>
      </w:r>
      <w:r w:rsidR="00E11641" w:rsidRPr="00927951">
        <w:rPr>
          <w:rStyle w:val="LPzwykly"/>
        </w:rPr>
        <w:t>Wykonawcę</w:t>
      </w:r>
      <w:r w:rsidR="00E11641">
        <w:rPr>
          <w:rStyle w:val="LPzwykly"/>
        </w:rPr>
        <w:t xml:space="preserve"> </w:t>
      </w:r>
      <w:r w:rsidR="00E11641" w:rsidRPr="00927951">
        <w:rPr>
          <w:rStyle w:val="LPzwykly"/>
        </w:rPr>
        <w:t>wszystkich</w:t>
      </w:r>
      <w:r w:rsidR="00E11641">
        <w:rPr>
          <w:rStyle w:val="LPzwykly"/>
        </w:rPr>
        <w:t xml:space="preserve"> </w:t>
      </w:r>
      <w:r w:rsidR="00E11641" w:rsidRPr="00927951">
        <w:rPr>
          <w:rStyle w:val="LPzwykly"/>
        </w:rPr>
        <w:t>wad</w:t>
      </w:r>
      <w:r w:rsidRPr="00927951">
        <w:rPr>
          <w:rStyle w:val="LPzwykly"/>
        </w:rPr>
        <w:t>, usterek i</w:t>
      </w:r>
      <w:r w:rsidR="00E11641">
        <w:rPr>
          <w:rStyle w:val="LPzwykly"/>
        </w:rPr>
        <w:t xml:space="preserve"> braków w </w:t>
      </w:r>
      <w:r w:rsidRPr="00927951">
        <w:rPr>
          <w:rStyle w:val="LPzwykly"/>
        </w:rPr>
        <w:t>odpowiednich uzgodnionych terminach, zgodnie z ust. 5 Zamawiający - niezależnie od innych środków przewidzianych w umowie - ma prawo zlecić osobom trzecim</w:t>
      </w:r>
      <w:r>
        <w:rPr>
          <w:rStyle w:val="LPzwykly"/>
        </w:rPr>
        <w:t xml:space="preserve"> </w:t>
      </w:r>
      <w:r w:rsidRPr="00927951">
        <w:rPr>
          <w:rStyle w:val="LPzwykly"/>
        </w:rPr>
        <w:lastRenderedPageBreak/>
        <w:t>usunięcie wad i usterek oraz wykonanie niezrealizowanych Robót na koszt Wykonawcy bez upoważnienia sądu.</w:t>
      </w:r>
    </w:p>
    <w:p w:rsidR="00D956DB" w:rsidRDefault="00D956DB" w:rsidP="00130BF1">
      <w:pPr>
        <w:pStyle w:val="Akapitzlist"/>
        <w:numPr>
          <w:ilvl w:val="0"/>
          <w:numId w:val="13"/>
        </w:numPr>
        <w:jc w:val="both"/>
        <w:rPr>
          <w:rStyle w:val="LPzwykly"/>
        </w:rPr>
      </w:pPr>
      <w:r>
        <w:rPr>
          <w:rStyle w:val="LPzwykly"/>
        </w:rPr>
        <w:t>Zamawiający zastrzega sobie w koniecznych przypadkach wynikających z badań</w:t>
      </w:r>
      <w:r w:rsidR="007C229D">
        <w:rPr>
          <w:rStyle w:val="LPzwykly"/>
        </w:rPr>
        <w:t xml:space="preserve"> i </w:t>
      </w:r>
      <w:r>
        <w:rPr>
          <w:rStyle w:val="LPzwykly"/>
        </w:rPr>
        <w:t xml:space="preserve">sprawozdań, prawo wprowadzenia zmian jakościowych i ilości robót w stosunku niezbędnym dla prawidłowej realizacji przedmiotu umowy. </w:t>
      </w:r>
    </w:p>
    <w:p w:rsidR="007C229D" w:rsidRPr="00927951" w:rsidRDefault="007C229D" w:rsidP="00130BF1">
      <w:pPr>
        <w:pStyle w:val="Akapitzlist"/>
        <w:numPr>
          <w:ilvl w:val="0"/>
          <w:numId w:val="13"/>
        </w:numPr>
        <w:jc w:val="both"/>
        <w:rPr>
          <w:rStyle w:val="LPzwykly"/>
        </w:rPr>
      </w:pPr>
      <w:r>
        <w:rPr>
          <w:rStyle w:val="LPzwykly"/>
        </w:rPr>
        <w:t xml:space="preserve">Po zakończeniu robót Wykonawca zobowiązany jest uporządkować teren budowy </w:t>
      </w:r>
      <w:r w:rsidRPr="007C229D">
        <w:t>i</w:t>
      </w:r>
      <w:r>
        <w:t> </w:t>
      </w:r>
      <w:r w:rsidRPr="007C229D">
        <w:t>przekazać</w:t>
      </w:r>
      <w:r>
        <w:rPr>
          <w:rStyle w:val="LPzwykly"/>
        </w:rPr>
        <w:t xml:space="preserve"> go Zamawiającemu w terminie ustalonym na odbiór robót. </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 xml:space="preserve"> </w:t>
      </w:r>
    </w:p>
    <w:p w:rsidR="00927951" w:rsidRPr="00927951" w:rsidRDefault="00927951" w:rsidP="00927951">
      <w:pPr>
        <w:jc w:val="both"/>
        <w:rPr>
          <w:rStyle w:val="LPzwykly"/>
        </w:rPr>
      </w:pPr>
    </w:p>
    <w:p w:rsidR="00927951" w:rsidRPr="00E11641" w:rsidRDefault="00927951" w:rsidP="00E11641">
      <w:pPr>
        <w:jc w:val="center"/>
        <w:rPr>
          <w:rStyle w:val="LPzwykly"/>
          <w:b/>
        </w:rPr>
      </w:pPr>
      <w:r w:rsidRPr="00E11641">
        <w:rPr>
          <w:rStyle w:val="LPzwykly"/>
          <w:b/>
        </w:rPr>
        <w:t>WYNAGRODZENIE WYKONAWCY</w:t>
      </w:r>
    </w:p>
    <w:p w:rsidR="00927951" w:rsidRPr="00E11641" w:rsidRDefault="00927951" w:rsidP="00E11641">
      <w:pPr>
        <w:jc w:val="center"/>
        <w:rPr>
          <w:rStyle w:val="LPzwykly"/>
          <w:b/>
        </w:rPr>
      </w:pPr>
    </w:p>
    <w:p w:rsidR="00927951" w:rsidRPr="00E11641" w:rsidRDefault="00927951" w:rsidP="00E11641">
      <w:pPr>
        <w:jc w:val="center"/>
        <w:rPr>
          <w:rStyle w:val="LPzwykly"/>
          <w:b/>
        </w:rPr>
      </w:pPr>
      <w:r w:rsidRPr="00E11641">
        <w:rPr>
          <w:rStyle w:val="LPzwykly"/>
          <w:b/>
        </w:rPr>
        <w:t>§ 12</w:t>
      </w:r>
    </w:p>
    <w:p w:rsidR="00927951" w:rsidRPr="00927951" w:rsidRDefault="00927951" w:rsidP="00927951">
      <w:pPr>
        <w:jc w:val="both"/>
        <w:rPr>
          <w:rStyle w:val="LPzwykly"/>
        </w:rPr>
      </w:pPr>
    </w:p>
    <w:p w:rsidR="00E11641" w:rsidRDefault="00927951" w:rsidP="00130BF1">
      <w:pPr>
        <w:pStyle w:val="Akapitzlist"/>
        <w:numPr>
          <w:ilvl w:val="0"/>
          <w:numId w:val="15"/>
        </w:numPr>
        <w:jc w:val="both"/>
        <w:rPr>
          <w:rStyle w:val="LPzwykly"/>
        </w:rPr>
      </w:pPr>
      <w:r w:rsidRPr="00927951">
        <w:rPr>
          <w:rStyle w:val="LPzwykly"/>
        </w:rPr>
        <w:t>Wykonawcy za wykonanie umowy w całości przysł</w:t>
      </w:r>
      <w:r w:rsidR="00B41527">
        <w:rPr>
          <w:rStyle w:val="LPzwykly"/>
        </w:rPr>
        <w:t>uguje wynagrodzenie ryczałtowe, zgodnie z przedłożoną ofertą</w:t>
      </w:r>
      <w:r w:rsidRPr="00927951">
        <w:rPr>
          <w:rStyle w:val="LPzwykly"/>
        </w:rPr>
        <w:t xml:space="preserve">, w wysokości: ................................. </w:t>
      </w:r>
      <w:proofErr w:type="gramStart"/>
      <w:r w:rsidRPr="00927951">
        <w:rPr>
          <w:rStyle w:val="LPzwykly"/>
        </w:rPr>
        <w:t>zł</w:t>
      </w:r>
      <w:proofErr w:type="gramEnd"/>
      <w:r w:rsidRPr="00927951">
        <w:rPr>
          <w:rStyle w:val="LPzwykly"/>
        </w:rPr>
        <w:t xml:space="preserve"> netto (słownie:.................................................................. 00/100) </w:t>
      </w:r>
      <w:proofErr w:type="gramStart"/>
      <w:r w:rsidRPr="00927951">
        <w:rPr>
          <w:rStyle w:val="LPzwykly"/>
        </w:rPr>
        <w:t>powiększone</w:t>
      </w:r>
      <w:proofErr w:type="gramEnd"/>
      <w:r w:rsidRPr="00927951">
        <w:rPr>
          <w:rStyle w:val="LPzwykly"/>
        </w:rPr>
        <w:t xml:space="preserve"> o obowiązującą stawkę podatku VAT tj. …………………………………………….. (słownie: ……………………… 00/100), łącznie zł brutto w wysokości …………………………………………………….. (</w:t>
      </w:r>
      <w:proofErr w:type="gramStart"/>
      <w:r w:rsidRPr="00927951">
        <w:rPr>
          <w:rStyle w:val="LPzwykly"/>
        </w:rPr>
        <w:t>słownie</w:t>
      </w:r>
      <w:proofErr w:type="gramEnd"/>
      <w:r w:rsidRPr="00927951">
        <w:rPr>
          <w:rStyle w:val="LPzwykly"/>
        </w:rPr>
        <w:t>:</w:t>
      </w:r>
      <w:r w:rsidR="00E11641">
        <w:rPr>
          <w:rStyle w:val="LPzwykly"/>
        </w:rPr>
        <w:t xml:space="preserve"> </w:t>
      </w:r>
      <w:r w:rsidRPr="00927951">
        <w:rPr>
          <w:rStyle w:val="LPzwykly"/>
        </w:rPr>
        <w:t>……………………………………………………………………….………….. 00/100)</w:t>
      </w:r>
    </w:p>
    <w:p w:rsidR="00927951" w:rsidRPr="00927951" w:rsidRDefault="00927951" w:rsidP="00130BF1">
      <w:pPr>
        <w:pStyle w:val="Akapitzlist"/>
        <w:numPr>
          <w:ilvl w:val="0"/>
          <w:numId w:val="15"/>
        </w:numPr>
        <w:jc w:val="both"/>
        <w:rPr>
          <w:rStyle w:val="LPzwykly"/>
        </w:rPr>
      </w:pPr>
      <w:r w:rsidRPr="00927951">
        <w:rPr>
          <w:rStyle w:val="LPzwykly"/>
        </w:rPr>
        <w:t>Przewiduje się obniżenie wynagrodzenia, wskazanego w ust. 1, z uwagi na zmianę lub ograniczenie faktycznego zakresu realizacji Umowy w szczególności w wyniku okoliczności</w:t>
      </w:r>
      <w:r w:rsidR="00E11641">
        <w:rPr>
          <w:rStyle w:val="LPzwykly"/>
        </w:rPr>
        <w:t>,</w:t>
      </w:r>
      <w:r w:rsidRPr="00927951">
        <w:rPr>
          <w:rStyle w:val="LPzwykly"/>
        </w:rPr>
        <w:t xml:space="preserve"> o których mowa w § </w:t>
      </w:r>
      <w:r w:rsidR="004F0F6A">
        <w:rPr>
          <w:rStyle w:val="LPzwykly"/>
        </w:rPr>
        <w:t>18 ust, 1, pkt 2 i 3</w:t>
      </w:r>
      <w:r w:rsidRPr="00927951">
        <w:rPr>
          <w:rStyle w:val="LPzwykly"/>
        </w:rPr>
        <w:t>.</w:t>
      </w:r>
    </w:p>
    <w:p w:rsidR="00927951" w:rsidRPr="00927951" w:rsidRDefault="00927951" w:rsidP="00927951">
      <w:pPr>
        <w:jc w:val="both"/>
        <w:rPr>
          <w:rStyle w:val="LPzwykly"/>
        </w:rPr>
      </w:pPr>
    </w:p>
    <w:p w:rsidR="00927951" w:rsidRPr="00E11641" w:rsidRDefault="00927951" w:rsidP="00E11641">
      <w:pPr>
        <w:jc w:val="center"/>
        <w:rPr>
          <w:rStyle w:val="LPzwykly"/>
          <w:b/>
        </w:rPr>
      </w:pPr>
      <w:r w:rsidRPr="00E11641">
        <w:rPr>
          <w:rStyle w:val="LPzwykly"/>
          <w:b/>
        </w:rPr>
        <w:t>WARUNKI PŁATNOŚCI</w:t>
      </w:r>
    </w:p>
    <w:p w:rsidR="00927951" w:rsidRPr="00E11641" w:rsidRDefault="00927951" w:rsidP="00E11641">
      <w:pPr>
        <w:jc w:val="center"/>
        <w:rPr>
          <w:rStyle w:val="LPzwykly"/>
          <w:b/>
        </w:rPr>
      </w:pPr>
    </w:p>
    <w:p w:rsidR="00927951" w:rsidRPr="00E11641" w:rsidRDefault="00927951" w:rsidP="00E11641">
      <w:pPr>
        <w:jc w:val="center"/>
        <w:rPr>
          <w:rStyle w:val="LPzwykly"/>
          <w:b/>
        </w:rPr>
      </w:pPr>
      <w:r w:rsidRPr="00E11641">
        <w:rPr>
          <w:rStyle w:val="LPzwykly"/>
          <w:b/>
        </w:rPr>
        <w:t>§ 13</w:t>
      </w:r>
    </w:p>
    <w:p w:rsidR="00E11641" w:rsidRPr="00927951" w:rsidRDefault="00E11641" w:rsidP="00927951">
      <w:pPr>
        <w:jc w:val="both"/>
        <w:rPr>
          <w:rStyle w:val="LPzwykly"/>
        </w:rPr>
      </w:pPr>
    </w:p>
    <w:p w:rsidR="00E11641" w:rsidRDefault="00927951" w:rsidP="00130BF1">
      <w:pPr>
        <w:pStyle w:val="Akapitzlist"/>
        <w:numPr>
          <w:ilvl w:val="0"/>
          <w:numId w:val="16"/>
        </w:numPr>
        <w:jc w:val="both"/>
        <w:rPr>
          <w:rStyle w:val="LPzwykly"/>
        </w:rPr>
      </w:pPr>
      <w:r w:rsidRPr="00927951">
        <w:rPr>
          <w:rStyle w:val="LPzwykly"/>
        </w:rPr>
        <w:t>Rozliczanie za wykonanie przedmiotu umowy nastąpi na podstawie faktury końcowej</w:t>
      </w:r>
      <w:r>
        <w:rPr>
          <w:rStyle w:val="LPzwykly"/>
        </w:rPr>
        <w:t xml:space="preserve"> </w:t>
      </w:r>
      <w:r w:rsidRPr="00927951">
        <w:rPr>
          <w:rStyle w:val="LPzwykly"/>
        </w:rPr>
        <w:t>po zakończeniu realizacji zamówienia.</w:t>
      </w:r>
    </w:p>
    <w:p w:rsidR="00E11641" w:rsidRDefault="00927951" w:rsidP="00130BF1">
      <w:pPr>
        <w:pStyle w:val="Akapitzlist"/>
        <w:numPr>
          <w:ilvl w:val="0"/>
          <w:numId w:val="16"/>
        </w:numPr>
        <w:jc w:val="both"/>
        <w:rPr>
          <w:rStyle w:val="LPzwykly"/>
        </w:rPr>
      </w:pPr>
      <w:r w:rsidRPr="00927951">
        <w:rPr>
          <w:rStyle w:val="LPzwykly"/>
        </w:rPr>
        <w:t>Zamawiający nie będzie udzielał zaliczek.</w:t>
      </w:r>
    </w:p>
    <w:p w:rsidR="00E11641" w:rsidRDefault="00927951" w:rsidP="00130BF1">
      <w:pPr>
        <w:pStyle w:val="Akapitzlist"/>
        <w:numPr>
          <w:ilvl w:val="0"/>
          <w:numId w:val="16"/>
        </w:numPr>
        <w:jc w:val="both"/>
        <w:rPr>
          <w:rStyle w:val="LPzwykly"/>
        </w:rPr>
      </w:pPr>
      <w:r w:rsidRPr="00927951">
        <w:rPr>
          <w:rStyle w:val="LPzwykly"/>
        </w:rPr>
        <w:t>Warunkiem płatności faktury końcowej jest w szczególności podpisanie przez obie strony pr</w:t>
      </w:r>
      <w:r w:rsidR="00E11641">
        <w:rPr>
          <w:rStyle w:val="LPzwykly"/>
        </w:rPr>
        <w:t>otokołu końcowego odbioru robot oraz</w:t>
      </w:r>
      <w:r w:rsidRPr="00927951">
        <w:rPr>
          <w:rStyle w:val="LPzwykly"/>
        </w:rPr>
        <w:t xml:space="preserve"> przedłożenie dokumentów, o których mowa w § 11 ust.4 umowy.</w:t>
      </w:r>
    </w:p>
    <w:p w:rsidR="00E11641" w:rsidRDefault="00927951" w:rsidP="00130BF1">
      <w:pPr>
        <w:pStyle w:val="Akapitzlist"/>
        <w:numPr>
          <w:ilvl w:val="0"/>
          <w:numId w:val="16"/>
        </w:numPr>
        <w:jc w:val="both"/>
        <w:rPr>
          <w:rStyle w:val="LPzwykly"/>
        </w:rPr>
      </w:pPr>
      <w:r w:rsidRPr="00927951">
        <w:rPr>
          <w:rStyle w:val="LPzwykly"/>
        </w:rPr>
        <w:t>Zamawiający zapłaci za prawidłowo wystawioną przez Wykonawcę fakturę w ciągu 14 dni od jej doręczenia Zamawiającemu, przelewem na konto Wykonawcy wskazane na fakturze.</w:t>
      </w:r>
    </w:p>
    <w:p w:rsidR="00E11641" w:rsidRDefault="00927951" w:rsidP="00130BF1">
      <w:pPr>
        <w:pStyle w:val="Akapitzlist"/>
        <w:numPr>
          <w:ilvl w:val="0"/>
          <w:numId w:val="16"/>
        </w:numPr>
        <w:jc w:val="both"/>
        <w:rPr>
          <w:rStyle w:val="LPzwykly"/>
        </w:rPr>
      </w:pPr>
      <w:r w:rsidRPr="00927951">
        <w:rPr>
          <w:rStyle w:val="LPzwykly"/>
        </w:rPr>
        <w:t>Za datę zapłaty strony uważać będą datę obciążenia rachunku Zamawiającego.</w:t>
      </w:r>
    </w:p>
    <w:p w:rsidR="00E11641" w:rsidRDefault="00927951" w:rsidP="00130BF1">
      <w:pPr>
        <w:pStyle w:val="Akapitzlist"/>
        <w:numPr>
          <w:ilvl w:val="0"/>
          <w:numId w:val="16"/>
        </w:numPr>
        <w:jc w:val="both"/>
        <w:rPr>
          <w:rStyle w:val="LPzwykly"/>
        </w:rPr>
      </w:pPr>
      <w:r w:rsidRPr="00927951">
        <w:rPr>
          <w:rStyle w:val="LPzwykly"/>
        </w:rPr>
        <w:t>Wierzyciel nie może bez pisemnej zgody dłużnika pod rygorem nieważności przenieść wierzytelności wynikających z Umowy na osoby trzecie.</w:t>
      </w:r>
    </w:p>
    <w:p w:rsidR="00E11641" w:rsidRDefault="00927951" w:rsidP="00130BF1">
      <w:pPr>
        <w:pStyle w:val="Akapitzlist"/>
        <w:numPr>
          <w:ilvl w:val="0"/>
          <w:numId w:val="16"/>
        </w:numPr>
        <w:jc w:val="both"/>
        <w:rPr>
          <w:rStyle w:val="LPzwykly"/>
        </w:rPr>
      </w:pPr>
      <w:r w:rsidRPr="00927951">
        <w:rPr>
          <w:rStyle w:val="LPzwykly"/>
        </w:rPr>
        <w:t>Wykonawca może wystawiać ustrukturyzowane faktury elektroniczne w rozumieniu przepisów ustawy z dnia 9 listopada 2018 r. o elektronicznym</w:t>
      </w:r>
      <w:r>
        <w:rPr>
          <w:rStyle w:val="LPzwykly"/>
        </w:rPr>
        <w:t xml:space="preserve"> </w:t>
      </w:r>
      <w:r w:rsidRPr="00927951">
        <w:rPr>
          <w:rStyle w:val="LPzwykly"/>
        </w:rPr>
        <w:t>fakturowaniu</w:t>
      </w:r>
      <w:r>
        <w:rPr>
          <w:rStyle w:val="LPzwykly"/>
        </w:rPr>
        <w:t xml:space="preserve"> </w:t>
      </w:r>
      <w:r w:rsidR="00C152A9">
        <w:rPr>
          <w:rStyle w:val="LPzwykly"/>
        </w:rPr>
        <w:t>w </w:t>
      </w:r>
      <w:r w:rsidRPr="00927951">
        <w:rPr>
          <w:rStyle w:val="LPzwykly"/>
        </w:rPr>
        <w:t xml:space="preserve">zamówieniach publicznych, koncesjach na roboty budowlane lub usługi oraz partnerstwie publiczno-prywatnym tj. z dnia 16 września 2020 r. (Dz.U. </w:t>
      </w:r>
      <w:proofErr w:type="gramStart"/>
      <w:r w:rsidRPr="00927951">
        <w:rPr>
          <w:rStyle w:val="LPzwykly"/>
        </w:rPr>
        <w:t>z</w:t>
      </w:r>
      <w:proofErr w:type="gramEnd"/>
      <w:r w:rsidRPr="00927951">
        <w:rPr>
          <w:rStyle w:val="LPzwykly"/>
        </w:rPr>
        <w:t xml:space="preserve"> 20</w:t>
      </w:r>
      <w:r w:rsidR="00E11641">
        <w:rPr>
          <w:rStyle w:val="LPzwykly"/>
        </w:rPr>
        <w:t>20 r. poz. 1666 ze zm.) dalej „Ustawa o Fakturowaniu”</w:t>
      </w:r>
      <w:r w:rsidRPr="00927951">
        <w:rPr>
          <w:rStyle w:val="LPzwykly"/>
        </w:rPr>
        <w:t>.</w:t>
      </w:r>
    </w:p>
    <w:p w:rsidR="00E11641" w:rsidRDefault="00927951" w:rsidP="00130BF1">
      <w:pPr>
        <w:pStyle w:val="Akapitzlist"/>
        <w:numPr>
          <w:ilvl w:val="0"/>
          <w:numId w:val="16"/>
        </w:numPr>
        <w:jc w:val="both"/>
        <w:rPr>
          <w:rStyle w:val="LPzwykly"/>
        </w:rPr>
      </w:pPr>
      <w:r w:rsidRPr="00927951">
        <w:rPr>
          <w:rStyle w:val="LPzwykly"/>
        </w:rPr>
        <w:t xml:space="preserve">W przypadku wystawienia ustrukturyzowanej faktury </w:t>
      </w:r>
      <w:r w:rsidR="00C152A9">
        <w:rPr>
          <w:rStyle w:val="LPzwykly"/>
        </w:rPr>
        <w:t>elektronicznej, o której mowa w </w:t>
      </w:r>
      <w:r w:rsidRPr="00927951">
        <w:rPr>
          <w:rStyle w:val="LPzwykly"/>
        </w:rPr>
        <w:t>ust. 7 powyżej, Wykonawca jest obowiązany do wysłania jej do Zamawiającego za pośrednictwem Platformy Elektronicznego Fakturowania (</w:t>
      </w:r>
      <w:proofErr w:type="gramStart"/>
      <w:r w:rsidRPr="00927951">
        <w:rPr>
          <w:rStyle w:val="LPzwykly"/>
        </w:rPr>
        <w:t>,,</w:t>
      </w:r>
      <w:proofErr w:type="gramEnd"/>
      <w:r w:rsidRPr="00927951">
        <w:rPr>
          <w:rStyle w:val="LPzwykly"/>
        </w:rPr>
        <w:t>PEF"). Wystawiona przez Wykonawcę ustrukturyzowana faktura elektroni</w:t>
      </w:r>
      <w:r w:rsidR="00C152A9">
        <w:rPr>
          <w:rStyle w:val="LPzwykly"/>
        </w:rPr>
        <w:t xml:space="preserve">czna winna zawierać elementy, </w:t>
      </w:r>
      <w:r w:rsidR="00C152A9">
        <w:rPr>
          <w:rStyle w:val="LPzwykly"/>
        </w:rPr>
        <w:lastRenderedPageBreak/>
        <w:t>o </w:t>
      </w:r>
      <w:r w:rsidRPr="00927951">
        <w:rPr>
          <w:rStyle w:val="LPzwykly"/>
        </w:rPr>
        <w:t>których mowa w art. 1 Ustawy o Fakturowaniu, a nadto faktura lub załącznik do niej musi zawierać numer Umowy i Zlecenia, których dotyczy.</w:t>
      </w:r>
    </w:p>
    <w:p w:rsidR="00E11641" w:rsidRDefault="00927951" w:rsidP="00130BF1">
      <w:pPr>
        <w:pStyle w:val="Akapitzlist"/>
        <w:numPr>
          <w:ilvl w:val="0"/>
          <w:numId w:val="16"/>
        </w:numPr>
        <w:jc w:val="both"/>
        <w:rPr>
          <w:rStyle w:val="LPzwykly"/>
        </w:rPr>
      </w:pPr>
      <w:r w:rsidRPr="00927951">
        <w:rPr>
          <w:rStyle w:val="LPzwykly"/>
        </w:rPr>
        <w:t>Ustrukturyzowaną fakturę elektroniczną należy wysyłać na następujący</w:t>
      </w:r>
      <w:r>
        <w:rPr>
          <w:rStyle w:val="LPzwykly"/>
        </w:rPr>
        <w:t xml:space="preserve"> </w:t>
      </w:r>
      <w:r w:rsidRPr="00927951">
        <w:rPr>
          <w:rStyle w:val="LPzwykly"/>
        </w:rPr>
        <w:t>adres Zamawiającego na PEF: Nazwa podmiotu:</w:t>
      </w:r>
      <w:r>
        <w:rPr>
          <w:rStyle w:val="LPzwykly"/>
        </w:rPr>
        <w:t xml:space="preserve"> </w:t>
      </w:r>
      <w:r w:rsidRPr="00927951">
        <w:rPr>
          <w:rStyle w:val="LPzwykly"/>
        </w:rPr>
        <w:t>Nadleśnictwo Kłobuck, Adres PEF: NIP 5740006930</w:t>
      </w:r>
    </w:p>
    <w:p w:rsidR="00E11641" w:rsidRDefault="00927951" w:rsidP="00130BF1">
      <w:pPr>
        <w:pStyle w:val="Akapitzlist"/>
        <w:numPr>
          <w:ilvl w:val="0"/>
          <w:numId w:val="16"/>
        </w:numPr>
        <w:jc w:val="both"/>
        <w:rPr>
          <w:rStyle w:val="LPzwykly"/>
        </w:rPr>
      </w:pPr>
      <w:r w:rsidRPr="00927951">
        <w:rPr>
          <w:rStyle w:val="LPzwykly"/>
        </w:rPr>
        <w:t>Za chwilę doręczenia ustrukturyzowanej faktury elektronicznej uznawać się będzie chwilę wprowadzenia prawidłowo wystawionej faktury, zawierającej wszystkie</w:t>
      </w:r>
      <w:r>
        <w:rPr>
          <w:rStyle w:val="LPzwykly"/>
        </w:rPr>
        <w:t xml:space="preserve"> </w:t>
      </w:r>
      <w:r w:rsidRPr="00927951">
        <w:rPr>
          <w:rStyle w:val="LPzwykly"/>
        </w:rPr>
        <w:t>elementy,</w:t>
      </w:r>
      <w:r>
        <w:rPr>
          <w:rStyle w:val="LPzwykly"/>
        </w:rPr>
        <w:t xml:space="preserve"> </w:t>
      </w:r>
      <w:r w:rsidRPr="00927951">
        <w:rPr>
          <w:rStyle w:val="LPzwykly"/>
        </w:rPr>
        <w:t>o których mowa w ust. 8 powyżej, d</w:t>
      </w:r>
      <w:r w:rsidR="00C152A9">
        <w:rPr>
          <w:rStyle w:val="LPzwykly"/>
        </w:rPr>
        <w:t>o konta Zamawiającego na PEF, w </w:t>
      </w:r>
      <w:r w:rsidRPr="00927951">
        <w:rPr>
          <w:rStyle w:val="LPzwykly"/>
        </w:rPr>
        <w:t>sposób umożliwiający Zamawiającemu zapoznanie się z jej</w:t>
      </w:r>
      <w:r>
        <w:rPr>
          <w:rStyle w:val="LPzwykly"/>
        </w:rPr>
        <w:t xml:space="preserve"> </w:t>
      </w:r>
      <w:r w:rsidRPr="00927951">
        <w:rPr>
          <w:rStyle w:val="LPzwykly"/>
        </w:rPr>
        <w:t>treścią.</w:t>
      </w:r>
    </w:p>
    <w:p w:rsidR="00E11641" w:rsidRDefault="00927951" w:rsidP="00130BF1">
      <w:pPr>
        <w:pStyle w:val="Akapitzlist"/>
        <w:numPr>
          <w:ilvl w:val="0"/>
          <w:numId w:val="16"/>
        </w:numPr>
        <w:jc w:val="both"/>
        <w:rPr>
          <w:rStyle w:val="LPzwykly"/>
        </w:rPr>
      </w:pPr>
      <w:r w:rsidRPr="00927951">
        <w:rPr>
          <w:rStyle w:val="LPzwykly"/>
        </w:rPr>
        <w:t>W przypadku wystawienia faktury w formie pisemnej, prawidłowo wystawiona faktura powinna być doręczona do siedziby Nadleśnictwa Kłobuck</w:t>
      </w:r>
    </w:p>
    <w:p w:rsidR="00E11641" w:rsidRDefault="00927951" w:rsidP="00130BF1">
      <w:pPr>
        <w:pStyle w:val="Akapitzlist"/>
        <w:numPr>
          <w:ilvl w:val="0"/>
          <w:numId w:val="16"/>
        </w:numPr>
        <w:jc w:val="both"/>
        <w:rPr>
          <w:rStyle w:val="LPzwykly"/>
        </w:rPr>
      </w:pPr>
      <w:r w:rsidRPr="00927951">
        <w:rPr>
          <w:rStyle w:val="LPzwykly"/>
        </w:rPr>
        <w:t>Z zastrzeżeniem postanowień ust. 15 Wynagrodzenie będzie płatne na rachunek bankowy Wykonawcy wskazany w fakturze. Za dzień dokonania płatności przyjmuje się dzień uznania rachunku bankowego Zamawiającego.</w:t>
      </w:r>
    </w:p>
    <w:p w:rsidR="00E11641" w:rsidRDefault="00927951" w:rsidP="00130BF1">
      <w:pPr>
        <w:pStyle w:val="Akapitzlist"/>
        <w:numPr>
          <w:ilvl w:val="0"/>
          <w:numId w:val="16"/>
        </w:numPr>
        <w:jc w:val="both"/>
        <w:rPr>
          <w:rStyle w:val="LPzwykly"/>
        </w:rPr>
      </w:pPr>
      <w:r w:rsidRPr="00927951">
        <w:rPr>
          <w:rStyle w:val="LPzwykly"/>
        </w:rPr>
        <w:t>Podatek VAT naliczony zostanie w wysokości obowiązującej w dniu wystawienia faktury.</w:t>
      </w:r>
    </w:p>
    <w:p w:rsidR="00E11641" w:rsidRDefault="00927951" w:rsidP="00130BF1">
      <w:pPr>
        <w:pStyle w:val="Akapitzlist"/>
        <w:numPr>
          <w:ilvl w:val="0"/>
          <w:numId w:val="16"/>
        </w:numPr>
        <w:jc w:val="both"/>
        <w:rPr>
          <w:rStyle w:val="LPzwykly"/>
        </w:rPr>
      </w:pPr>
      <w:r w:rsidRPr="00927951">
        <w:rPr>
          <w:rStyle w:val="LPzwykly"/>
        </w:rPr>
        <w:t xml:space="preserve">Wykonawca przy realizacji Umowy zobowiązuje posługiwać się rachunkiem rozliczeniowym o którym mowa w art. 49 ust. 1 pkt 1 ustawy z dnia 29 sierpnia 1997 r. Prawo Bankowe tj. z dnia 8 października 2020 r. (Dz.U. </w:t>
      </w:r>
      <w:proofErr w:type="gramStart"/>
      <w:r w:rsidRPr="00927951">
        <w:rPr>
          <w:rStyle w:val="LPzwykly"/>
        </w:rPr>
        <w:t>z</w:t>
      </w:r>
      <w:proofErr w:type="gramEnd"/>
      <w:r w:rsidRPr="00927951">
        <w:rPr>
          <w:rStyle w:val="LPzwykly"/>
        </w:rPr>
        <w:t xml:space="preserve"> 2020 r. poz. 1896 ze zm.) zawartym w wykazie podmiotów, o którym mowa w art. 96b ust. 1 ustawy z dnia 11 marca 2004 r. o podatku od towarów i usług (tekst jedn.: Dz. U. </w:t>
      </w:r>
      <w:proofErr w:type="gramStart"/>
      <w:r w:rsidRPr="00927951">
        <w:rPr>
          <w:rStyle w:val="LPzwykly"/>
        </w:rPr>
        <w:t>z</w:t>
      </w:r>
      <w:proofErr w:type="gramEnd"/>
      <w:r w:rsidRPr="00927951">
        <w:rPr>
          <w:rStyle w:val="LPzwykly"/>
        </w:rPr>
        <w:t xml:space="preserve"> 2020 r. poz. 106 z</w:t>
      </w:r>
      <w:r w:rsidR="00C152A9">
        <w:rPr>
          <w:rStyle w:val="LPzwykly"/>
        </w:rPr>
        <w:t> </w:t>
      </w:r>
      <w:r w:rsidRPr="00927951">
        <w:rPr>
          <w:rStyle w:val="LPzwykly"/>
        </w:rPr>
        <w:t>późn. zm</w:t>
      </w:r>
      <w:proofErr w:type="gramStart"/>
      <w:r w:rsidRPr="00927951">
        <w:rPr>
          <w:rStyle w:val="LPzwykly"/>
        </w:rPr>
        <w:t>.). Wykonawca</w:t>
      </w:r>
      <w:proofErr w:type="gramEnd"/>
      <w:r w:rsidRPr="00927951">
        <w:rPr>
          <w:rStyle w:val="LPzwykly"/>
        </w:rPr>
        <w:t xml:space="preserve"> przyjmuje do wiadomości, iż Zamawiający przy zapłacie Wynagrodzenia będzie stosował mechanizm podziel</w:t>
      </w:r>
      <w:r w:rsidR="00C152A9">
        <w:rPr>
          <w:rStyle w:val="LPzwykly"/>
        </w:rPr>
        <w:t>onej płatności, o którym mowa w </w:t>
      </w:r>
      <w:r w:rsidRPr="00927951">
        <w:rPr>
          <w:rStyle w:val="LPzwykly"/>
        </w:rPr>
        <w:t xml:space="preserve">art. 108a ust. 1 ustawy z dnia 11 marca 2004 r. o podatku od towarów i usług (tekst jedn.: Dz. U. </w:t>
      </w:r>
      <w:proofErr w:type="gramStart"/>
      <w:r w:rsidRPr="00927951">
        <w:rPr>
          <w:rStyle w:val="LPzwykly"/>
        </w:rPr>
        <w:t>z</w:t>
      </w:r>
      <w:proofErr w:type="gramEnd"/>
      <w:r w:rsidRPr="00927951">
        <w:rPr>
          <w:rStyle w:val="LPzwykly"/>
        </w:rPr>
        <w:t xml:space="preserve"> 2020 r. poz. 106 z późn. </w:t>
      </w:r>
      <w:proofErr w:type="gramStart"/>
      <w:r w:rsidRPr="00927951">
        <w:rPr>
          <w:rStyle w:val="LPzwykly"/>
        </w:rPr>
        <w:t>zm</w:t>
      </w:r>
      <w:proofErr w:type="gramEnd"/>
      <w:r w:rsidRPr="00927951">
        <w:rPr>
          <w:rStyle w:val="LPzwykly"/>
        </w:rPr>
        <w:t>.).</w:t>
      </w:r>
    </w:p>
    <w:p w:rsidR="00E11641" w:rsidRDefault="00927951" w:rsidP="00130BF1">
      <w:pPr>
        <w:pStyle w:val="Akapitzlist"/>
        <w:numPr>
          <w:ilvl w:val="0"/>
          <w:numId w:val="16"/>
        </w:numPr>
        <w:jc w:val="both"/>
        <w:rPr>
          <w:rStyle w:val="LPzwykly"/>
        </w:rPr>
      </w:pPr>
      <w:r w:rsidRPr="00927951">
        <w:rPr>
          <w:rStyle w:val="LPzwykly"/>
        </w:rPr>
        <w:t>Zapłata:</w:t>
      </w:r>
    </w:p>
    <w:p w:rsidR="00E11641" w:rsidRDefault="00E11641" w:rsidP="00130BF1">
      <w:pPr>
        <w:pStyle w:val="Akapitzlist"/>
        <w:numPr>
          <w:ilvl w:val="1"/>
          <w:numId w:val="16"/>
        </w:numPr>
        <w:jc w:val="both"/>
        <w:rPr>
          <w:rStyle w:val="LPzwykly"/>
        </w:rPr>
      </w:pPr>
      <w:r>
        <w:rPr>
          <w:rStyle w:val="LPzwykly"/>
        </w:rPr>
        <w:t>K</w:t>
      </w:r>
      <w:r w:rsidR="00927951" w:rsidRPr="00927951">
        <w:rPr>
          <w:rStyle w:val="LPzwykly"/>
        </w:rPr>
        <w:t>woty odpowiadającej całości albo czę</w:t>
      </w:r>
      <w:r>
        <w:rPr>
          <w:rStyle w:val="LPzwykly"/>
        </w:rPr>
        <w:t>ści kwoty podatku wynikającej z </w:t>
      </w:r>
      <w:r w:rsidR="00927951" w:rsidRPr="00927951">
        <w:rPr>
          <w:rStyle w:val="LPzwykly"/>
        </w:rPr>
        <w:t>otrzymanej faktury będzie dokonywana na rachunek</w:t>
      </w:r>
      <w:r w:rsidR="00927951">
        <w:rPr>
          <w:rStyle w:val="LPzwykly"/>
        </w:rPr>
        <w:t xml:space="preserve"> </w:t>
      </w:r>
      <w:r w:rsidR="00927951" w:rsidRPr="00927951">
        <w:rPr>
          <w:rStyle w:val="LPzwykly"/>
        </w:rPr>
        <w:t>VAT, w rozumieniu</w:t>
      </w:r>
      <w:r w:rsidR="00927951">
        <w:rPr>
          <w:rStyle w:val="LPzwykly"/>
        </w:rPr>
        <w:t xml:space="preserve"> </w:t>
      </w:r>
      <w:r w:rsidR="00927951" w:rsidRPr="00927951">
        <w:rPr>
          <w:rStyle w:val="LPzwykly"/>
        </w:rPr>
        <w:t>art. 2 pkt 37 Wykonawcy ustawy z dnia 11 marca 2004 r. o podatku od towarów</w:t>
      </w:r>
      <w:r w:rsidR="00927951">
        <w:rPr>
          <w:rStyle w:val="LPzwykly"/>
        </w:rPr>
        <w:t xml:space="preserve"> </w:t>
      </w:r>
      <w:r w:rsidR="00927951" w:rsidRPr="00927951">
        <w:rPr>
          <w:rStyle w:val="LPzwykly"/>
        </w:rPr>
        <w:t>i</w:t>
      </w:r>
      <w:r w:rsidR="00927951">
        <w:rPr>
          <w:rStyle w:val="LPzwykly"/>
        </w:rPr>
        <w:t xml:space="preserve"> </w:t>
      </w:r>
      <w:r w:rsidR="00927951" w:rsidRPr="00927951">
        <w:rPr>
          <w:rStyle w:val="LPzwykly"/>
        </w:rPr>
        <w:t xml:space="preserve">usług tj. z dnia 19 marca 2021 r. (Dz.U. </w:t>
      </w:r>
      <w:proofErr w:type="gramStart"/>
      <w:r w:rsidR="00927951" w:rsidRPr="00927951">
        <w:rPr>
          <w:rStyle w:val="LPzwykly"/>
        </w:rPr>
        <w:t>z</w:t>
      </w:r>
      <w:proofErr w:type="gramEnd"/>
      <w:r w:rsidR="00927951" w:rsidRPr="00927951">
        <w:rPr>
          <w:rStyle w:val="LPzwykly"/>
        </w:rPr>
        <w:t xml:space="preserve"> 2021 r. poz. 685 ze zm.),</w:t>
      </w:r>
    </w:p>
    <w:p w:rsidR="00927951" w:rsidRPr="00927951" w:rsidRDefault="00E11641" w:rsidP="00130BF1">
      <w:pPr>
        <w:pStyle w:val="Akapitzlist"/>
        <w:numPr>
          <w:ilvl w:val="1"/>
          <w:numId w:val="16"/>
        </w:numPr>
        <w:jc w:val="both"/>
        <w:rPr>
          <w:rStyle w:val="LPzwykly"/>
        </w:rPr>
      </w:pPr>
      <w:r>
        <w:rPr>
          <w:rStyle w:val="LPzwykly"/>
        </w:rPr>
        <w:t>K</w:t>
      </w:r>
      <w:r w:rsidR="00927951" w:rsidRPr="00927951">
        <w:rPr>
          <w:rStyle w:val="LPzwykly"/>
        </w:rPr>
        <w:t>woty odpowiadającej wartości sprzedaży netto wynikającej z</w:t>
      </w:r>
      <w:r w:rsidR="00927951">
        <w:rPr>
          <w:rStyle w:val="LPzwykly"/>
        </w:rPr>
        <w:t xml:space="preserve"> </w:t>
      </w:r>
      <w:r w:rsidR="00927951" w:rsidRPr="00927951">
        <w:rPr>
          <w:rStyle w:val="LPzwykly"/>
        </w:rPr>
        <w:t>otrzymanej faktury jest dokonywana na rachunek bankowy albo na rachunek w spółdzielczej kasie oszczędnościowo-kredytowej, dla których jest prowadzony rachunek VAT Wykonawcy.</w:t>
      </w:r>
    </w:p>
    <w:p w:rsidR="00927951" w:rsidRPr="00927951" w:rsidRDefault="00927951" w:rsidP="00927951">
      <w:pPr>
        <w:jc w:val="both"/>
        <w:rPr>
          <w:rStyle w:val="LPzwykly"/>
        </w:rPr>
      </w:pP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ab/>
      </w:r>
    </w:p>
    <w:p w:rsidR="00927951" w:rsidRDefault="00927951" w:rsidP="00E11641">
      <w:pPr>
        <w:jc w:val="center"/>
        <w:rPr>
          <w:rStyle w:val="LPzwykly"/>
          <w:b/>
        </w:rPr>
      </w:pPr>
      <w:r w:rsidRPr="00E11641">
        <w:rPr>
          <w:rStyle w:val="LPzwykly"/>
          <w:b/>
        </w:rPr>
        <w:t>GWARANCJA JAKOŚCI</w:t>
      </w:r>
      <w:r w:rsidR="009D3E7B">
        <w:rPr>
          <w:rStyle w:val="LPzwykly"/>
          <w:b/>
        </w:rPr>
        <w:t xml:space="preserve"> I RĘKOJMIA ZA WADY</w:t>
      </w:r>
    </w:p>
    <w:p w:rsidR="00E11641" w:rsidRPr="00E11641" w:rsidRDefault="00E11641" w:rsidP="00E11641">
      <w:pPr>
        <w:jc w:val="center"/>
        <w:rPr>
          <w:rStyle w:val="LPzwykly"/>
          <w:b/>
        </w:rPr>
      </w:pPr>
    </w:p>
    <w:p w:rsidR="00927951" w:rsidRPr="00E11641" w:rsidRDefault="00927951" w:rsidP="00E11641">
      <w:pPr>
        <w:jc w:val="center"/>
        <w:rPr>
          <w:rStyle w:val="LPzwykly"/>
          <w:b/>
        </w:rPr>
      </w:pPr>
      <w:r w:rsidRPr="00E11641">
        <w:rPr>
          <w:rStyle w:val="LPzwykly"/>
          <w:b/>
        </w:rPr>
        <w:t>§ 14</w:t>
      </w:r>
    </w:p>
    <w:p w:rsidR="00927951" w:rsidRPr="00927951" w:rsidRDefault="00927951" w:rsidP="00927951">
      <w:pPr>
        <w:jc w:val="both"/>
        <w:rPr>
          <w:rStyle w:val="LPzwykly"/>
        </w:rPr>
      </w:pPr>
    </w:p>
    <w:p w:rsidR="009D3E7B" w:rsidRPr="001737BF" w:rsidRDefault="009D3E7B" w:rsidP="009D3E7B">
      <w:pPr>
        <w:numPr>
          <w:ilvl w:val="0"/>
          <w:numId w:val="17"/>
        </w:numPr>
        <w:tabs>
          <w:tab w:val="left" w:pos="4118"/>
        </w:tabs>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rsidR="009D3E7B" w:rsidRPr="001737BF" w:rsidRDefault="009D3E7B" w:rsidP="009D3E7B">
      <w:pPr>
        <w:widowControl w:val="0"/>
        <w:numPr>
          <w:ilvl w:val="0"/>
          <w:numId w:val="17"/>
        </w:numPr>
        <w:autoSpaceDE w:val="0"/>
        <w:autoSpaceDN/>
        <w:spacing w:line="288" w:lineRule="auto"/>
        <w:jc w:val="both"/>
        <w:textAlignment w:val="auto"/>
        <w:rPr>
          <w:rFonts w:cs="Arial"/>
          <w:lang w:eastAsia="ar-SA"/>
        </w:rPr>
      </w:pPr>
      <w:r w:rsidRPr="001737BF">
        <w:rPr>
          <w:rFonts w:cs="Arial"/>
          <w:lang w:eastAsia="ar-SA"/>
        </w:rPr>
        <w:t>Wykonawca zobowiązuje się udzielić ponadto Zamawiającemu gwarancji jakości na</w:t>
      </w:r>
      <w:r>
        <w:rPr>
          <w:rFonts w:cs="Arial"/>
          <w:lang w:eastAsia="ar-SA"/>
        </w:rPr>
        <w:t> </w:t>
      </w:r>
      <w:r w:rsidRPr="001737BF">
        <w:rPr>
          <w:rFonts w:cs="Arial"/>
          <w:lang w:eastAsia="ar-SA"/>
        </w:rPr>
        <w:t xml:space="preserve">okres </w:t>
      </w:r>
      <w:bookmarkStart w:id="1" w:name="Tekst55"/>
      <w:r w:rsidRPr="001737BF">
        <w:rPr>
          <w:rFonts w:cs="Arial"/>
        </w:rPr>
        <w:fldChar w:fldCharType="begin"/>
      </w:r>
      <w:r w:rsidRPr="001737BF">
        <w:rPr>
          <w:rFonts w:cs="Arial"/>
          <w:lang w:eastAsia="ar-SA"/>
        </w:rPr>
        <w:instrText xml:space="preserve"> FILLIN "Tekst55"</w:instrText>
      </w:r>
      <w:r w:rsidRPr="001737BF">
        <w:rPr>
          <w:rFonts w:cs="Arial"/>
        </w:rPr>
        <w:fldChar w:fldCharType="separate"/>
      </w:r>
      <w:r w:rsidRPr="001737BF">
        <w:rPr>
          <w:rFonts w:cs="Arial"/>
          <w:lang w:eastAsia="ar-SA"/>
        </w:rPr>
        <w:t>......................</w:t>
      </w:r>
      <w:r w:rsidRPr="001737BF">
        <w:rPr>
          <w:rFonts w:cs="Arial"/>
        </w:rPr>
        <w:fldChar w:fldCharType="end"/>
      </w:r>
      <w:bookmarkEnd w:id="1"/>
      <w:r w:rsidRPr="001737BF">
        <w:rPr>
          <w:rFonts w:cs="Arial"/>
          <w:lang w:eastAsia="ar-SA"/>
        </w:rPr>
        <w:t xml:space="preserve"> </w:t>
      </w:r>
      <w:proofErr w:type="gramStart"/>
      <w:r w:rsidRPr="001737BF">
        <w:rPr>
          <w:rFonts w:cs="Arial"/>
          <w:lang w:eastAsia="ar-SA"/>
        </w:rPr>
        <w:t>od</w:t>
      </w:r>
      <w:proofErr w:type="gramEnd"/>
      <w:r w:rsidRPr="001737BF">
        <w:rPr>
          <w:rFonts w:cs="Arial"/>
          <w:lang w:eastAsia="ar-SA"/>
        </w:rPr>
        <w:t xml:space="preserve"> daty odbioru końcowego.</w:t>
      </w:r>
    </w:p>
    <w:p w:rsidR="009D3E7B" w:rsidRPr="001737BF" w:rsidRDefault="009D3E7B" w:rsidP="009D3E7B">
      <w:pPr>
        <w:widowControl w:val="0"/>
        <w:numPr>
          <w:ilvl w:val="0"/>
          <w:numId w:val="17"/>
        </w:numPr>
        <w:autoSpaceDE w:val="0"/>
        <w:autoSpaceDN/>
        <w:spacing w:line="288" w:lineRule="auto"/>
        <w:jc w:val="both"/>
        <w:textAlignment w:val="auto"/>
        <w:rPr>
          <w:rFonts w:cs="Arial"/>
          <w:lang w:eastAsia="ar-SA"/>
        </w:rPr>
      </w:pPr>
      <w:r w:rsidRPr="001737BF">
        <w:rPr>
          <w:rFonts w:cs="Arial"/>
          <w:lang w:eastAsia="ar-SA"/>
        </w:rPr>
        <w:t>Dokument gwarancyjny Wykonawca zobowiązany jest dostarczyć w dacie odbioru końcowego jako załącznik do protokołu.</w:t>
      </w:r>
    </w:p>
    <w:p w:rsidR="009D3E7B" w:rsidRPr="001737BF" w:rsidRDefault="009D3E7B" w:rsidP="009D3E7B">
      <w:pPr>
        <w:numPr>
          <w:ilvl w:val="0"/>
          <w:numId w:val="17"/>
        </w:numPr>
        <w:tabs>
          <w:tab w:val="left" w:pos="4118"/>
        </w:tabs>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lastRenderedPageBreak/>
        <w:t xml:space="preserve">Wszelkie naprawy w okresie rękojmi i gwarancji wykonywane będą na koszt i ryzyko Wykonawcy. </w:t>
      </w:r>
    </w:p>
    <w:p w:rsidR="009D3E7B" w:rsidRPr="001737BF" w:rsidRDefault="009D3E7B" w:rsidP="009D3E7B">
      <w:pPr>
        <w:numPr>
          <w:ilvl w:val="0"/>
          <w:numId w:val="17"/>
        </w:numPr>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 xml:space="preserve">Wykonawca w trakcie wykonywania prac wynikających z rękojmi i gwarancji ponosi odpowiedzialność za wszelkie szkody osób trzecich w związku z wykonywaniem robót, </w:t>
      </w:r>
    </w:p>
    <w:p w:rsidR="009D3E7B" w:rsidRPr="001737BF" w:rsidRDefault="009D3E7B" w:rsidP="009D3E7B">
      <w:pPr>
        <w:numPr>
          <w:ilvl w:val="0"/>
          <w:numId w:val="17"/>
        </w:numPr>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Do zachowania rękojmi i gwarancji za wady fizyczne robót budowlanych wystarczy, jeżeli Zamawiający zawiadomi Wykonawcę o wadzie w termie do 30 dni od jej wykrycia.</w:t>
      </w:r>
    </w:p>
    <w:p w:rsidR="009D3E7B" w:rsidRPr="001737BF" w:rsidRDefault="009D3E7B" w:rsidP="009D3E7B">
      <w:pPr>
        <w:numPr>
          <w:ilvl w:val="0"/>
          <w:numId w:val="17"/>
        </w:numPr>
        <w:tabs>
          <w:tab w:val="left" w:pos="4118"/>
        </w:tabs>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w:t>
      </w:r>
      <w:r>
        <w:rPr>
          <w:rFonts w:eastAsia="SimSun" w:cs="Arial"/>
          <w:color w:val="000000"/>
          <w:kern w:val="2"/>
          <w:lang w:eastAsia="hi-IN" w:bidi="hi-IN"/>
        </w:rPr>
        <w:t> </w:t>
      </w:r>
      <w:r w:rsidRPr="001737BF">
        <w:rPr>
          <w:rFonts w:eastAsia="SimSun" w:cs="Arial"/>
          <w:color w:val="000000"/>
          <w:kern w:val="2"/>
          <w:lang w:eastAsia="hi-IN" w:bidi="hi-IN"/>
        </w:rPr>
        <w:t>Zamawiający może zlecić usunięcie ich stronie trzeciej na koszt Wykonawcy. W tym przypadku koszty usuwania wad będą pokrywane w pierwszej kolejności z zatrzymanej kwoty będącej zabezpieczeniem należytego wykonania umowy.</w:t>
      </w:r>
    </w:p>
    <w:p w:rsidR="009D3E7B" w:rsidRPr="001737BF" w:rsidRDefault="009D3E7B" w:rsidP="009D3E7B">
      <w:pPr>
        <w:numPr>
          <w:ilvl w:val="0"/>
          <w:numId w:val="17"/>
        </w:numPr>
        <w:tabs>
          <w:tab w:val="left" w:pos="4118"/>
        </w:tabs>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 xml:space="preserve">Za skuteczne powiadomienie Wykonawcy uważa się m.in. przesłanie powiadomienia drogą mailową do Wykonawcy. </w:t>
      </w:r>
    </w:p>
    <w:p w:rsidR="00927951" w:rsidRPr="00927951" w:rsidRDefault="00927951" w:rsidP="00130BF1">
      <w:pPr>
        <w:pStyle w:val="Akapitzlist"/>
        <w:numPr>
          <w:ilvl w:val="0"/>
          <w:numId w:val="17"/>
        </w:numPr>
        <w:jc w:val="both"/>
        <w:rPr>
          <w:rStyle w:val="LPzwykly"/>
        </w:rPr>
      </w:pPr>
      <w:r w:rsidRPr="00927951">
        <w:rPr>
          <w:rStyle w:val="LPzwykly"/>
        </w:rPr>
        <w:t>W terminie 14 dni przed upływem okresu gwarancji, o których mowa w ust. 1, Zamawiający dokona przy udziale przedstawicieli Wykonawcy odbioru pogwarancyjnego robót budowlanych objętych u</w:t>
      </w:r>
      <w:r w:rsidR="00100D63">
        <w:rPr>
          <w:rStyle w:val="LPzwykly"/>
        </w:rPr>
        <w:t>mową, na zasadach określonych w </w:t>
      </w:r>
      <w:r w:rsidRPr="00927951">
        <w:rPr>
          <w:rStyle w:val="LPzwykly"/>
        </w:rPr>
        <w:t>dokumentacji projektowej.</w:t>
      </w:r>
    </w:p>
    <w:p w:rsidR="00927951" w:rsidRPr="00927951" w:rsidRDefault="00927951" w:rsidP="00927951">
      <w:pPr>
        <w:jc w:val="both"/>
        <w:rPr>
          <w:rStyle w:val="LPzwykly"/>
        </w:rPr>
      </w:pPr>
      <w:r w:rsidRPr="00927951">
        <w:rPr>
          <w:rStyle w:val="LPzwykly"/>
        </w:rPr>
        <w:t xml:space="preserve"> </w:t>
      </w:r>
    </w:p>
    <w:p w:rsidR="00927951" w:rsidRPr="00927951" w:rsidRDefault="00927951" w:rsidP="00927951">
      <w:pPr>
        <w:jc w:val="both"/>
        <w:rPr>
          <w:rStyle w:val="LPzwykly"/>
        </w:rPr>
      </w:pPr>
      <w:r w:rsidRPr="00927951">
        <w:rPr>
          <w:rStyle w:val="LPzwykly"/>
        </w:rPr>
        <w:t xml:space="preserve"> </w:t>
      </w:r>
    </w:p>
    <w:p w:rsidR="00927951" w:rsidRPr="00927951" w:rsidRDefault="00927951" w:rsidP="00927951">
      <w:pPr>
        <w:jc w:val="both"/>
        <w:rPr>
          <w:rStyle w:val="LPzwykly"/>
        </w:rPr>
      </w:pPr>
    </w:p>
    <w:p w:rsidR="00927951" w:rsidRPr="00E11641" w:rsidRDefault="00927951" w:rsidP="00E11641">
      <w:pPr>
        <w:jc w:val="center"/>
        <w:rPr>
          <w:rStyle w:val="LPzwykly"/>
          <w:b/>
        </w:rPr>
      </w:pPr>
      <w:r w:rsidRPr="00E11641">
        <w:rPr>
          <w:rStyle w:val="LPzwykly"/>
          <w:b/>
        </w:rPr>
        <w:t>ODSTĄPIENIE OD UMOWY</w:t>
      </w:r>
    </w:p>
    <w:p w:rsidR="00927951" w:rsidRPr="00E11641" w:rsidRDefault="00927951" w:rsidP="00E11641">
      <w:pPr>
        <w:jc w:val="center"/>
        <w:rPr>
          <w:rStyle w:val="LPzwykly"/>
          <w:b/>
        </w:rPr>
      </w:pPr>
      <w:r w:rsidRPr="00E11641">
        <w:rPr>
          <w:rStyle w:val="LPzwykly"/>
          <w:b/>
        </w:rPr>
        <w:t>§ 15</w:t>
      </w:r>
    </w:p>
    <w:p w:rsidR="00927951" w:rsidRPr="00927951" w:rsidRDefault="00927951" w:rsidP="00927951">
      <w:pPr>
        <w:jc w:val="both"/>
        <w:rPr>
          <w:rStyle w:val="LPzwykly"/>
        </w:rPr>
      </w:pPr>
    </w:p>
    <w:p w:rsidR="00E11641" w:rsidRDefault="00927951" w:rsidP="00130BF1">
      <w:pPr>
        <w:pStyle w:val="Akapitzlist"/>
        <w:numPr>
          <w:ilvl w:val="0"/>
          <w:numId w:val="18"/>
        </w:numPr>
        <w:jc w:val="both"/>
        <w:rPr>
          <w:rStyle w:val="LPzwykly"/>
        </w:rPr>
      </w:pPr>
      <w:r w:rsidRPr="00927951">
        <w:rPr>
          <w:rStyle w:val="LPzwykly"/>
        </w:rPr>
        <w:t>Zamawiającemu w terminie 30 dni od powzięcia wiadomości o zdarzeniu stanowiącym podstawę odstąpienia (oprócz pkt 3-4) - poza przypadkami określonymi w KC - przysługuje prawo do odstąpienia od Umowy w całości lub w części niew</w:t>
      </w:r>
      <w:r w:rsidR="002A5C8C">
        <w:rPr>
          <w:rStyle w:val="LPzwykly"/>
        </w:rPr>
        <w:t>ykonanej w </w:t>
      </w:r>
      <w:r w:rsidRPr="00927951">
        <w:rPr>
          <w:rStyle w:val="LPzwykly"/>
        </w:rPr>
        <w:t>sytuacji</w:t>
      </w:r>
      <w:r w:rsidR="00100D63">
        <w:rPr>
          <w:rStyle w:val="LPzwykly"/>
        </w:rPr>
        <w:t>,</w:t>
      </w:r>
      <w:r w:rsidRPr="00927951">
        <w:rPr>
          <w:rStyle w:val="LPzwykly"/>
        </w:rPr>
        <w:t xml:space="preserve"> kiedy:</w:t>
      </w:r>
    </w:p>
    <w:p w:rsidR="00E11641" w:rsidRDefault="002A5C8C" w:rsidP="00130BF1">
      <w:pPr>
        <w:pStyle w:val="Akapitzlist"/>
        <w:numPr>
          <w:ilvl w:val="1"/>
          <w:numId w:val="18"/>
        </w:numPr>
        <w:jc w:val="both"/>
        <w:rPr>
          <w:rStyle w:val="LPzwykly"/>
        </w:rPr>
      </w:pPr>
      <w:r>
        <w:rPr>
          <w:rStyle w:val="LPzwykly"/>
        </w:rPr>
        <w:t>Z</w:t>
      </w:r>
      <w:r w:rsidR="00927951" w:rsidRPr="00927951">
        <w:rPr>
          <w:rStyle w:val="LPzwykly"/>
        </w:rPr>
        <w:t>ostanie zgłoszona likwidacja lub rozwiązanie firmy,</w:t>
      </w:r>
    </w:p>
    <w:p w:rsidR="00E11641" w:rsidRDefault="002A5C8C" w:rsidP="00130BF1">
      <w:pPr>
        <w:pStyle w:val="Akapitzlist"/>
        <w:numPr>
          <w:ilvl w:val="1"/>
          <w:numId w:val="18"/>
        </w:numPr>
        <w:jc w:val="both"/>
        <w:rPr>
          <w:rStyle w:val="LPzwykly"/>
        </w:rPr>
      </w:pPr>
      <w:r>
        <w:rPr>
          <w:rStyle w:val="LPzwykly"/>
        </w:rPr>
        <w:t>Z</w:t>
      </w:r>
      <w:r w:rsidR="00927951" w:rsidRPr="00927951">
        <w:rPr>
          <w:rStyle w:val="LPzwykly"/>
        </w:rPr>
        <w:t>ostanie wydany nakaz zajęcia majątku Wykonawcy,</w:t>
      </w:r>
    </w:p>
    <w:p w:rsidR="00E11641" w:rsidRDefault="00927951" w:rsidP="00130BF1">
      <w:pPr>
        <w:pStyle w:val="Akapitzlist"/>
        <w:numPr>
          <w:ilvl w:val="1"/>
          <w:numId w:val="18"/>
        </w:numPr>
        <w:jc w:val="both"/>
        <w:rPr>
          <w:rStyle w:val="LPzwykly"/>
        </w:rPr>
      </w:pPr>
      <w:r w:rsidRPr="00927951">
        <w:rPr>
          <w:rStyle w:val="LPzwykly"/>
        </w:rPr>
        <w:t>Wykonawca nie rozpoczął wykonywania robót budowlanych lub ich części</w:t>
      </w:r>
      <w:r>
        <w:rPr>
          <w:rStyle w:val="LPzwykly"/>
        </w:rPr>
        <w:t xml:space="preserve"> </w:t>
      </w:r>
      <w:r w:rsidRPr="00927951">
        <w:rPr>
          <w:rStyle w:val="LPzwykly"/>
        </w:rPr>
        <w:t>lub przerwał realizację</w:t>
      </w:r>
      <w:r>
        <w:rPr>
          <w:rStyle w:val="LPzwykly"/>
        </w:rPr>
        <w:t xml:space="preserve"> </w:t>
      </w:r>
      <w:r w:rsidRPr="00927951">
        <w:rPr>
          <w:rStyle w:val="LPzwykly"/>
        </w:rPr>
        <w:t>Umowy</w:t>
      </w:r>
      <w:r>
        <w:rPr>
          <w:rStyle w:val="LPzwykly"/>
        </w:rPr>
        <w:t xml:space="preserve"> </w:t>
      </w:r>
      <w:r w:rsidRPr="00927951">
        <w:rPr>
          <w:rStyle w:val="LPzwykly"/>
        </w:rPr>
        <w:t>i</w:t>
      </w:r>
      <w:r w:rsidR="00100D63">
        <w:rPr>
          <w:rStyle w:val="LPzwykly"/>
        </w:rPr>
        <w:t xml:space="preserve"> </w:t>
      </w:r>
      <w:r w:rsidRPr="00927951">
        <w:rPr>
          <w:rStyle w:val="LPzwykly"/>
        </w:rPr>
        <w:t>jej</w:t>
      </w:r>
      <w:r w:rsidR="00100D63">
        <w:rPr>
          <w:rStyle w:val="LPzwykly"/>
        </w:rPr>
        <w:t xml:space="preserve"> </w:t>
      </w:r>
      <w:r w:rsidRPr="00927951">
        <w:rPr>
          <w:rStyle w:val="LPzwykly"/>
        </w:rPr>
        <w:t>nie</w:t>
      </w:r>
      <w:r>
        <w:rPr>
          <w:rStyle w:val="LPzwykly"/>
        </w:rPr>
        <w:t xml:space="preserve"> </w:t>
      </w:r>
      <w:r w:rsidRPr="00927951">
        <w:rPr>
          <w:rStyle w:val="LPzwykly"/>
        </w:rPr>
        <w:t>realizuje</w:t>
      </w:r>
      <w:r w:rsidR="00100D63">
        <w:rPr>
          <w:rStyle w:val="LPzwykly"/>
        </w:rPr>
        <w:t xml:space="preserve"> </w:t>
      </w:r>
      <w:r w:rsidRPr="00927951">
        <w:rPr>
          <w:rStyle w:val="LPzwykly"/>
        </w:rPr>
        <w:t>przez</w:t>
      </w:r>
      <w:r>
        <w:rPr>
          <w:rStyle w:val="LPzwykly"/>
        </w:rPr>
        <w:t xml:space="preserve"> </w:t>
      </w:r>
      <w:r w:rsidRPr="00927951">
        <w:rPr>
          <w:rStyle w:val="LPzwykly"/>
        </w:rPr>
        <w:t>okres</w:t>
      </w:r>
      <w:r>
        <w:rPr>
          <w:rStyle w:val="LPzwykly"/>
        </w:rPr>
        <w:t xml:space="preserve"> </w:t>
      </w:r>
      <w:r w:rsidRPr="00927951">
        <w:rPr>
          <w:rStyle w:val="LPzwykly"/>
        </w:rPr>
        <w:t>dłuższy</w:t>
      </w:r>
      <w:r w:rsidR="00100D63">
        <w:rPr>
          <w:rStyle w:val="LPzwykly"/>
        </w:rPr>
        <w:t xml:space="preserve"> </w:t>
      </w:r>
      <w:r w:rsidRPr="00927951">
        <w:rPr>
          <w:rStyle w:val="LPzwykly"/>
        </w:rPr>
        <w:t>niż 30 dni,</w:t>
      </w:r>
    </w:p>
    <w:p w:rsidR="00E11641" w:rsidRDefault="00927951" w:rsidP="00130BF1">
      <w:pPr>
        <w:pStyle w:val="Akapitzlist"/>
        <w:numPr>
          <w:ilvl w:val="1"/>
          <w:numId w:val="18"/>
        </w:numPr>
        <w:jc w:val="both"/>
        <w:rPr>
          <w:rStyle w:val="LPzwykly"/>
        </w:rPr>
      </w:pPr>
      <w:r w:rsidRPr="00927951">
        <w:rPr>
          <w:rStyle w:val="LPzwykly"/>
        </w:rPr>
        <w:t>Wykonawca wykonuje roboty niezgodn</w:t>
      </w:r>
      <w:r w:rsidR="00100D63">
        <w:rPr>
          <w:rStyle w:val="LPzwykly"/>
        </w:rPr>
        <w:t>ie z Umową, a w szczególności z </w:t>
      </w:r>
      <w:r w:rsidRPr="00927951">
        <w:rPr>
          <w:rStyle w:val="LPzwykly"/>
        </w:rPr>
        <w:t>dokumentacją techniczną, i pomimo wezwania przez Zamawiającego - nie rozpoczął w terminie 7 dni od wezwania przez Zamawiającego wykonywania robót zgodnie z Umową,</w:t>
      </w:r>
    </w:p>
    <w:p w:rsidR="00E11641" w:rsidRDefault="002A5C8C" w:rsidP="00130BF1">
      <w:pPr>
        <w:pStyle w:val="Akapitzlist"/>
        <w:numPr>
          <w:ilvl w:val="1"/>
          <w:numId w:val="18"/>
        </w:numPr>
        <w:jc w:val="both"/>
        <w:rPr>
          <w:rStyle w:val="LPzwykly"/>
        </w:rPr>
      </w:pPr>
      <w:r>
        <w:rPr>
          <w:rStyle w:val="LPzwykly"/>
        </w:rPr>
        <w:t>Z</w:t>
      </w:r>
      <w:r w:rsidR="00927951" w:rsidRPr="00927951">
        <w:rPr>
          <w:rStyle w:val="LPzwykly"/>
        </w:rPr>
        <w:t>ajdzie okoliczność określona w §11 ust. 6 pkt 2 Umowy,</w:t>
      </w:r>
    </w:p>
    <w:p w:rsidR="00E11641" w:rsidRDefault="002A5C8C" w:rsidP="00130BF1">
      <w:pPr>
        <w:pStyle w:val="Akapitzlist"/>
        <w:numPr>
          <w:ilvl w:val="1"/>
          <w:numId w:val="18"/>
        </w:numPr>
        <w:jc w:val="both"/>
        <w:rPr>
          <w:rStyle w:val="LPzwykly"/>
        </w:rPr>
      </w:pPr>
      <w:r>
        <w:rPr>
          <w:rStyle w:val="LPzwykly"/>
        </w:rPr>
        <w:t>N</w:t>
      </w:r>
      <w:r w:rsidR="00927951" w:rsidRPr="00927951">
        <w:rPr>
          <w:rStyle w:val="LPzwykly"/>
        </w:rPr>
        <w:t>astąpi</w:t>
      </w:r>
      <w:r w:rsidR="00100D63">
        <w:rPr>
          <w:rStyle w:val="LPzwykly"/>
        </w:rPr>
        <w:t xml:space="preserve"> </w:t>
      </w:r>
      <w:r w:rsidR="00927951" w:rsidRPr="00927951">
        <w:rPr>
          <w:rStyle w:val="LPzwykly"/>
        </w:rPr>
        <w:t>inne</w:t>
      </w:r>
      <w:r w:rsidR="00100D63">
        <w:rPr>
          <w:rStyle w:val="LPzwykly"/>
        </w:rPr>
        <w:t xml:space="preserve"> </w:t>
      </w:r>
      <w:r w:rsidR="00927951" w:rsidRPr="00927951">
        <w:rPr>
          <w:rStyle w:val="LPzwykly"/>
        </w:rPr>
        <w:t>rażące</w:t>
      </w:r>
      <w:r w:rsidR="00100D63">
        <w:rPr>
          <w:rStyle w:val="LPzwykly"/>
        </w:rPr>
        <w:t xml:space="preserve"> </w:t>
      </w:r>
      <w:r w:rsidR="00927951" w:rsidRPr="00927951">
        <w:rPr>
          <w:rStyle w:val="LPzwykly"/>
        </w:rPr>
        <w:t>naruszenie</w:t>
      </w:r>
      <w:r w:rsidR="00100D63">
        <w:rPr>
          <w:rStyle w:val="LPzwykly"/>
        </w:rPr>
        <w:t xml:space="preserve"> </w:t>
      </w:r>
      <w:r w:rsidR="00927951" w:rsidRPr="00927951">
        <w:rPr>
          <w:rStyle w:val="LPzwykly"/>
        </w:rPr>
        <w:t>przez</w:t>
      </w:r>
      <w:r w:rsidR="00100D63">
        <w:rPr>
          <w:rStyle w:val="LPzwykly"/>
        </w:rPr>
        <w:t xml:space="preserve"> </w:t>
      </w:r>
      <w:r w:rsidR="00927951" w:rsidRPr="00927951">
        <w:rPr>
          <w:rStyle w:val="LPzwykly"/>
        </w:rPr>
        <w:t>Wykonawcę</w:t>
      </w:r>
      <w:r w:rsidR="00100D63">
        <w:rPr>
          <w:rStyle w:val="LPzwykly"/>
        </w:rPr>
        <w:t xml:space="preserve"> </w:t>
      </w:r>
      <w:r w:rsidR="00927951" w:rsidRPr="00927951">
        <w:rPr>
          <w:rStyle w:val="LPzwykly"/>
        </w:rPr>
        <w:t>obowiązków</w:t>
      </w:r>
      <w:r w:rsidR="00100D63">
        <w:rPr>
          <w:rStyle w:val="LPzwykly"/>
        </w:rPr>
        <w:t xml:space="preserve"> wynikających </w:t>
      </w:r>
      <w:r w:rsidR="00100D63" w:rsidRPr="00100D63">
        <w:t>z</w:t>
      </w:r>
      <w:r w:rsidR="00100D63">
        <w:t> </w:t>
      </w:r>
      <w:r w:rsidR="00927951" w:rsidRPr="00100D63">
        <w:t>Umowy</w:t>
      </w:r>
      <w:r w:rsidR="00927951" w:rsidRPr="00927951">
        <w:rPr>
          <w:rStyle w:val="LPzwykly"/>
        </w:rPr>
        <w:t xml:space="preserve"> lub przepisów prawa,</w:t>
      </w:r>
    </w:p>
    <w:p w:rsidR="00E11641" w:rsidRDefault="002A5C8C" w:rsidP="00130BF1">
      <w:pPr>
        <w:pStyle w:val="Akapitzlist"/>
        <w:numPr>
          <w:ilvl w:val="1"/>
          <w:numId w:val="18"/>
        </w:numPr>
        <w:jc w:val="both"/>
        <w:rPr>
          <w:rStyle w:val="LPzwykly"/>
        </w:rPr>
      </w:pPr>
      <w:r>
        <w:rPr>
          <w:rStyle w:val="LPzwykly"/>
        </w:rPr>
        <w:t>W</w:t>
      </w:r>
      <w:r w:rsidR="00927951" w:rsidRPr="00927951">
        <w:rPr>
          <w:rStyle w:val="LPzwykly"/>
        </w:rPr>
        <w:t xml:space="preserve"> przypadku zaistnienia istotnej zmiany okoliczności powodującej, że wykonanie Umowy nie leży w interesie publicznym</w:t>
      </w:r>
      <w:r w:rsidR="00100D63">
        <w:rPr>
          <w:rStyle w:val="LPzwykly"/>
        </w:rPr>
        <w:t>,</w:t>
      </w:r>
      <w:r w:rsidR="00927951" w:rsidRPr="00927951">
        <w:rPr>
          <w:rStyle w:val="LPzwykly"/>
        </w:rPr>
        <w:t xml:space="preserve"> czego nie można był</w:t>
      </w:r>
      <w:r w:rsidR="00100D63">
        <w:rPr>
          <w:rStyle w:val="LPzwykly"/>
        </w:rPr>
        <w:t xml:space="preserve">o przewidzieć </w:t>
      </w:r>
      <w:r w:rsidR="00100D63" w:rsidRPr="00100D63">
        <w:t>w</w:t>
      </w:r>
      <w:r w:rsidR="00100D63">
        <w:t> </w:t>
      </w:r>
      <w:r w:rsidR="00927951" w:rsidRPr="00100D63">
        <w:t>chwili</w:t>
      </w:r>
      <w:r w:rsidR="00927951" w:rsidRPr="00927951">
        <w:rPr>
          <w:rStyle w:val="LPzwykly"/>
        </w:rPr>
        <w:t xml:space="preserve"> zawarcia Umowy,</w:t>
      </w:r>
    </w:p>
    <w:p w:rsidR="00E11641" w:rsidRDefault="002A5C8C" w:rsidP="00130BF1">
      <w:pPr>
        <w:pStyle w:val="Akapitzlist"/>
        <w:numPr>
          <w:ilvl w:val="1"/>
          <w:numId w:val="18"/>
        </w:numPr>
        <w:jc w:val="both"/>
        <w:rPr>
          <w:rStyle w:val="LPzwykly"/>
        </w:rPr>
      </w:pPr>
      <w:r>
        <w:rPr>
          <w:rStyle w:val="LPzwykly"/>
        </w:rPr>
        <w:lastRenderedPageBreak/>
        <w:t>D</w:t>
      </w:r>
      <w:r w:rsidR="00927951" w:rsidRPr="00927951">
        <w:rPr>
          <w:rStyle w:val="LPzwykly"/>
        </w:rPr>
        <w:t>okonano zmiany umowy z naruszeniem art. 454 i 455 ustawy PZP– Wykonawca w chwili zawarcia umowy podlegał wykluczeniu lub zaistniały przesłanki inne wynikające z art. 456 ustawy PZP.</w:t>
      </w:r>
    </w:p>
    <w:p w:rsidR="00E11641" w:rsidRDefault="00927951" w:rsidP="00130BF1">
      <w:pPr>
        <w:pStyle w:val="Akapitzlist"/>
        <w:numPr>
          <w:ilvl w:val="0"/>
          <w:numId w:val="18"/>
        </w:numPr>
        <w:jc w:val="both"/>
        <w:rPr>
          <w:rStyle w:val="LPzwykly"/>
        </w:rPr>
      </w:pPr>
      <w:r w:rsidRPr="00927951">
        <w:rPr>
          <w:rStyle w:val="LPzwykly"/>
        </w:rPr>
        <w:t>W przypadku zaistnienia okoliczności opisanych w ust. 1, obowiązują kary umowne przewidziane w §1</w:t>
      </w:r>
      <w:r w:rsidR="00A009C3">
        <w:rPr>
          <w:rStyle w:val="LPzwykly"/>
        </w:rPr>
        <w:t>6</w:t>
      </w:r>
      <w:r w:rsidRPr="00927951">
        <w:rPr>
          <w:rStyle w:val="LPzwykly"/>
        </w:rPr>
        <w:t>.</w:t>
      </w:r>
    </w:p>
    <w:p w:rsidR="00E11641" w:rsidRDefault="00927951" w:rsidP="00130BF1">
      <w:pPr>
        <w:pStyle w:val="Akapitzlist"/>
        <w:numPr>
          <w:ilvl w:val="0"/>
          <w:numId w:val="18"/>
        </w:numPr>
        <w:jc w:val="both"/>
        <w:rPr>
          <w:rStyle w:val="LPzwykly"/>
        </w:rPr>
      </w:pPr>
      <w:r w:rsidRPr="00927951">
        <w:rPr>
          <w:rStyle w:val="LPzwykly"/>
        </w:rPr>
        <w:t>Odstąpienie od Umowy następuje w formie pisemnej pod rygorem nieważności.</w:t>
      </w:r>
    </w:p>
    <w:p w:rsidR="00E11641" w:rsidRDefault="00927951" w:rsidP="00130BF1">
      <w:pPr>
        <w:pStyle w:val="Akapitzlist"/>
        <w:numPr>
          <w:ilvl w:val="0"/>
          <w:numId w:val="18"/>
        </w:numPr>
        <w:jc w:val="both"/>
        <w:rPr>
          <w:rStyle w:val="LPzwykly"/>
        </w:rPr>
      </w:pPr>
      <w:r w:rsidRPr="00927951">
        <w:rPr>
          <w:rStyle w:val="LPzwykly"/>
        </w:rPr>
        <w:t>W wypadku odstąpienia od Umowy, Wykonawcę i Zamawiającego obciążają następujące obowiązki szczegółowe:</w:t>
      </w:r>
    </w:p>
    <w:p w:rsidR="00E11641" w:rsidRDefault="002A5C8C" w:rsidP="00130BF1">
      <w:pPr>
        <w:pStyle w:val="Akapitzlist"/>
        <w:numPr>
          <w:ilvl w:val="1"/>
          <w:numId w:val="18"/>
        </w:numPr>
        <w:jc w:val="both"/>
        <w:rPr>
          <w:rStyle w:val="LPzwykly"/>
        </w:rPr>
      </w:pPr>
      <w:r>
        <w:rPr>
          <w:rStyle w:val="LPzwykly"/>
        </w:rPr>
        <w:t>W</w:t>
      </w:r>
      <w:r w:rsidR="00927951" w:rsidRPr="00927951">
        <w:rPr>
          <w:rStyle w:val="LPzwykly"/>
        </w:rPr>
        <w:t xml:space="preserve"> terminie 10 dni od daty odstąpienia od Umowy Wykonawca przy udziale Zamawiającego sporządzi szczegółowy protokół inwentaryzacji robót w toku, wg stanu na dzień odstąpienia,</w:t>
      </w:r>
    </w:p>
    <w:p w:rsidR="00E11641" w:rsidRDefault="00927951" w:rsidP="00130BF1">
      <w:pPr>
        <w:pStyle w:val="Akapitzlist"/>
        <w:numPr>
          <w:ilvl w:val="1"/>
          <w:numId w:val="18"/>
        </w:numPr>
        <w:jc w:val="both"/>
        <w:rPr>
          <w:rStyle w:val="LPzwykly"/>
        </w:rPr>
      </w:pPr>
      <w:r w:rsidRPr="00927951">
        <w:rPr>
          <w:rStyle w:val="LPzwykly"/>
        </w:rPr>
        <w:t>Wykonawca zabezpieczy przerwane roboty do momentu przekazania terenu budowy Zamawiającemu,</w:t>
      </w:r>
    </w:p>
    <w:p w:rsidR="00E11641" w:rsidRDefault="00927951" w:rsidP="00130BF1">
      <w:pPr>
        <w:pStyle w:val="Akapitzlist"/>
        <w:numPr>
          <w:ilvl w:val="1"/>
          <w:numId w:val="18"/>
        </w:numPr>
        <w:jc w:val="both"/>
        <w:rPr>
          <w:rStyle w:val="LPzwykly"/>
        </w:rPr>
      </w:pPr>
      <w:r w:rsidRPr="00927951">
        <w:rPr>
          <w:rStyle w:val="LPzwykly"/>
        </w:rPr>
        <w:t>Wykonawca niezwłocznie zgłosi Zamawiającemu gotowość odbioru robót przerwanych oraz zabezpieczających, jeżeli o</w:t>
      </w:r>
      <w:r w:rsidR="00100D63">
        <w:rPr>
          <w:rStyle w:val="LPzwykly"/>
        </w:rPr>
        <w:t>dstąpienie od Umowy nastąpiło z </w:t>
      </w:r>
      <w:r w:rsidRPr="00927951">
        <w:rPr>
          <w:rStyle w:val="LPzwykly"/>
        </w:rPr>
        <w:t>przyczyn, za które odpowiada Wykonawca,</w:t>
      </w:r>
    </w:p>
    <w:p w:rsidR="00E11641" w:rsidRDefault="002A5C8C" w:rsidP="00130BF1">
      <w:pPr>
        <w:pStyle w:val="Akapitzlist"/>
        <w:numPr>
          <w:ilvl w:val="1"/>
          <w:numId w:val="18"/>
        </w:numPr>
        <w:jc w:val="both"/>
        <w:rPr>
          <w:rStyle w:val="LPzwykly"/>
        </w:rPr>
      </w:pPr>
      <w:r>
        <w:rPr>
          <w:rStyle w:val="LPzwykly"/>
        </w:rPr>
        <w:t>N</w:t>
      </w:r>
      <w:r w:rsidR="00927951" w:rsidRPr="00927951">
        <w:rPr>
          <w:rStyle w:val="LPzwykly"/>
        </w:rPr>
        <w:t>ajpóźniej w ciągu 20 dni od daty odstąpienia Wykonawca usunie z terenu budowy urządzenia zaplecza przez niego dostarczone bądź wzniesione,</w:t>
      </w:r>
    </w:p>
    <w:p w:rsidR="00E11641" w:rsidRDefault="002A5C8C" w:rsidP="00130BF1">
      <w:pPr>
        <w:pStyle w:val="Akapitzlist"/>
        <w:numPr>
          <w:ilvl w:val="1"/>
          <w:numId w:val="18"/>
        </w:numPr>
        <w:jc w:val="both"/>
        <w:rPr>
          <w:rStyle w:val="LPzwykly"/>
        </w:rPr>
      </w:pPr>
      <w:r>
        <w:rPr>
          <w:rStyle w:val="LPzwykly"/>
        </w:rPr>
        <w:t>W</w:t>
      </w:r>
      <w:r w:rsidR="00927951" w:rsidRPr="00927951">
        <w:rPr>
          <w:rStyle w:val="LPzwykly"/>
        </w:rPr>
        <w:t xml:space="preserve"> razie odstąpienia od Umowy, Zamawiający obowiązany jest do dokonania odbioru robót przerwanych i do zapłaty wynagrodzenia za roboty wykonane, wg stanu na dzień odstąpienia, bez zwrotu za nakłady poniesione na przyszłe wykonanie Przedmiotu Umowy</w:t>
      </w:r>
    </w:p>
    <w:p w:rsidR="00927951" w:rsidRPr="00927951" w:rsidRDefault="002A5C8C" w:rsidP="00130BF1">
      <w:pPr>
        <w:pStyle w:val="Akapitzlist"/>
        <w:numPr>
          <w:ilvl w:val="1"/>
          <w:numId w:val="18"/>
        </w:numPr>
        <w:jc w:val="both"/>
        <w:rPr>
          <w:rStyle w:val="LPzwykly"/>
        </w:rPr>
      </w:pPr>
      <w:r>
        <w:rPr>
          <w:rStyle w:val="LPzwykly"/>
        </w:rPr>
        <w:t>Z</w:t>
      </w:r>
      <w:r w:rsidR="00927951" w:rsidRPr="00927951">
        <w:rPr>
          <w:rStyle w:val="LPzwykly"/>
        </w:rPr>
        <w:t>apłaty kar umownych zgodnie z §1</w:t>
      </w:r>
      <w:r w:rsidR="00C94A4C">
        <w:rPr>
          <w:rStyle w:val="LPzwykly"/>
        </w:rPr>
        <w:t>6</w:t>
      </w:r>
      <w:r w:rsidR="00927951" w:rsidRPr="00927951">
        <w:rPr>
          <w:rStyle w:val="LPzwykly"/>
        </w:rPr>
        <w:t>.</w:t>
      </w:r>
    </w:p>
    <w:p w:rsidR="00927951" w:rsidRPr="00927951" w:rsidRDefault="00927951" w:rsidP="00927951">
      <w:pPr>
        <w:jc w:val="both"/>
        <w:rPr>
          <w:rStyle w:val="LPzwykly"/>
        </w:rPr>
      </w:pPr>
    </w:p>
    <w:p w:rsidR="00927951" w:rsidRDefault="00927951" w:rsidP="00E11641">
      <w:pPr>
        <w:jc w:val="center"/>
        <w:rPr>
          <w:rStyle w:val="LPzwykly"/>
          <w:b/>
        </w:rPr>
      </w:pPr>
      <w:r w:rsidRPr="00E11641">
        <w:rPr>
          <w:rStyle w:val="LPzwykly"/>
          <w:b/>
        </w:rPr>
        <w:t>KARY UMOWNE</w:t>
      </w:r>
    </w:p>
    <w:p w:rsidR="00E11641" w:rsidRPr="00E11641" w:rsidRDefault="00E11641" w:rsidP="00E11641">
      <w:pPr>
        <w:jc w:val="center"/>
        <w:rPr>
          <w:rStyle w:val="LPzwykly"/>
          <w:b/>
        </w:rPr>
      </w:pPr>
    </w:p>
    <w:p w:rsidR="00927951" w:rsidRPr="00E11641" w:rsidRDefault="00927951" w:rsidP="00E11641">
      <w:pPr>
        <w:jc w:val="center"/>
        <w:rPr>
          <w:rStyle w:val="LPzwykly"/>
          <w:b/>
        </w:rPr>
      </w:pPr>
      <w:r w:rsidRPr="00E11641">
        <w:rPr>
          <w:rStyle w:val="LPzwykly"/>
          <w:b/>
        </w:rPr>
        <w:t>§ 16</w:t>
      </w:r>
    </w:p>
    <w:p w:rsidR="00927951" w:rsidRPr="00927951" w:rsidRDefault="00927951" w:rsidP="00927951">
      <w:pPr>
        <w:jc w:val="both"/>
        <w:rPr>
          <w:rStyle w:val="LPzwykly"/>
        </w:rPr>
      </w:pPr>
    </w:p>
    <w:p w:rsidR="002A5C8C" w:rsidRDefault="00927951" w:rsidP="00130BF1">
      <w:pPr>
        <w:pStyle w:val="Akapitzlist"/>
        <w:numPr>
          <w:ilvl w:val="0"/>
          <w:numId w:val="19"/>
        </w:numPr>
        <w:jc w:val="both"/>
        <w:rPr>
          <w:rStyle w:val="LPzwykly"/>
        </w:rPr>
      </w:pPr>
      <w:r w:rsidRPr="00927951">
        <w:rPr>
          <w:rStyle w:val="LPzwykly"/>
        </w:rPr>
        <w:t>Wykonawca zapłaci Zamawiającemu kary umowne w wysokości:</w:t>
      </w:r>
    </w:p>
    <w:p w:rsidR="002A5C8C" w:rsidRDefault="00927951" w:rsidP="00130BF1">
      <w:pPr>
        <w:pStyle w:val="Akapitzlist"/>
        <w:numPr>
          <w:ilvl w:val="1"/>
          <w:numId w:val="19"/>
        </w:numPr>
        <w:jc w:val="both"/>
        <w:rPr>
          <w:rStyle w:val="LPzwykly"/>
        </w:rPr>
      </w:pPr>
      <w:r w:rsidRPr="00927951">
        <w:rPr>
          <w:rStyle w:val="LPzwykly"/>
        </w:rPr>
        <w:t>0,2% wynagrodzenia umownego brutto za każdy dzień zwłoki w wykonywaniu robót budowlanych;</w:t>
      </w:r>
    </w:p>
    <w:p w:rsidR="002A5C8C" w:rsidRDefault="00927951" w:rsidP="00130BF1">
      <w:pPr>
        <w:pStyle w:val="Akapitzlist"/>
        <w:numPr>
          <w:ilvl w:val="1"/>
          <w:numId w:val="19"/>
        </w:numPr>
        <w:jc w:val="both"/>
        <w:rPr>
          <w:rStyle w:val="LPzwykly"/>
        </w:rPr>
      </w:pPr>
      <w:r w:rsidRPr="00927951">
        <w:rPr>
          <w:rStyle w:val="LPzwykly"/>
        </w:rPr>
        <w:t>0,2%</w:t>
      </w:r>
      <w:r w:rsidR="00100D63">
        <w:rPr>
          <w:rStyle w:val="LPzwykly"/>
        </w:rPr>
        <w:t xml:space="preserve"> </w:t>
      </w:r>
      <w:r w:rsidRPr="00927951">
        <w:rPr>
          <w:rStyle w:val="LPzwykly"/>
        </w:rPr>
        <w:t>wynagrodzenia</w:t>
      </w:r>
      <w:r w:rsidR="00100D63">
        <w:rPr>
          <w:rStyle w:val="LPzwykly"/>
        </w:rPr>
        <w:t xml:space="preserve"> </w:t>
      </w:r>
      <w:r w:rsidRPr="00927951">
        <w:rPr>
          <w:rStyle w:val="LPzwykly"/>
        </w:rPr>
        <w:t>umownego</w:t>
      </w:r>
      <w:r w:rsidR="00100D63">
        <w:rPr>
          <w:rStyle w:val="LPzwykly"/>
        </w:rPr>
        <w:t xml:space="preserve"> </w:t>
      </w:r>
      <w:r w:rsidRPr="00927951">
        <w:rPr>
          <w:rStyle w:val="LPzwykly"/>
        </w:rPr>
        <w:t>brutto</w:t>
      </w:r>
      <w:r w:rsidR="00100D63">
        <w:rPr>
          <w:rStyle w:val="LPzwykly"/>
        </w:rPr>
        <w:t xml:space="preserve"> </w:t>
      </w:r>
      <w:r w:rsidRPr="00927951">
        <w:rPr>
          <w:rStyle w:val="LPzwykly"/>
        </w:rPr>
        <w:t>za</w:t>
      </w:r>
      <w:r w:rsidR="00100D63">
        <w:rPr>
          <w:rStyle w:val="LPzwykly"/>
        </w:rPr>
        <w:t xml:space="preserve"> </w:t>
      </w:r>
      <w:r w:rsidRPr="00927951">
        <w:rPr>
          <w:rStyle w:val="LPzwykly"/>
        </w:rPr>
        <w:t>każdy</w:t>
      </w:r>
      <w:r w:rsidR="00100D63">
        <w:rPr>
          <w:rStyle w:val="LPzwykly"/>
        </w:rPr>
        <w:t xml:space="preserve"> </w:t>
      </w:r>
      <w:r w:rsidRPr="00927951">
        <w:rPr>
          <w:rStyle w:val="LPzwykly"/>
        </w:rPr>
        <w:t>dzień</w:t>
      </w:r>
      <w:r w:rsidR="00100D63">
        <w:rPr>
          <w:rStyle w:val="LPzwykly"/>
        </w:rPr>
        <w:t xml:space="preserve"> </w:t>
      </w:r>
      <w:r w:rsidRPr="00927951">
        <w:rPr>
          <w:rStyle w:val="LPzwykly"/>
        </w:rPr>
        <w:t>zwłoki w rozpoczęciu realizacji robót budowlanych;</w:t>
      </w:r>
    </w:p>
    <w:p w:rsidR="002A5C8C" w:rsidRDefault="00927951" w:rsidP="00130BF1">
      <w:pPr>
        <w:pStyle w:val="Akapitzlist"/>
        <w:numPr>
          <w:ilvl w:val="1"/>
          <w:numId w:val="19"/>
        </w:numPr>
        <w:jc w:val="both"/>
        <w:rPr>
          <w:rStyle w:val="LPzwykly"/>
        </w:rPr>
      </w:pPr>
      <w:r w:rsidRPr="00927951">
        <w:rPr>
          <w:rStyle w:val="LPzwykly"/>
        </w:rPr>
        <w:t>0,2%</w:t>
      </w:r>
      <w:r>
        <w:rPr>
          <w:rStyle w:val="LPzwykly"/>
        </w:rPr>
        <w:t xml:space="preserve"> </w:t>
      </w:r>
      <w:r w:rsidRPr="00927951">
        <w:rPr>
          <w:rStyle w:val="LPzwykly"/>
        </w:rPr>
        <w:t>wynagrodzenia</w:t>
      </w:r>
      <w:r>
        <w:rPr>
          <w:rStyle w:val="LPzwykly"/>
        </w:rPr>
        <w:t xml:space="preserve"> </w:t>
      </w:r>
      <w:r w:rsidRPr="00927951">
        <w:rPr>
          <w:rStyle w:val="LPzwykly"/>
        </w:rPr>
        <w:t>umownego</w:t>
      </w:r>
      <w:r w:rsidR="00100D63">
        <w:rPr>
          <w:rStyle w:val="LPzwykly"/>
        </w:rPr>
        <w:t xml:space="preserve"> </w:t>
      </w:r>
      <w:r w:rsidRPr="00927951">
        <w:rPr>
          <w:rStyle w:val="LPzwykly"/>
        </w:rPr>
        <w:t>brutto</w:t>
      </w:r>
      <w:r>
        <w:rPr>
          <w:rStyle w:val="LPzwykly"/>
        </w:rPr>
        <w:t xml:space="preserve"> </w:t>
      </w:r>
      <w:r w:rsidRPr="00927951">
        <w:rPr>
          <w:rStyle w:val="LPzwykly"/>
        </w:rPr>
        <w:t>za</w:t>
      </w:r>
      <w:r w:rsidR="00100D63">
        <w:rPr>
          <w:rStyle w:val="LPzwykly"/>
        </w:rPr>
        <w:t xml:space="preserve"> </w:t>
      </w:r>
      <w:r w:rsidRPr="00927951">
        <w:rPr>
          <w:rStyle w:val="LPzwykly"/>
        </w:rPr>
        <w:t>każdy</w:t>
      </w:r>
      <w:r>
        <w:rPr>
          <w:rStyle w:val="LPzwykly"/>
        </w:rPr>
        <w:t xml:space="preserve"> </w:t>
      </w:r>
      <w:r w:rsidRPr="00927951">
        <w:rPr>
          <w:rStyle w:val="LPzwykly"/>
        </w:rPr>
        <w:t>dzień</w:t>
      </w:r>
      <w:r>
        <w:rPr>
          <w:rStyle w:val="LPzwykly"/>
        </w:rPr>
        <w:t xml:space="preserve"> </w:t>
      </w:r>
      <w:r w:rsidRPr="00927951">
        <w:rPr>
          <w:rStyle w:val="LPzwykly"/>
        </w:rPr>
        <w:t>zwłoki</w:t>
      </w:r>
      <w:r>
        <w:rPr>
          <w:rStyle w:val="LPzwykly"/>
        </w:rPr>
        <w:t xml:space="preserve"> </w:t>
      </w:r>
      <w:r w:rsidRPr="00927951">
        <w:rPr>
          <w:rStyle w:val="LPzwykly"/>
        </w:rPr>
        <w:t>w</w:t>
      </w:r>
      <w:r>
        <w:rPr>
          <w:rStyle w:val="LPzwykly"/>
        </w:rPr>
        <w:t xml:space="preserve"> </w:t>
      </w:r>
      <w:r w:rsidRPr="00927951">
        <w:rPr>
          <w:rStyle w:val="LPzwykly"/>
        </w:rPr>
        <w:t>usunięciu</w:t>
      </w:r>
      <w:r w:rsidR="00100D63">
        <w:rPr>
          <w:rStyle w:val="LPzwykly"/>
        </w:rPr>
        <w:t xml:space="preserve"> </w:t>
      </w:r>
      <w:r w:rsidRPr="00927951">
        <w:rPr>
          <w:rStyle w:val="LPzwykly"/>
        </w:rPr>
        <w:t>wad</w:t>
      </w:r>
      <w:r w:rsidR="00100D63">
        <w:rPr>
          <w:rStyle w:val="LPzwykly"/>
        </w:rPr>
        <w:t xml:space="preserve"> i </w:t>
      </w:r>
      <w:r w:rsidRPr="00927951">
        <w:rPr>
          <w:rStyle w:val="LPzwykly"/>
        </w:rPr>
        <w:t>usterek dotyczących robót budowlanych oraz materiałów i urządzeń w</w:t>
      </w:r>
      <w:r>
        <w:rPr>
          <w:rStyle w:val="LPzwykly"/>
        </w:rPr>
        <w:t xml:space="preserve"> </w:t>
      </w:r>
      <w:r w:rsidRPr="00927951">
        <w:rPr>
          <w:rStyle w:val="LPzwykly"/>
        </w:rPr>
        <w:t>okresie gwarancji i rękojmi, liczony od upływu terminu wyznaczonego na usunięcie wad i/lub usterek;</w:t>
      </w:r>
    </w:p>
    <w:p w:rsidR="002A5C8C" w:rsidRDefault="00927951" w:rsidP="00130BF1">
      <w:pPr>
        <w:pStyle w:val="Akapitzlist"/>
        <w:numPr>
          <w:ilvl w:val="1"/>
          <w:numId w:val="19"/>
        </w:numPr>
        <w:jc w:val="both"/>
        <w:rPr>
          <w:rStyle w:val="LPzwykly"/>
        </w:rPr>
      </w:pPr>
      <w:r w:rsidRPr="00927951">
        <w:rPr>
          <w:rStyle w:val="LPzwykly"/>
        </w:rPr>
        <w:t>20% wynagrodzenia umownego brutto - w przypadku odstąpienia od Umowy przez którąkolwiek ze stron z przyczyn leżących po stronie Wykonawcy;</w:t>
      </w:r>
    </w:p>
    <w:p w:rsidR="002A5C8C" w:rsidRDefault="00927951" w:rsidP="00130BF1">
      <w:pPr>
        <w:pStyle w:val="Akapitzlist"/>
        <w:numPr>
          <w:ilvl w:val="1"/>
          <w:numId w:val="19"/>
        </w:numPr>
        <w:jc w:val="both"/>
        <w:rPr>
          <w:rStyle w:val="LPzwykly"/>
        </w:rPr>
      </w:pPr>
      <w:r w:rsidRPr="00927951">
        <w:rPr>
          <w:rStyle w:val="LPzwykly"/>
        </w:rPr>
        <w:t xml:space="preserve">1.000 </w:t>
      </w:r>
      <w:proofErr w:type="gramStart"/>
      <w:r w:rsidRPr="00927951">
        <w:rPr>
          <w:rStyle w:val="LPzwykly"/>
        </w:rPr>
        <w:t>zł</w:t>
      </w:r>
      <w:proofErr w:type="gramEnd"/>
      <w:r w:rsidRPr="00927951">
        <w:rPr>
          <w:rStyle w:val="LPzwykly"/>
        </w:rPr>
        <w:t xml:space="preserve"> za każdy przypadek nie przedstawienia w terminie określonym przez Zamawiającego dokumentów, o których mowa w § 8 ust. 1</w:t>
      </w:r>
      <w:r w:rsidR="00A009C3">
        <w:rPr>
          <w:rStyle w:val="LPzwykly"/>
        </w:rPr>
        <w:t>0</w:t>
      </w:r>
      <w:r w:rsidRPr="00927951">
        <w:rPr>
          <w:rStyle w:val="LPzwykly"/>
        </w:rPr>
        <w:t>,</w:t>
      </w:r>
    </w:p>
    <w:p w:rsidR="002A5C8C" w:rsidRDefault="00927951" w:rsidP="00130BF1">
      <w:pPr>
        <w:pStyle w:val="Akapitzlist"/>
        <w:numPr>
          <w:ilvl w:val="1"/>
          <w:numId w:val="19"/>
        </w:numPr>
        <w:jc w:val="both"/>
        <w:rPr>
          <w:rStyle w:val="LPzwykly"/>
        </w:rPr>
      </w:pPr>
      <w:r w:rsidRPr="00927951">
        <w:rPr>
          <w:rStyle w:val="LPzwykly"/>
        </w:rPr>
        <w:t>0,05 % wynagrodzenia umownego brutto za nieprzedstawienie projektu umowy lub zmian do umowy z podwykonawcą lub dalszym podwykonawcom, o których mowa w §7 ust.1 i ust. 6, za każdy stwierdzony przypadek;</w:t>
      </w:r>
    </w:p>
    <w:p w:rsidR="002A5C8C" w:rsidRDefault="00927951" w:rsidP="00130BF1">
      <w:pPr>
        <w:pStyle w:val="Akapitzlist"/>
        <w:numPr>
          <w:ilvl w:val="1"/>
          <w:numId w:val="19"/>
        </w:numPr>
        <w:jc w:val="both"/>
        <w:rPr>
          <w:rStyle w:val="LPzwykly"/>
        </w:rPr>
      </w:pPr>
      <w:r w:rsidRPr="00927951">
        <w:rPr>
          <w:rStyle w:val="LPzwykly"/>
        </w:rPr>
        <w:t>0,05 % wynagrodzenia umownego brutto za nieprzedstawienie, w terminie 7 dni od dnia jej zawarcia, poświadczonej za zgodność z oryginałem kserokopii umowy lub zmian do umowy z podwykonawcą lub dalszym podwykonawcom, o której mowa w §7 ust. 2, 5, 6 za każdy stwierdzony przypadek.</w:t>
      </w:r>
    </w:p>
    <w:p w:rsidR="002A5C8C" w:rsidRDefault="00927951" w:rsidP="00130BF1">
      <w:pPr>
        <w:pStyle w:val="Akapitzlist"/>
        <w:numPr>
          <w:ilvl w:val="1"/>
          <w:numId w:val="19"/>
        </w:numPr>
        <w:jc w:val="both"/>
        <w:rPr>
          <w:rStyle w:val="LPzwykly"/>
        </w:rPr>
      </w:pPr>
      <w:r w:rsidRPr="00927951">
        <w:rPr>
          <w:rStyle w:val="LPzwykly"/>
        </w:rPr>
        <w:t xml:space="preserve">500,00 zł za brak zapłaty lub nieterminową zapłatę wynagrodzenia należnego podwykonawcom lub dalszemu podwykonawcy, za każdy rozpoczęty dzień </w:t>
      </w:r>
      <w:r w:rsidRPr="00927951">
        <w:rPr>
          <w:rStyle w:val="LPzwykly"/>
        </w:rPr>
        <w:lastRenderedPageBreak/>
        <w:t>opóźnienia od dnia wymagalności świadczenia</w:t>
      </w:r>
      <w:r w:rsidR="00100D63">
        <w:rPr>
          <w:rStyle w:val="LPzwykly"/>
        </w:rPr>
        <w:t xml:space="preserve"> pieniężnego do dnia zapłaty, w </w:t>
      </w:r>
      <w:r w:rsidRPr="00927951">
        <w:rPr>
          <w:rStyle w:val="LPzwykly"/>
        </w:rPr>
        <w:t>tym z tytułu zmiany wysokości wynagrodzenia, o którym mowa a art. 439 ust. 5 ustawy PZP;</w:t>
      </w:r>
    </w:p>
    <w:p w:rsidR="002A5C8C" w:rsidRDefault="00927951" w:rsidP="00130BF1">
      <w:pPr>
        <w:pStyle w:val="Akapitzlist"/>
        <w:numPr>
          <w:ilvl w:val="1"/>
          <w:numId w:val="19"/>
        </w:numPr>
        <w:jc w:val="both"/>
        <w:rPr>
          <w:rStyle w:val="LPzwykly"/>
        </w:rPr>
      </w:pPr>
      <w:r w:rsidRPr="00927951">
        <w:rPr>
          <w:rStyle w:val="LPzwykly"/>
        </w:rPr>
        <w:t>0,2 % wynagrodzenia umownego brutto za każdy dzień przerwy w wykonywaniu robot budowlanych, w przypadku przerwy dłuższej niż 7 dni w wykonywaniu robót budowlanych wynikającej z winy Wykonawcy;</w:t>
      </w:r>
      <w:r w:rsidR="00100D63">
        <w:rPr>
          <w:rStyle w:val="LPzwykly"/>
        </w:rPr>
        <w:t xml:space="preserve"> </w:t>
      </w:r>
    </w:p>
    <w:p w:rsidR="002A5C8C" w:rsidRDefault="002A5C8C" w:rsidP="00130BF1">
      <w:pPr>
        <w:pStyle w:val="Akapitzlist"/>
        <w:numPr>
          <w:ilvl w:val="1"/>
          <w:numId w:val="19"/>
        </w:numPr>
        <w:jc w:val="both"/>
        <w:rPr>
          <w:rStyle w:val="LPzwykly"/>
        </w:rPr>
      </w:pPr>
      <w:r>
        <w:rPr>
          <w:rStyle w:val="LPzwykly"/>
        </w:rPr>
        <w:t>W</w:t>
      </w:r>
      <w:r w:rsidR="00927951" w:rsidRPr="00927951">
        <w:rPr>
          <w:rStyle w:val="LPzwykly"/>
        </w:rPr>
        <w:t xml:space="preserve"> wysokości 0,2% ustalonego wynagrodzenia umownego brutto, o którym mowa w § 12 ust. 1 umowy, za każdy dzień zwłoki w zapłacie wynagrodzenia na rzecz Podwykonawców lub dalszych Podwykonawców;</w:t>
      </w:r>
    </w:p>
    <w:p w:rsidR="002A5C8C" w:rsidRDefault="002A5C8C" w:rsidP="00130BF1">
      <w:pPr>
        <w:pStyle w:val="Akapitzlist"/>
        <w:numPr>
          <w:ilvl w:val="1"/>
          <w:numId w:val="19"/>
        </w:numPr>
        <w:jc w:val="both"/>
        <w:rPr>
          <w:rStyle w:val="LPzwykly"/>
        </w:rPr>
      </w:pPr>
      <w:r>
        <w:rPr>
          <w:rStyle w:val="LPzwykly"/>
        </w:rPr>
        <w:t>W</w:t>
      </w:r>
      <w:r w:rsidR="00927951" w:rsidRPr="00927951">
        <w:rPr>
          <w:rStyle w:val="LPzwykly"/>
        </w:rPr>
        <w:t xml:space="preserve"> wysokości 0,2% wynagrodzenia umownego brutto określonego w § 12 ust. 1 umowy za każdy dzień zwłoki od dnia w</w:t>
      </w:r>
      <w:r>
        <w:rPr>
          <w:rStyle w:val="LPzwykly"/>
        </w:rPr>
        <w:t>skazanego przez Zamawiającego w </w:t>
      </w:r>
      <w:r w:rsidR="00927951" w:rsidRPr="00927951">
        <w:rPr>
          <w:rStyle w:val="LPzwykly"/>
        </w:rPr>
        <w:t>wezwaniu do dokonania zmiany umowy o podwykonawstwo w zakresie terminu zapłaty,</w:t>
      </w:r>
    </w:p>
    <w:p w:rsidR="002A5C8C" w:rsidRDefault="002A5C8C" w:rsidP="00130BF1">
      <w:pPr>
        <w:pStyle w:val="Akapitzlist"/>
        <w:numPr>
          <w:ilvl w:val="1"/>
          <w:numId w:val="19"/>
        </w:numPr>
        <w:jc w:val="both"/>
        <w:rPr>
          <w:rStyle w:val="LPzwykly"/>
        </w:rPr>
      </w:pPr>
      <w:r>
        <w:rPr>
          <w:rStyle w:val="LPzwykly"/>
        </w:rPr>
        <w:t>W</w:t>
      </w:r>
      <w:r w:rsidR="00927951" w:rsidRPr="00927951">
        <w:rPr>
          <w:rStyle w:val="LPzwykly"/>
        </w:rPr>
        <w:t xml:space="preserve"> wysokości 500 zł za każdy taki przypadek, za nieprzedłożenie na etapie realizacji zamówienia oświadczenia o zatrudn</w:t>
      </w:r>
      <w:r>
        <w:rPr>
          <w:rStyle w:val="LPzwykly"/>
        </w:rPr>
        <w:t>ieniu osób na podstawie umowy o </w:t>
      </w:r>
      <w:r w:rsidR="00927951" w:rsidRPr="00927951">
        <w:rPr>
          <w:rStyle w:val="LPzwykly"/>
        </w:rPr>
        <w:t>pracę, bądź innych dokumentów - o czym mowa w § 22 ust. 5 umowy.</w:t>
      </w:r>
    </w:p>
    <w:p w:rsidR="002A5C8C" w:rsidRDefault="00927951" w:rsidP="00130BF1">
      <w:pPr>
        <w:pStyle w:val="Akapitzlist"/>
        <w:numPr>
          <w:ilvl w:val="0"/>
          <w:numId w:val="19"/>
        </w:numPr>
        <w:jc w:val="both"/>
        <w:rPr>
          <w:rStyle w:val="LPzwykly"/>
        </w:rPr>
      </w:pPr>
      <w:r w:rsidRPr="00927951">
        <w:rPr>
          <w:rStyle w:val="LPzwykly"/>
        </w:rPr>
        <w:t>W przypadku dwukrotnego wezwania Wykonawcy przez Zamawiającego do złożenia dowodów, o których mowa w §8 ust. 11, Zamaw</w:t>
      </w:r>
      <w:r w:rsidR="002A5C8C">
        <w:rPr>
          <w:rStyle w:val="LPzwykly"/>
        </w:rPr>
        <w:t>iający może od umowy odstąpić i </w:t>
      </w:r>
      <w:r w:rsidRPr="00927951">
        <w:rPr>
          <w:rStyle w:val="LPzwykly"/>
        </w:rPr>
        <w:t>naliczyć karę umowną w wysokości 20 % całkowitego wynagrodzenia brutto określonego w umowie zawartej na podstawie dokonanego przez Zamawiającego wyboru oferty Wykonawcy w przedmiotowym postępowaniu.</w:t>
      </w:r>
    </w:p>
    <w:p w:rsidR="002A5C8C" w:rsidRDefault="00927951" w:rsidP="00130BF1">
      <w:pPr>
        <w:pStyle w:val="Akapitzlist"/>
        <w:numPr>
          <w:ilvl w:val="0"/>
          <w:numId w:val="19"/>
        </w:numPr>
        <w:jc w:val="both"/>
        <w:rPr>
          <w:rStyle w:val="LPzwykly"/>
        </w:rPr>
      </w:pPr>
      <w:r w:rsidRPr="00927951">
        <w:rPr>
          <w:rStyle w:val="LPzwykly"/>
        </w:rPr>
        <w:t>Zamawiającemu przysługuje prawo do dochodzenia odszkodowania przekraczającego określone w Umowie kary umowne na zasadach ogólnych.</w:t>
      </w:r>
    </w:p>
    <w:p w:rsidR="002A5C8C" w:rsidRDefault="00927951" w:rsidP="00130BF1">
      <w:pPr>
        <w:pStyle w:val="Akapitzlist"/>
        <w:numPr>
          <w:ilvl w:val="0"/>
          <w:numId w:val="19"/>
        </w:numPr>
        <w:jc w:val="both"/>
        <w:rPr>
          <w:rStyle w:val="LPzwykly"/>
        </w:rPr>
      </w:pPr>
      <w:r w:rsidRPr="00927951">
        <w:rPr>
          <w:rStyle w:val="LPzwykly"/>
        </w:rPr>
        <w:t>Zamawiający zastrzega sobie prawo do żądania odszkodowania uzupełniającego przenoszącego wysokość kar umownych do wysokości rzeczywiście poniesionej szkody i utraconych korzyści, w tym w szczególności w związku z utratą dotacji na przedmiotowe zadanie.</w:t>
      </w:r>
    </w:p>
    <w:p w:rsidR="002A5C8C" w:rsidRDefault="00927951" w:rsidP="00130BF1">
      <w:pPr>
        <w:pStyle w:val="Akapitzlist"/>
        <w:numPr>
          <w:ilvl w:val="0"/>
          <w:numId w:val="19"/>
        </w:numPr>
        <w:jc w:val="both"/>
        <w:rPr>
          <w:rStyle w:val="LPzwykly"/>
        </w:rPr>
      </w:pPr>
      <w:r w:rsidRPr="00927951">
        <w:rPr>
          <w:rStyle w:val="LPzwykly"/>
        </w:rPr>
        <w:t>Wykonawca wyraża zgodę na potrącenie kar umownych z przysługującego mu wynagrodzenia.</w:t>
      </w:r>
    </w:p>
    <w:p w:rsidR="00927951" w:rsidRPr="00927951" w:rsidRDefault="00927951" w:rsidP="00130BF1">
      <w:pPr>
        <w:pStyle w:val="Akapitzlist"/>
        <w:numPr>
          <w:ilvl w:val="0"/>
          <w:numId w:val="19"/>
        </w:numPr>
        <w:jc w:val="both"/>
        <w:rPr>
          <w:rStyle w:val="LPzwykly"/>
        </w:rPr>
      </w:pPr>
      <w:r w:rsidRPr="00927951">
        <w:rPr>
          <w:rStyle w:val="LPzwykly"/>
        </w:rPr>
        <w:t>Łączna maksymalna wysokość kar umownych nie może przekroczyć 50% wartości wynagrodzenia brutto określonego w § 12 ust. 1 umowy.</w:t>
      </w:r>
    </w:p>
    <w:p w:rsidR="00927951" w:rsidRPr="00927951" w:rsidRDefault="00927951" w:rsidP="00927951">
      <w:pPr>
        <w:jc w:val="both"/>
        <w:rPr>
          <w:rStyle w:val="LPzwykly"/>
        </w:rPr>
      </w:pPr>
    </w:p>
    <w:p w:rsidR="00927951" w:rsidRPr="00927951" w:rsidRDefault="00927951" w:rsidP="00927951">
      <w:pPr>
        <w:jc w:val="both"/>
        <w:rPr>
          <w:rStyle w:val="LPzwykly"/>
        </w:rPr>
      </w:pPr>
    </w:p>
    <w:p w:rsidR="009D3E7B" w:rsidRPr="009D3E7B" w:rsidRDefault="009D3E7B" w:rsidP="009D3E7B">
      <w:pPr>
        <w:jc w:val="center"/>
        <w:rPr>
          <w:b/>
        </w:rPr>
      </w:pPr>
      <w:r>
        <w:rPr>
          <w:rStyle w:val="LPzwykly"/>
          <w:b/>
        </w:rPr>
        <w:t>§ 17</w:t>
      </w:r>
    </w:p>
    <w:p w:rsidR="009D3E7B" w:rsidRDefault="009D3E7B" w:rsidP="009D3E7B">
      <w:pPr>
        <w:tabs>
          <w:tab w:val="left" w:pos="709"/>
        </w:tabs>
        <w:spacing w:line="288" w:lineRule="auto"/>
        <w:jc w:val="center"/>
        <w:rPr>
          <w:rFonts w:cs="Arial"/>
          <w:b/>
          <w:bCs/>
          <w:color w:val="000000"/>
          <w:kern w:val="2"/>
          <w:lang w:eastAsia="hi-IN" w:bidi="hi-IN"/>
        </w:rPr>
      </w:pPr>
      <w:r w:rsidRPr="001737BF">
        <w:rPr>
          <w:rFonts w:cs="Arial"/>
          <w:b/>
          <w:bCs/>
          <w:color w:val="000000"/>
          <w:kern w:val="2"/>
          <w:lang w:eastAsia="hi-IN" w:bidi="hi-IN"/>
        </w:rPr>
        <w:t xml:space="preserve">Zabezpieczenie należytego wykonania umowy </w:t>
      </w:r>
    </w:p>
    <w:p w:rsidR="00350BC5" w:rsidRPr="001737BF" w:rsidRDefault="00350BC5" w:rsidP="009D3E7B">
      <w:pPr>
        <w:tabs>
          <w:tab w:val="left" w:pos="709"/>
        </w:tabs>
        <w:spacing w:line="288" w:lineRule="auto"/>
        <w:jc w:val="center"/>
        <w:rPr>
          <w:rFonts w:cs="Arial"/>
          <w:b/>
          <w:bCs/>
          <w:color w:val="000000"/>
          <w:kern w:val="2"/>
          <w:lang w:eastAsia="hi-IN" w:bidi="hi-IN"/>
        </w:rPr>
      </w:pPr>
    </w:p>
    <w:p w:rsidR="009D3E7B" w:rsidRPr="001737BF" w:rsidRDefault="009D3E7B" w:rsidP="009D3E7B">
      <w:pPr>
        <w:pStyle w:val="Akapitzlist"/>
        <w:numPr>
          <w:ilvl w:val="0"/>
          <w:numId w:val="33"/>
        </w:numPr>
        <w:suppressAutoHyphens w:val="0"/>
        <w:autoSpaceDN/>
        <w:spacing w:line="276" w:lineRule="auto"/>
        <w:ind w:left="284" w:hanging="284"/>
        <w:jc w:val="both"/>
        <w:textAlignment w:val="auto"/>
        <w:rPr>
          <w:rFonts w:cs="Arial"/>
        </w:rPr>
      </w:pPr>
      <w:r w:rsidRPr="001737BF">
        <w:rPr>
          <w:rFonts w:cs="Arial"/>
        </w:rPr>
        <w:t xml:space="preserve">Wykonawca wnosi zabezpieczenie należytego wykonania umowy </w:t>
      </w:r>
      <w:r w:rsidRPr="001737BF">
        <w:rPr>
          <w:rFonts w:cs="Arial"/>
          <w:b/>
        </w:rPr>
        <w:t>w wysokości 5% ceny oferty</w:t>
      </w:r>
      <w:r w:rsidRPr="001737BF">
        <w:rPr>
          <w:rFonts w:cs="Arial"/>
        </w:rPr>
        <w:t xml:space="preserve"> </w:t>
      </w:r>
      <w:r w:rsidRPr="001737BF">
        <w:rPr>
          <w:rFonts w:cs="Arial"/>
          <w:b/>
        </w:rPr>
        <w:t>brutto</w:t>
      </w:r>
      <w:r w:rsidRPr="001737BF">
        <w:rPr>
          <w:rFonts w:cs="Arial"/>
        </w:rPr>
        <w:t xml:space="preserve">, co stanowi kwotę w wysokości: </w:t>
      </w:r>
      <w:r w:rsidRPr="001737BF">
        <w:rPr>
          <w:rFonts w:cs="Arial"/>
          <w:b/>
        </w:rPr>
        <w:t>…………………………. </w:t>
      </w:r>
      <w:proofErr w:type="gramStart"/>
      <w:r w:rsidRPr="001737BF">
        <w:rPr>
          <w:rFonts w:cs="Arial"/>
          <w:b/>
        </w:rPr>
        <w:t>zł</w:t>
      </w:r>
      <w:proofErr w:type="gramEnd"/>
    </w:p>
    <w:p w:rsidR="009D3E7B" w:rsidRPr="001737BF" w:rsidRDefault="009D3E7B" w:rsidP="009D3E7B">
      <w:pPr>
        <w:pStyle w:val="Akapitzlist"/>
        <w:spacing w:after="80" w:line="276" w:lineRule="auto"/>
        <w:ind w:left="284"/>
        <w:rPr>
          <w:rFonts w:cs="Arial"/>
        </w:rPr>
      </w:pPr>
      <w:proofErr w:type="gramStart"/>
      <w:r w:rsidRPr="001737BF">
        <w:rPr>
          <w:rFonts w:cs="Arial"/>
        </w:rPr>
        <w:t>słownie</w:t>
      </w:r>
      <w:proofErr w:type="gramEnd"/>
      <w:r w:rsidRPr="001737BF">
        <w:rPr>
          <w:rFonts w:cs="Arial"/>
        </w:rPr>
        <w:t xml:space="preserve"> złotych: ………………………………………………………………………………………..  </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b/>
        </w:rPr>
      </w:pPr>
      <w:r w:rsidRPr="001737BF">
        <w:rPr>
          <w:rFonts w:cs="Arial"/>
        </w:rPr>
        <w:t xml:space="preserve">Zabezpieczenie będzie wniesione w formie: </w:t>
      </w:r>
      <w:r w:rsidRPr="001737BF">
        <w:rPr>
          <w:rFonts w:cs="Arial"/>
          <w:b/>
        </w:rPr>
        <w:t xml:space="preserve">………………………………………………………. </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rPr>
      </w:pPr>
      <w:r w:rsidRPr="001737BF">
        <w:rPr>
          <w:rFonts w:cs="Arial"/>
        </w:rPr>
        <w:t>W przypadku nienależytego wykonania zamówienia lub nieusunięcia wad przedmiotu zamówienia, zabezpieczenie wraz z powstałymi odsetkami staje się własnością Zamawiającego i będzie wykorzystane do zgodnego z umową wykonania robót i</w:t>
      </w:r>
      <w:r>
        <w:rPr>
          <w:rFonts w:cs="Arial"/>
        </w:rPr>
        <w:t> </w:t>
      </w:r>
      <w:r w:rsidRPr="001737BF">
        <w:rPr>
          <w:rFonts w:cs="Arial"/>
        </w:rPr>
        <w:t xml:space="preserve">do pokrycia roszczeń z tytułu rękojmi i gwarancji. </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b/>
        </w:rPr>
      </w:pPr>
      <w:r w:rsidRPr="001737BF">
        <w:rPr>
          <w:rFonts w:cs="Arial"/>
        </w:rPr>
        <w:t>W przypadku stwierdzenia, że roboty objęte umową zostały wykonane w sposób należyty - 70% zabezpieczenia zostanie zwrócone lub zwolnione w ciągu 30 dni po</w:t>
      </w:r>
      <w:r>
        <w:rPr>
          <w:rFonts w:cs="Arial"/>
        </w:rPr>
        <w:t xml:space="preserve"> </w:t>
      </w:r>
      <w:r w:rsidRPr="001737BF">
        <w:rPr>
          <w:rFonts w:cs="Arial"/>
        </w:rPr>
        <w:t xml:space="preserve">odbiorze </w:t>
      </w:r>
      <w:r w:rsidRPr="001737BF">
        <w:rPr>
          <w:rFonts w:cs="Arial"/>
        </w:rPr>
        <w:lastRenderedPageBreak/>
        <w:t xml:space="preserve">końcowym całego przedmiotu umowy, potwierdzającym jego należyte wykonanie.  </w:t>
      </w:r>
      <w:r w:rsidRPr="001737BF">
        <w:rPr>
          <w:rFonts w:cs="Arial"/>
          <w:b/>
        </w:rPr>
        <w:t>Pozostała część, tj. 30%, zostanie zwrócona lub zwolniona w</w:t>
      </w:r>
      <w:r>
        <w:rPr>
          <w:rFonts w:cs="Arial"/>
          <w:b/>
        </w:rPr>
        <w:t xml:space="preserve"> </w:t>
      </w:r>
      <w:r w:rsidRPr="001737BF">
        <w:rPr>
          <w:rFonts w:cs="Arial"/>
          <w:b/>
        </w:rPr>
        <w:t>ciągu 15 dni po upływie okresu gwarancji liczonego od daty odbioru końcowego.</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rPr>
      </w:pPr>
      <w:r w:rsidRPr="001737BF">
        <w:rPr>
          <w:rFonts w:cs="Arial"/>
        </w:rPr>
        <w:t>W</w:t>
      </w:r>
      <w:r>
        <w:rPr>
          <w:rFonts w:cs="Arial"/>
        </w:rPr>
        <w:t xml:space="preserve"> </w:t>
      </w:r>
      <w:r w:rsidRPr="001737BF">
        <w:rPr>
          <w:rFonts w:cs="Arial"/>
        </w:rPr>
        <w:t>sytuacji</w:t>
      </w:r>
      <w:r>
        <w:rPr>
          <w:rFonts w:cs="Arial"/>
        </w:rPr>
        <w:t>,</w:t>
      </w:r>
      <w:r w:rsidRPr="001737BF">
        <w:rPr>
          <w:rFonts w:cs="Arial"/>
        </w:rPr>
        <w:t xml:space="preserve"> gdy wskutek okoliczności, o których mowa w §</w:t>
      </w:r>
      <w:r>
        <w:rPr>
          <w:rFonts w:cs="Arial"/>
        </w:rPr>
        <w:t xml:space="preserve"> </w:t>
      </w:r>
      <w:r w:rsidR="00350BC5">
        <w:rPr>
          <w:rFonts w:cs="Arial"/>
        </w:rPr>
        <w:t>19</w:t>
      </w:r>
      <w:r w:rsidRPr="001737BF">
        <w:rPr>
          <w:rFonts w:cs="Arial"/>
        </w:rPr>
        <w:t xml:space="preserve">. </w:t>
      </w:r>
      <w:proofErr w:type="gramStart"/>
      <w:r w:rsidRPr="001737BF">
        <w:rPr>
          <w:rFonts w:cs="Arial"/>
        </w:rPr>
        <w:t>niniejszej</w:t>
      </w:r>
      <w:proofErr w:type="gramEnd"/>
      <w:r w:rsidRPr="001737BF">
        <w:rPr>
          <w:rFonts w:cs="Arial"/>
        </w:rPr>
        <w:t xml:space="preserve"> umowy, wystąpi konieczność przedłużenia terminu realizacji zamówienia w stosunku do terminu przedstawionego w ofercie przetargowej, Wykonawca – przed podpisaniem aneksu lub</w:t>
      </w:r>
      <w:r>
        <w:rPr>
          <w:rFonts w:cs="Arial"/>
        </w:rPr>
        <w:t> </w:t>
      </w:r>
      <w:r w:rsidRPr="001737BF">
        <w:rPr>
          <w:rFonts w:cs="Arial"/>
        </w:rPr>
        <w:t xml:space="preserve">najpóźniej w dniu jego podpisywania – zobowiązany jest do przedłużenia terminu ważności wniesionego zabezpieczenia należytego wykonania umowy albo – jeśli nie jest to możliwe – do wniesienia nowego zabezpieczenia na okres wynikający z aneksu do umowy. </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rPr>
      </w:pPr>
      <w:r w:rsidRPr="001737BF">
        <w:rPr>
          <w:rFonts w:cs="Arial"/>
        </w:rPr>
        <w:t>Wykonawca zobowiązany jest do przedłużenia terminu ważności wniesionego zabezpieczenia należytego wykonania umowy albo – jeśli nie jest to możliwe – do wniesienia nowego zabezpieczenia na okres zwłoki w wykonaniu przedmiotu umowy.</w:t>
      </w:r>
    </w:p>
    <w:p w:rsidR="00350BC5" w:rsidRPr="00350BC5" w:rsidRDefault="009D3E7B" w:rsidP="009D3E7B">
      <w:pPr>
        <w:pStyle w:val="Akapitzlist"/>
        <w:numPr>
          <w:ilvl w:val="0"/>
          <w:numId w:val="33"/>
        </w:numPr>
        <w:suppressAutoHyphens w:val="0"/>
        <w:autoSpaceDN/>
        <w:spacing w:before="80" w:line="276" w:lineRule="auto"/>
        <w:ind w:left="284" w:hanging="284"/>
        <w:jc w:val="both"/>
        <w:textAlignment w:val="auto"/>
        <w:rPr>
          <w:rFonts w:cs="Arial"/>
          <w:b/>
        </w:rPr>
      </w:pPr>
      <w:r w:rsidRPr="00065417">
        <w:rPr>
          <w:rFonts w:cs="Arial"/>
        </w:rPr>
        <w:t xml:space="preserve">W trakcie realizacji umowy Wykonawca może dokonać zmiany formy zabezpieczenia na jedną lub kilka form, o których mowa w  SWZ. Zmiana formy zabezpieczenia musi być </w:t>
      </w:r>
      <w:r w:rsidRPr="00961D97">
        <w:rPr>
          <w:rFonts w:cs="Arial"/>
        </w:rPr>
        <w:t>dokonana z zachowaniem ciągłości zabezpieczenia i bez jego zmiany.</w:t>
      </w:r>
    </w:p>
    <w:p w:rsidR="00AE01A3" w:rsidRPr="00350BC5" w:rsidRDefault="009D3E7B" w:rsidP="009D3E7B">
      <w:pPr>
        <w:pStyle w:val="Akapitzlist"/>
        <w:numPr>
          <w:ilvl w:val="0"/>
          <w:numId w:val="33"/>
        </w:numPr>
        <w:suppressAutoHyphens w:val="0"/>
        <w:autoSpaceDN/>
        <w:spacing w:before="80" w:line="276" w:lineRule="auto"/>
        <w:ind w:left="284" w:hanging="284"/>
        <w:jc w:val="both"/>
        <w:textAlignment w:val="auto"/>
        <w:rPr>
          <w:rStyle w:val="LPzwykly"/>
          <w:rFonts w:cs="Arial"/>
          <w:b/>
        </w:rPr>
      </w:pPr>
      <w:r w:rsidRPr="00350BC5">
        <w:rPr>
          <w:rFonts w:cs="Arial"/>
          <w:shd w:val="clear" w:color="auto" w:fill="FFFFFF"/>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Wykonawca jest zobowiązany zawrzeć stosowane zapisy w dokumencie gwarancji.</w:t>
      </w:r>
    </w:p>
    <w:p w:rsidR="00AE01A3" w:rsidRDefault="00AE01A3" w:rsidP="002A5C8C">
      <w:pPr>
        <w:jc w:val="center"/>
        <w:rPr>
          <w:rStyle w:val="LPzwykly"/>
          <w:b/>
        </w:rPr>
      </w:pPr>
    </w:p>
    <w:p w:rsidR="00AE01A3" w:rsidRDefault="00AE01A3" w:rsidP="009D3E7B">
      <w:pPr>
        <w:rPr>
          <w:rStyle w:val="LPzwykly"/>
          <w:b/>
        </w:rPr>
      </w:pPr>
    </w:p>
    <w:p w:rsidR="009D3E7B" w:rsidRDefault="009D3E7B" w:rsidP="002A5C8C">
      <w:pPr>
        <w:jc w:val="center"/>
        <w:rPr>
          <w:rStyle w:val="LPzwykly"/>
          <w:b/>
        </w:rPr>
      </w:pPr>
    </w:p>
    <w:p w:rsidR="00927951" w:rsidRDefault="00927951" w:rsidP="002A5C8C">
      <w:pPr>
        <w:jc w:val="center"/>
        <w:rPr>
          <w:rStyle w:val="LPzwykly"/>
          <w:b/>
        </w:rPr>
      </w:pPr>
      <w:r w:rsidRPr="002A5C8C">
        <w:rPr>
          <w:rStyle w:val="LPzwykly"/>
          <w:b/>
        </w:rPr>
        <w:t>POSTANOWIENIA KOŃCOWE</w:t>
      </w:r>
    </w:p>
    <w:p w:rsidR="002A5C8C" w:rsidRPr="002A5C8C" w:rsidRDefault="002A5C8C" w:rsidP="002A5C8C">
      <w:pPr>
        <w:jc w:val="center"/>
        <w:rPr>
          <w:rStyle w:val="LPzwykly"/>
          <w:b/>
        </w:rPr>
      </w:pPr>
    </w:p>
    <w:p w:rsidR="00927951" w:rsidRPr="002A5C8C" w:rsidRDefault="00927951" w:rsidP="002A5C8C">
      <w:pPr>
        <w:jc w:val="center"/>
        <w:rPr>
          <w:rStyle w:val="LPzwykly"/>
          <w:b/>
        </w:rPr>
      </w:pPr>
      <w:r w:rsidRPr="002A5C8C">
        <w:rPr>
          <w:rStyle w:val="LPzwykly"/>
          <w:b/>
        </w:rPr>
        <w:t>§1</w:t>
      </w:r>
      <w:r w:rsidR="009D3E7B">
        <w:rPr>
          <w:rStyle w:val="LPzwykly"/>
          <w:b/>
        </w:rPr>
        <w:t>8</w:t>
      </w:r>
    </w:p>
    <w:p w:rsidR="00927951" w:rsidRPr="00927951" w:rsidRDefault="00927951" w:rsidP="00927951">
      <w:pPr>
        <w:jc w:val="both"/>
        <w:rPr>
          <w:rStyle w:val="LPzwykly"/>
        </w:rPr>
      </w:pPr>
    </w:p>
    <w:p w:rsidR="002A5C8C" w:rsidRDefault="00927951" w:rsidP="00130BF1">
      <w:pPr>
        <w:pStyle w:val="Akapitzlist"/>
        <w:numPr>
          <w:ilvl w:val="0"/>
          <w:numId w:val="20"/>
        </w:numPr>
        <w:jc w:val="both"/>
        <w:rPr>
          <w:rStyle w:val="LPzwykly"/>
        </w:rPr>
      </w:pPr>
      <w:r w:rsidRPr="00927951">
        <w:rPr>
          <w:rStyle w:val="LPzwykly"/>
        </w:rPr>
        <w:t>Wykonawca oświadcza, że ubezpieczył się od odpowiedzialności cywilnej z tytułu prowadzonej działalności gospodarczej w zakresie zgodnym z przedmiotem zamówienia (deliktowe i kontraktowe) w wysokości</w:t>
      </w:r>
      <w:r w:rsidR="00AE01A3">
        <w:rPr>
          <w:rStyle w:val="LPzwykly"/>
        </w:rPr>
        <w:t>,</w:t>
      </w:r>
      <w:r w:rsidRPr="00927951">
        <w:rPr>
          <w:rStyle w:val="LPzwykly"/>
        </w:rPr>
        <w:t xml:space="preserve"> co najmniej</w:t>
      </w:r>
      <w:r>
        <w:rPr>
          <w:rStyle w:val="LPzwykly"/>
        </w:rPr>
        <w:t xml:space="preserve"> </w:t>
      </w:r>
      <w:r w:rsidRPr="00927951">
        <w:rPr>
          <w:rStyle w:val="LPzwykly"/>
        </w:rPr>
        <w:t>równowartości</w:t>
      </w:r>
      <w:r>
        <w:rPr>
          <w:rStyle w:val="LPzwykly"/>
        </w:rPr>
        <w:t xml:space="preserve"> </w:t>
      </w:r>
      <w:r w:rsidRPr="00927951">
        <w:rPr>
          <w:rStyle w:val="LPzwykly"/>
        </w:rPr>
        <w:t>umowy (wynagrodzenia brutto) przez cały okres realizacji zamówienia.</w:t>
      </w:r>
    </w:p>
    <w:p w:rsidR="002A5C8C" w:rsidRDefault="00927951" w:rsidP="00130BF1">
      <w:pPr>
        <w:pStyle w:val="Akapitzlist"/>
        <w:numPr>
          <w:ilvl w:val="0"/>
          <w:numId w:val="20"/>
        </w:numPr>
        <w:jc w:val="both"/>
        <w:rPr>
          <w:rStyle w:val="LPzwykly"/>
        </w:rPr>
      </w:pPr>
      <w:r w:rsidRPr="00927951">
        <w:rPr>
          <w:rStyle w:val="LPzwykly"/>
        </w:rPr>
        <w:t>W przypadku wydłużenia okresu realizacji zamówienia, Wykonawca zobowiązany jest do odpowiedniego przedłużenia okresu ubezpieczenia - najpóźniej przed wygaśnięciem dotychczasowego.</w:t>
      </w:r>
    </w:p>
    <w:p w:rsidR="002A5C8C" w:rsidRDefault="00927951" w:rsidP="00130BF1">
      <w:pPr>
        <w:pStyle w:val="Akapitzlist"/>
        <w:numPr>
          <w:ilvl w:val="0"/>
          <w:numId w:val="20"/>
        </w:numPr>
        <w:jc w:val="both"/>
        <w:rPr>
          <w:rStyle w:val="LPzwykly"/>
        </w:rPr>
      </w:pPr>
      <w:r w:rsidRPr="00927951">
        <w:rPr>
          <w:rStyle w:val="LPzwykly"/>
        </w:rPr>
        <w:t>Na każde żądanie Zamawiającego, Wykonawca zobowiązany jest przedłożyć mu do wglądu oryginał polisy (w przypadku złożenia polisy ubezpieczeniowej w kopii poświadczonej za zgodność z oryginałem) wraz z dowodem uiszczenia składek.</w:t>
      </w:r>
    </w:p>
    <w:p w:rsidR="00927951" w:rsidRDefault="00927951" w:rsidP="00130BF1">
      <w:pPr>
        <w:pStyle w:val="Akapitzlist"/>
        <w:numPr>
          <w:ilvl w:val="0"/>
          <w:numId w:val="20"/>
        </w:numPr>
        <w:jc w:val="both"/>
        <w:rPr>
          <w:rStyle w:val="LPzwykly"/>
        </w:rPr>
      </w:pPr>
      <w:r w:rsidRPr="00927951">
        <w:rPr>
          <w:rStyle w:val="LPzwykly"/>
        </w:rPr>
        <w:t>Wykonawca odpowiada za wszystkie szkody wyrządzone w związku z wykonywaniem Umowy - zarówno przez niego, jak też przez</w:t>
      </w:r>
      <w:r w:rsidR="002A5C8C">
        <w:rPr>
          <w:rStyle w:val="LPzwykly"/>
        </w:rPr>
        <w:t xml:space="preserve"> podwykonawców, a także osoby i </w:t>
      </w:r>
      <w:r w:rsidRPr="00927951">
        <w:rPr>
          <w:rStyle w:val="LPzwykly"/>
        </w:rPr>
        <w:t>podmioty</w:t>
      </w:r>
      <w:r w:rsidR="002A5C8C">
        <w:rPr>
          <w:rStyle w:val="LPzwykly"/>
        </w:rPr>
        <w:t>,</w:t>
      </w:r>
      <w:r w:rsidRPr="00927951">
        <w:rPr>
          <w:rStyle w:val="LPzwykly"/>
        </w:rPr>
        <w:t xml:space="preserve"> którymi się posługuje - aż do podpisania protokołu odbioru końcowego.</w:t>
      </w:r>
    </w:p>
    <w:p w:rsidR="002A5C8C" w:rsidRPr="00927951" w:rsidRDefault="002A5C8C" w:rsidP="002A5C8C">
      <w:pPr>
        <w:pStyle w:val="Akapitzlist"/>
        <w:jc w:val="both"/>
        <w:rPr>
          <w:rStyle w:val="LPzwykly"/>
        </w:rPr>
      </w:pPr>
    </w:p>
    <w:p w:rsidR="00927951" w:rsidRPr="002A5C8C" w:rsidRDefault="00927951" w:rsidP="002A5C8C">
      <w:pPr>
        <w:jc w:val="center"/>
        <w:rPr>
          <w:rStyle w:val="LPzwykly"/>
          <w:b/>
        </w:rPr>
      </w:pPr>
      <w:r w:rsidRPr="002A5C8C">
        <w:rPr>
          <w:rStyle w:val="LPzwykly"/>
          <w:b/>
        </w:rPr>
        <w:t>§1</w:t>
      </w:r>
      <w:r w:rsidR="009D3E7B">
        <w:rPr>
          <w:rStyle w:val="LPzwykly"/>
          <w:b/>
        </w:rPr>
        <w:t>9</w:t>
      </w:r>
    </w:p>
    <w:p w:rsidR="00927951" w:rsidRPr="00927951" w:rsidRDefault="00927951" w:rsidP="00927951">
      <w:pPr>
        <w:jc w:val="both"/>
        <w:rPr>
          <w:rStyle w:val="LPzwykly"/>
        </w:rPr>
      </w:pPr>
    </w:p>
    <w:p w:rsidR="002A5C8C" w:rsidRDefault="00927951" w:rsidP="00130BF1">
      <w:pPr>
        <w:pStyle w:val="Akapitzlist"/>
        <w:numPr>
          <w:ilvl w:val="0"/>
          <w:numId w:val="21"/>
        </w:numPr>
        <w:jc w:val="both"/>
        <w:rPr>
          <w:rStyle w:val="LPzwykly"/>
        </w:rPr>
      </w:pPr>
      <w:r w:rsidRPr="00927951">
        <w:rPr>
          <w:rStyle w:val="LPzwykly"/>
        </w:rPr>
        <w:t xml:space="preserve">Zamawiający przewiduje możliwość zmian postanowień zawartej umowy w stosunku do treści oferty, na podstawie której dokonano wyboru Wykonawcy, w przypadku </w:t>
      </w:r>
      <w:r w:rsidRPr="00927951">
        <w:rPr>
          <w:rStyle w:val="LPzwykly"/>
        </w:rPr>
        <w:lastRenderedPageBreak/>
        <w:t>wystąpienia co najmniej jednej z okoli</w:t>
      </w:r>
      <w:r w:rsidR="00AE01A3">
        <w:rPr>
          <w:rStyle w:val="LPzwykly"/>
        </w:rPr>
        <w:t>czności wymienionych poniżej, z </w:t>
      </w:r>
      <w:r w:rsidRPr="00927951">
        <w:rPr>
          <w:rStyle w:val="LPzwykly"/>
        </w:rPr>
        <w:t>uwzględnieniem podawanych warunków ich wprowadzenia:</w:t>
      </w:r>
    </w:p>
    <w:p w:rsidR="002A5C8C" w:rsidRDefault="00AE01A3" w:rsidP="00130BF1">
      <w:pPr>
        <w:pStyle w:val="Akapitzlist"/>
        <w:numPr>
          <w:ilvl w:val="1"/>
          <w:numId w:val="21"/>
        </w:numPr>
        <w:jc w:val="both"/>
        <w:rPr>
          <w:rStyle w:val="LPzwykly"/>
        </w:rPr>
      </w:pPr>
      <w:r w:rsidRPr="00927951">
        <w:rPr>
          <w:rStyle w:val="LPzwykly"/>
        </w:rPr>
        <w:t>Przedłużenie</w:t>
      </w:r>
      <w:r w:rsidR="00927951" w:rsidRPr="00927951">
        <w:rPr>
          <w:rStyle w:val="LPzwykly"/>
        </w:rPr>
        <w:t xml:space="preserve"> terminu wykonania Umowy, jeżeli niemożność dotrzymania pierwotnego terminu stanowi konsekwencję:</w:t>
      </w:r>
    </w:p>
    <w:p w:rsidR="002A5C8C" w:rsidRDefault="00927951" w:rsidP="00130BF1">
      <w:pPr>
        <w:pStyle w:val="Akapitzlist"/>
        <w:numPr>
          <w:ilvl w:val="2"/>
          <w:numId w:val="21"/>
        </w:numPr>
        <w:jc w:val="both"/>
        <w:rPr>
          <w:rStyle w:val="LPzwykly"/>
        </w:rPr>
      </w:pPr>
      <w:proofErr w:type="gramStart"/>
      <w:r w:rsidRPr="00927951">
        <w:rPr>
          <w:rStyle w:val="LPzwykly"/>
        </w:rPr>
        <w:t>konieczności</w:t>
      </w:r>
      <w:proofErr w:type="gramEnd"/>
      <w:r w:rsidRPr="00927951">
        <w:rPr>
          <w:rStyle w:val="LPzwykly"/>
        </w:rPr>
        <w:t xml:space="preserve"> wykonania robót zamiennych, dodatkowych w szczególności takich</w:t>
      </w:r>
      <w:r w:rsidR="00AE01A3">
        <w:rPr>
          <w:rStyle w:val="LPzwykly"/>
        </w:rPr>
        <w:t>,</w:t>
      </w:r>
      <w:r w:rsidRPr="00927951">
        <w:rPr>
          <w:rStyle w:val="LPzwykly"/>
        </w:rPr>
        <w:t xml:space="preserve"> które wstrzymują lub opóźniają realizację przedmiotu umowy, związanych z wystąpieniem niebezpieczeństwa kolizji z planowanymi lub równolegle prowadzonymi przez inne podmioty inwestycjami w zakresie niezbędnym do uniknięcia lub usunięcia tych kolizji, lub innych robót niezbędnych do wykonania przedmiotu Umowy ze względu na zasady wiedzy technicznej oraz udzielenia zamówień dodatkowych, udokumentowanych zatwierdzonym protokołem konieczności,</w:t>
      </w:r>
    </w:p>
    <w:p w:rsidR="002A5C8C" w:rsidRDefault="00927951" w:rsidP="00130BF1">
      <w:pPr>
        <w:pStyle w:val="Akapitzlist"/>
        <w:numPr>
          <w:ilvl w:val="2"/>
          <w:numId w:val="21"/>
        </w:numPr>
        <w:jc w:val="both"/>
        <w:rPr>
          <w:rStyle w:val="LPzwykly"/>
        </w:rPr>
      </w:pPr>
      <w:proofErr w:type="gramStart"/>
      <w:r w:rsidRPr="00927951">
        <w:rPr>
          <w:rStyle w:val="LPzwykly"/>
        </w:rPr>
        <w:t>przyczyn</w:t>
      </w:r>
      <w:proofErr w:type="gramEnd"/>
      <w:r w:rsidRPr="00927951">
        <w:rPr>
          <w:rStyle w:val="LPzwykly"/>
        </w:rPr>
        <w:t xml:space="preserve">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A5C8C" w:rsidRDefault="00927951" w:rsidP="00130BF1">
      <w:pPr>
        <w:pStyle w:val="Akapitzlist"/>
        <w:numPr>
          <w:ilvl w:val="2"/>
          <w:numId w:val="21"/>
        </w:numPr>
        <w:jc w:val="both"/>
        <w:rPr>
          <w:rStyle w:val="LPzwykly"/>
        </w:rPr>
      </w:pPr>
      <w:proofErr w:type="gramStart"/>
      <w:r w:rsidRPr="00927951">
        <w:rPr>
          <w:rStyle w:val="LPzwykly"/>
        </w:rPr>
        <w:t>siły</w:t>
      </w:r>
      <w:proofErr w:type="gramEnd"/>
      <w:r w:rsidRPr="00927951">
        <w:rPr>
          <w:rStyle w:val="LPzwykly"/>
        </w:rPr>
        <w:t xml:space="preserve"> wyższej,</w:t>
      </w:r>
    </w:p>
    <w:p w:rsidR="002A5C8C" w:rsidRDefault="00927951" w:rsidP="00130BF1">
      <w:pPr>
        <w:pStyle w:val="Akapitzlist"/>
        <w:numPr>
          <w:ilvl w:val="2"/>
          <w:numId w:val="21"/>
        </w:numPr>
        <w:jc w:val="both"/>
        <w:rPr>
          <w:rStyle w:val="LPzwykly"/>
        </w:rPr>
      </w:pPr>
      <w:proofErr w:type="gramStart"/>
      <w:r w:rsidRPr="00927951">
        <w:rPr>
          <w:rStyle w:val="LPzwykly"/>
        </w:rPr>
        <w:t>warunków</w:t>
      </w:r>
      <w:proofErr w:type="gramEnd"/>
      <w:r w:rsidRPr="00927951">
        <w:rPr>
          <w:rStyle w:val="LPzwykly"/>
        </w:rPr>
        <w:t xml:space="preserve"> atmosferycznych nie pozwalających na realizację robót, dla których określona odpowiednimi normami technologia wymaga właściwych warunków atmosferycznych. Niekorzystne warunki atmosferyczne, winny być udokumentowane w „dzienniku budowy”. Są to warunki uniemożliwiające prawidłowe wykonanie robót. Za niesprzyjające warunki atmosferyczne uważa się trwające nieprzerwanie przez okres minimum 7 dni, silne wiatry, długotrwałe opady deszczu, śniegu, niskie temperatury, a także podtopienia, pożar oraz z działań sił natury, które zostały uznane za stan klęski żywiołowej,</w:t>
      </w:r>
    </w:p>
    <w:p w:rsidR="002A5C8C" w:rsidRDefault="00927951" w:rsidP="00130BF1">
      <w:pPr>
        <w:pStyle w:val="Akapitzlist"/>
        <w:numPr>
          <w:ilvl w:val="2"/>
          <w:numId w:val="21"/>
        </w:numPr>
        <w:jc w:val="both"/>
        <w:rPr>
          <w:rStyle w:val="LPzwykly"/>
        </w:rPr>
      </w:pPr>
      <w:proofErr w:type="gramStart"/>
      <w:r w:rsidRPr="00927951">
        <w:rPr>
          <w:rStyle w:val="LPzwykly"/>
        </w:rPr>
        <w:t>zmian</w:t>
      </w:r>
      <w:proofErr w:type="gramEnd"/>
      <w:r w:rsidR="00100D63">
        <w:rPr>
          <w:rStyle w:val="LPzwykly"/>
        </w:rPr>
        <w:t xml:space="preserve"> </w:t>
      </w:r>
      <w:r w:rsidRPr="00927951">
        <w:rPr>
          <w:rStyle w:val="LPzwykly"/>
        </w:rPr>
        <w:t>spowodowanych</w:t>
      </w:r>
      <w:r w:rsidR="00100D63">
        <w:rPr>
          <w:rStyle w:val="LPzwykly"/>
        </w:rPr>
        <w:t xml:space="preserve"> </w:t>
      </w:r>
      <w:r w:rsidRPr="00927951">
        <w:rPr>
          <w:rStyle w:val="LPzwykly"/>
        </w:rPr>
        <w:t>warunkami</w:t>
      </w:r>
      <w:r w:rsidR="00100D63">
        <w:rPr>
          <w:rStyle w:val="LPzwykly"/>
        </w:rPr>
        <w:t xml:space="preserve"> </w:t>
      </w:r>
      <w:r w:rsidRPr="00927951">
        <w:rPr>
          <w:rStyle w:val="LPzwykly"/>
        </w:rPr>
        <w:t>geologicznymi,</w:t>
      </w:r>
      <w:r w:rsidR="00100D63">
        <w:rPr>
          <w:rStyle w:val="LPzwykly"/>
        </w:rPr>
        <w:t xml:space="preserve"> </w:t>
      </w:r>
      <w:r w:rsidRPr="00927951">
        <w:rPr>
          <w:rStyle w:val="LPzwykly"/>
        </w:rPr>
        <w:t>terenowymi (w szczególności przebiegiem urządzeń podziemnych, instalacji lub obiektów infrastrukturalnych), archeologicznymi, wodnymi itp., odmiennymi od</w:t>
      </w:r>
      <w:r>
        <w:rPr>
          <w:rStyle w:val="LPzwykly"/>
        </w:rPr>
        <w:t xml:space="preserve"> </w:t>
      </w:r>
      <w:r w:rsidRPr="00927951">
        <w:rPr>
          <w:rStyle w:val="LPzwykly"/>
        </w:rPr>
        <w:t>przyjętych w dokumentacji projektowej, tj.: np.: wyższy poziom wody gruntowej, inny przebieg</w:t>
      </w:r>
      <w:r w:rsidR="00100D63">
        <w:rPr>
          <w:rStyle w:val="LPzwykly"/>
        </w:rPr>
        <w:t xml:space="preserve"> </w:t>
      </w:r>
      <w:r w:rsidRPr="00927951">
        <w:rPr>
          <w:rStyle w:val="LPzwykly"/>
        </w:rPr>
        <w:t>urządzenia</w:t>
      </w:r>
      <w:r w:rsidR="00100D63">
        <w:rPr>
          <w:rStyle w:val="LPzwykly"/>
        </w:rPr>
        <w:t xml:space="preserve"> </w:t>
      </w:r>
      <w:r w:rsidRPr="00927951">
        <w:rPr>
          <w:rStyle w:val="LPzwykly"/>
        </w:rPr>
        <w:t>podziemnego,</w:t>
      </w:r>
      <w:r w:rsidR="00100D63">
        <w:rPr>
          <w:rStyle w:val="LPzwykly"/>
        </w:rPr>
        <w:t xml:space="preserve"> </w:t>
      </w:r>
      <w:r w:rsidRPr="00927951">
        <w:rPr>
          <w:rStyle w:val="LPzwykly"/>
        </w:rPr>
        <w:t>podziemna</w:t>
      </w:r>
      <w:r w:rsidR="00100D63">
        <w:rPr>
          <w:rStyle w:val="LPzwykly"/>
        </w:rPr>
        <w:t xml:space="preserve"> </w:t>
      </w:r>
      <w:r w:rsidRPr="00927951">
        <w:rPr>
          <w:rStyle w:val="LPzwykly"/>
        </w:rPr>
        <w:t>komora,</w:t>
      </w:r>
      <w:r w:rsidR="00100D63">
        <w:rPr>
          <w:rStyle w:val="LPzwykly"/>
        </w:rPr>
        <w:t xml:space="preserve"> </w:t>
      </w:r>
      <w:r w:rsidRPr="00927951">
        <w:rPr>
          <w:rStyle w:val="LPzwykly"/>
        </w:rPr>
        <w:t>której</w:t>
      </w:r>
      <w:r w:rsidR="00100D63">
        <w:rPr>
          <w:rStyle w:val="LPzwykly"/>
        </w:rPr>
        <w:t xml:space="preserve"> </w:t>
      </w:r>
      <w:r w:rsidRPr="00927951">
        <w:rPr>
          <w:rStyle w:val="LPzwykly"/>
        </w:rPr>
        <w:t>nie</w:t>
      </w:r>
      <w:r w:rsidR="00100D63">
        <w:rPr>
          <w:rStyle w:val="LPzwykly"/>
        </w:rPr>
        <w:t xml:space="preserve"> </w:t>
      </w:r>
      <w:r w:rsidRPr="00927951">
        <w:rPr>
          <w:rStyle w:val="LPzwykly"/>
        </w:rPr>
        <w:t>ma w planach itp.),</w:t>
      </w:r>
    </w:p>
    <w:p w:rsidR="00AE01A3" w:rsidRDefault="00927951" w:rsidP="00130BF1">
      <w:pPr>
        <w:pStyle w:val="Akapitzlist"/>
        <w:numPr>
          <w:ilvl w:val="2"/>
          <w:numId w:val="21"/>
        </w:numPr>
        <w:jc w:val="both"/>
        <w:rPr>
          <w:rStyle w:val="LPzwykly"/>
        </w:rPr>
      </w:pPr>
      <w:proofErr w:type="gramStart"/>
      <w:r w:rsidRPr="00927951">
        <w:rPr>
          <w:rStyle w:val="LPzwykly"/>
        </w:rPr>
        <w:t>zmiany</w:t>
      </w:r>
      <w:proofErr w:type="gramEnd"/>
      <w:r w:rsidRPr="00927951">
        <w:rPr>
          <w:rStyle w:val="LPzwykly"/>
        </w:rPr>
        <w:t xml:space="preserve"> terminu dostawy materiałów lub urządzeń koniecznych do wykonania przedmiotu zamówienia przez podmiot trzeci (np. dostawcę,</w:t>
      </w:r>
      <w:r>
        <w:rPr>
          <w:rStyle w:val="LPzwykly"/>
        </w:rPr>
        <w:t xml:space="preserve"> </w:t>
      </w:r>
      <w:r w:rsidRPr="00927951">
        <w:rPr>
          <w:rStyle w:val="LPzwykly"/>
        </w:rPr>
        <w:t>producenta)</w:t>
      </w:r>
      <w:r w:rsidR="00AE01A3">
        <w:rPr>
          <w:rStyle w:val="LPzwykly"/>
        </w:rPr>
        <w:t>,</w:t>
      </w:r>
      <w:r>
        <w:rPr>
          <w:rStyle w:val="LPzwykly"/>
        </w:rPr>
        <w:t xml:space="preserve"> </w:t>
      </w:r>
      <w:r w:rsidRPr="00927951">
        <w:rPr>
          <w:rStyle w:val="LPzwykly"/>
        </w:rPr>
        <w:t>u którego Wykonawca dokonał Zamówienia.</w:t>
      </w:r>
    </w:p>
    <w:p w:rsidR="002A5C8C" w:rsidRDefault="00927951" w:rsidP="00AE01A3">
      <w:pPr>
        <w:ind w:left="1080"/>
        <w:jc w:val="both"/>
        <w:rPr>
          <w:rStyle w:val="LPzwykly"/>
        </w:rPr>
      </w:pPr>
      <w:r w:rsidRPr="00927951">
        <w:rPr>
          <w:rStyle w:val="LPzwykly"/>
        </w:rPr>
        <w:t>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w:t>
      </w:r>
      <w:r w:rsidR="002A5C8C">
        <w:rPr>
          <w:rStyle w:val="LPzwykly"/>
        </w:rPr>
        <w:t>rzesłanki przedłużenia terminu.</w:t>
      </w:r>
    </w:p>
    <w:p w:rsidR="002A5C8C" w:rsidRDefault="00AE01A3" w:rsidP="00130BF1">
      <w:pPr>
        <w:pStyle w:val="Akapitzlist"/>
        <w:numPr>
          <w:ilvl w:val="0"/>
          <w:numId w:val="22"/>
        </w:numPr>
        <w:jc w:val="both"/>
        <w:rPr>
          <w:rStyle w:val="LPzwykly"/>
        </w:rPr>
      </w:pPr>
      <w:r w:rsidRPr="00927951">
        <w:rPr>
          <w:rStyle w:val="LPzwykly"/>
        </w:rPr>
        <w:t>Ograniczenie</w:t>
      </w:r>
      <w:r w:rsidR="00927951" w:rsidRPr="00927951">
        <w:rPr>
          <w:rStyle w:val="LPzwykly"/>
        </w:rPr>
        <w:t xml:space="preserve"> zakresu zamówienia, gdy rezygnacja z danej części jest korzystna dla Zamawiającego lub wynika z obiektywnie uzasadnionych przesłanek (np. zmiana dokumentacji projektowej, sposób zagospodarowania terenu),</w:t>
      </w:r>
    </w:p>
    <w:p w:rsidR="002A5C8C" w:rsidRDefault="00AE01A3" w:rsidP="00130BF1">
      <w:pPr>
        <w:pStyle w:val="Akapitzlist"/>
        <w:numPr>
          <w:ilvl w:val="0"/>
          <w:numId w:val="22"/>
        </w:numPr>
        <w:jc w:val="both"/>
        <w:rPr>
          <w:rStyle w:val="LPzwykly"/>
        </w:rPr>
      </w:pPr>
      <w:r w:rsidRPr="00927951">
        <w:rPr>
          <w:rStyle w:val="LPzwykly"/>
        </w:rPr>
        <w:t>Roboty</w:t>
      </w:r>
      <w:r w:rsidR="00927951" w:rsidRPr="00927951">
        <w:rPr>
          <w:rStyle w:val="LPzwykly"/>
        </w:rPr>
        <w:t xml:space="preserve"> zamienne wynikające w szczególności ze sposobu zagospodarowania terenu, konieczności zmian w dokumentacji projektowej oraz w zakresie zmian materiałów, </w:t>
      </w:r>
      <w:r w:rsidR="00927951" w:rsidRPr="00927951">
        <w:rPr>
          <w:rStyle w:val="LPzwykly"/>
        </w:rPr>
        <w:lastRenderedPageBreak/>
        <w:t>technologii i urządzeń na materiały, technologie i urządzenia spełniające parametry techniczne lub na materiały, technologie i urządzenia o wyższych parametrach niż określone w specyfikacji istotnych warunków zamówie</w:t>
      </w:r>
      <w:r>
        <w:rPr>
          <w:rStyle w:val="LPzwykly"/>
        </w:rPr>
        <w:t>nia, dokumentacji technicznej i </w:t>
      </w:r>
      <w:r w:rsidR="00927951" w:rsidRPr="00927951">
        <w:rPr>
          <w:rStyle w:val="LPzwykly"/>
        </w:rPr>
        <w:t>ofercie Wykonawcy, jeżeli takie zmiany w szczególności:</w:t>
      </w:r>
    </w:p>
    <w:p w:rsidR="002A5C8C" w:rsidRDefault="00927951" w:rsidP="00130BF1">
      <w:pPr>
        <w:pStyle w:val="Akapitzlist"/>
        <w:numPr>
          <w:ilvl w:val="1"/>
          <w:numId w:val="22"/>
        </w:numPr>
        <w:jc w:val="both"/>
        <w:rPr>
          <w:rStyle w:val="LPzwykly"/>
        </w:rPr>
      </w:pPr>
      <w:proofErr w:type="gramStart"/>
      <w:r w:rsidRPr="00927951">
        <w:rPr>
          <w:rStyle w:val="LPzwykly"/>
        </w:rPr>
        <w:t>zapewnią</w:t>
      </w:r>
      <w:proofErr w:type="gramEnd"/>
      <w:r w:rsidRPr="00927951">
        <w:rPr>
          <w:rStyle w:val="LPzwykly"/>
        </w:rPr>
        <w:t xml:space="preserve"> prawidłową realizację Umowy,</w:t>
      </w:r>
    </w:p>
    <w:p w:rsidR="002A5C8C" w:rsidRDefault="00927951" w:rsidP="00130BF1">
      <w:pPr>
        <w:pStyle w:val="Akapitzlist"/>
        <w:numPr>
          <w:ilvl w:val="1"/>
          <w:numId w:val="22"/>
        </w:numPr>
        <w:jc w:val="both"/>
        <w:rPr>
          <w:rStyle w:val="LPzwykly"/>
        </w:rPr>
      </w:pPr>
      <w:proofErr w:type="gramStart"/>
      <w:r w:rsidRPr="00927951">
        <w:rPr>
          <w:rStyle w:val="LPzwykly"/>
        </w:rPr>
        <w:t>obniżą</w:t>
      </w:r>
      <w:proofErr w:type="gramEnd"/>
      <w:r w:rsidRPr="00927951">
        <w:rPr>
          <w:rStyle w:val="LPzwykly"/>
        </w:rPr>
        <w:t xml:space="preserve"> koszty wykonania robót lub eksploatacji obiektów stanowiących Przedmiot Umowy,</w:t>
      </w:r>
    </w:p>
    <w:p w:rsidR="002A5C8C" w:rsidRDefault="00927951" w:rsidP="00130BF1">
      <w:pPr>
        <w:pStyle w:val="Akapitzlist"/>
        <w:numPr>
          <w:ilvl w:val="1"/>
          <w:numId w:val="22"/>
        </w:numPr>
        <w:jc w:val="both"/>
        <w:rPr>
          <w:rStyle w:val="LPzwykly"/>
        </w:rPr>
      </w:pPr>
      <w:proofErr w:type="gramStart"/>
      <w:r w:rsidRPr="00927951">
        <w:rPr>
          <w:rStyle w:val="LPzwykly"/>
        </w:rPr>
        <w:t>zapewnią</w:t>
      </w:r>
      <w:proofErr w:type="gramEnd"/>
      <w:r w:rsidRPr="00927951">
        <w:rPr>
          <w:rStyle w:val="LPzwykly"/>
        </w:rPr>
        <w:t xml:space="preserve"> optymalne parametry technicznych lub podniosą standard</w:t>
      </w:r>
      <w:r>
        <w:rPr>
          <w:rStyle w:val="LPzwykly"/>
        </w:rPr>
        <w:t xml:space="preserve"> </w:t>
      </w:r>
      <w:r w:rsidRPr="00927951">
        <w:rPr>
          <w:rStyle w:val="LPzwykly"/>
        </w:rPr>
        <w:t>jakości</w:t>
      </w:r>
      <w:r>
        <w:rPr>
          <w:rStyle w:val="LPzwykly"/>
        </w:rPr>
        <w:t xml:space="preserve"> </w:t>
      </w:r>
      <w:r w:rsidRPr="00927951">
        <w:rPr>
          <w:rStyle w:val="LPzwykly"/>
        </w:rPr>
        <w:t>robót</w:t>
      </w:r>
      <w:r>
        <w:rPr>
          <w:rStyle w:val="LPzwykly"/>
        </w:rPr>
        <w:t xml:space="preserve"> </w:t>
      </w:r>
      <w:r w:rsidRPr="00927951">
        <w:rPr>
          <w:rStyle w:val="LPzwykly"/>
        </w:rPr>
        <w:t>i obiektów stanowiących Przedmiot Umowy,</w:t>
      </w:r>
    </w:p>
    <w:p w:rsidR="002A5C8C" w:rsidRDefault="00927951" w:rsidP="00130BF1">
      <w:pPr>
        <w:pStyle w:val="Akapitzlist"/>
        <w:numPr>
          <w:ilvl w:val="1"/>
          <w:numId w:val="22"/>
        </w:numPr>
        <w:jc w:val="both"/>
        <w:rPr>
          <w:rStyle w:val="LPzwykly"/>
        </w:rPr>
      </w:pPr>
      <w:proofErr w:type="gramStart"/>
      <w:r w:rsidRPr="00927951">
        <w:rPr>
          <w:rStyle w:val="LPzwykly"/>
        </w:rPr>
        <w:t>będą</w:t>
      </w:r>
      <w:proofErr w:type="gramEnd"/>
      <w:r w:rsidRPr="00927951">
        <w:rPr>
          <w:rStyle w:val="LPzwykly"/>
        </w:rPr>
        <w:t xml:space="preserve"> wynikały ze sposobu zagospodarowania terenu;</w:t>
      </w:r>
    </w:p>
    <w:p w:rsidR="002A5C8C" w:rsidRDefault="00927951" w:rsidP="00130BF1">
      <w:pPr>
        <w:pStyle w:val="Akapitzlist"/>
        <w:numPr>
          <w:ilvl w:val="1"/>
          <w:numId w:val="22"/>
        </w:numPr>
        <w:jc w:val="both"/>
        <w:rPr>
          <w:rStyle w:val="LPzwykly"/>
        </w:rPr>
      </w:pPr>
      <w:proofErr w:type="gramStart"/>
      <w:r w:rsidRPr="00927951">
        <w:rPr>
          <w:rStyle w:val="LPzwykly"/>
        </w:rPr>
        <w:t>będą</w:t>
      </w:r>
      <w:proofErr w:type="gramEnd"/>
      <w:r w:rsidRPr="00927951">
        <w:rPr>
          <w:rStyle w:val="LPzwykly"/>
        </w:rPr>
        <w:t xml:space="preserve"> wynikały z konieczności zmiany dokumentacji projektowej;</w:t>
      </w:r>
    </w:p>
    <w:p w:rsidR="00927951" w:rsidRPr="00927951" w:rsidRDefault="00927951" w:rsidP="00130BF1">
      <w:pPr>
        <w:pStyle w:val="Akapitzlist"/>
        <w:numPr>
          <w:ilvl w:val="1"/>
          <w:numId w:val="22"/>
        </w:numPr>
        <w:jc w:val="both"/>
        <w:rPr>
          <w:rStyle w:val="LPzwykly"/>
        </w:rPr>
      </w:pPr>
      <w:proofErr w:type="gramStart"/>
      <w:r w:rsidRPr="00927951">
        <w:rPr>
          <w:rStyle w:val="LPzwykly"/>
        </w:rPr>
        <w:t>przyniosą</w:t>
      </w:r>
      <w:proofErr w:type="gramEnd"/>
      <w:r w:rsidRPr="00927951">
        <w:rPr>
          <w:rStyle w:val="LPzwykly"/>
        </w:rPr>
        <w:t xml:space="preserve"> inne, wymierne korzyści dla Zamawiającego.</w:t>
      </w:r>
    </w:p>
    <w:p w:rsidR="002A5C8C" w:rsidRDefault="00AE01A3" w:rsidP="00130BF1">
      <w:pPr>
        <w:pStyle w:val="Akapitzlist"/>
        <w:numPr>
          <w:ilvl w:val="0"/>
          <w:numId w:val="22"/>
        </w:numPr>
        <w:jc w:val="both"/>
        <w:rPr>
          <w:rStyle w:val="LPzwykly"/>
        </w:rPr>
      </w:pPr>
      <w:r w:rsidRPr="00927951">
        <w:rPr>
          <w:rStyle w:val="LPzwykly"/>
        </w:rPr>
        <w:t>Roboty</w:t>
      </w:r>
      <w:r w:rsidR="00927951" w:rsidRPr="00927951">
        <w:rPr>
          <w:rStyle w:val="LPzwykly"/>
        </w:rPr>
        <w:t xml:space="preserve"> dodatkowe,</w:t>
      </w:r>
    </w:p>
    <w:p w:rsidR="002A5C8C" w:rsidRDefault="00AE01A3" w:rsidP="00130BF1">
      <w:pPr>
        <w:pStyle w:val="Akapitzlist"/>
        <w:numPr>
          <w:ilvl w:val="0"/>
          <w:numId w:val="22"/>
        </w:numPr>
        <w:jc w:val="both"/>
        <w:rPr>
          <w:rStyle w:val="LPzwykly"/>
        </w:rPr>
      </w:pPr>
      <w:r w:rsidRPr="00927951">
        <w:rPr>
          <w:rStyle w:val="LPzwykly"/>
        </w:rPr>
        <w:t>Obniżenie</w:t>
      </w:r>
      <w:r w:rsidR="00927951" w:rsidRPr="00927951">
        <w:rPr>
          <w:rStyle w:val="LPzwykly"/>
        </w:rPr>
        <w:t xml:space="preserve"> wynagrodzenia z uwagi na zmianę lub ograniczenie faktycznego zakresu realizacji Umowy w szczególności w wyniku okoliczności</w:t>
      </w:r>
      <w:r w:rsidR="002A5C8C">
        <w:rPr>
          <w:rStyle w:val="LPzwykly"/>
        </w:rPr>
        <w:t>,</w:t>
      </w:r>
      <w:r w:rsidR="00927951" w:rsidRPr="00927951">
        <w:rPr>
          <w:rStyle w:val="LPzwykly"/>
        </w:rPr>
        <w:t xml:space="preserve"> o których mowa w ust. 1 pkt. 2 i 3 niniejszego paragrafu.</w:t>
      </w:r>
    </w:p>
    <w:p w:rsidR="00A20050" w:rsidRDefault="00927951" w:rsidP="00130BF1">
      <w:pPr>
        <w:pStyle w:val="Akapitzlist"/>
        <w:numPr>
          <w:ilvl w:val="0"/>
          <w:numId w:val="22"/>
        </w:numPr>
        <w:jc w:val="both"/>
        <w:rPr>
          <w:rStyle w:val="LPzwykly"/>
        </w:rPr>
      </w:pPr>
      <w:r w:rsidRPr="00927951">
        <w:rPr>
          <w:rStyle w:val="LPzwykly"/>
        </w:rPr>
        <w:t>Strony umowy są uprawnione do wprowadzenia do umowy zmian nieistotnych, tj. innych, niż zmiany zdefiniowane w art. 454 ust. ustawy Pzp.</w:t>
      </w:r>
    </w:p>
    <w:p w:rsidR="00A20050" w:rsidRPr="00927951" w:rsidRDefault="00A20050" w:rsidP="00A20050">
      <w:pPr>
        <w:jc w:val="both"/>
        <w:rPr>
          <w:rStyle w:val="LPzwykly"/>
        </w:rPr>
      </w:pPr>
    </w:p>
    <w:p w:rsidR="00A20050" w:rsidRDefault="00927951" w:rsidP="00130BF1">
      <w:pPr>
        <w:pStyle w:val="Akapitzlist"/>
        <w:numPr>
          <w:ilvl w:val="0"/>
          <w:numId w:val="21"/>
        </w:numPr>
        <w:jc w:val="both"/>
        <w:rPr>
          <w:rStyle w:val="LPzwykly"/>
        </w:rPr>
      </w:pPr>
      <w:r w:rsidRPr="00927951">
        <w:rPr>
          <w:rStyle w:val="LPzwykly"/>
        </w:rPr>
        <w:t>W przypadku konieczności wprowadzenia zmian w Umowie, w zakresie wskazanym w ust.1 powyżej, wykonawca ma obowiązek przedłożyć Zamawiającemu wniosek dotyczący zmiany Umowy wraz z opisem zdarzenia lub okoliczności stanowiących podstawę</w:t>
      </w:r>
      <w:r>
        <w:rPr>
          <w:rStyle w:val="LPzwykly"/>
        </w:rPr>
        <w:t xml:space="preserve"> </w:t>
      </w:r>
      <w:r w:rsidRPr="00927951">
        <w:rPr>
          <w:rStyle w:val="LPzwykly"/>
        </w:rPr>
        <w:t>do żądania takiej zmiany i załączyć dowody to potwierdzające.</w:t>
      </w:r>
    </w:p>
    <w:p w:rsidR="00A20050" w:rsidRDefault="00927951" w:rsidP="00130BF1">
      <w:pPr>
        <w:pStyle w:val="Akapitzlist"/>
        <w:numPr>
          <w:ilvl w:val="0"/>
          <w:numId w:val="21"/>
        </w:numPr>
        <w:jc w:val="both"/>
        <w:rPr>
          <w:rStyle w:val="LPzwykly"/>
        </w:rPr>
      </w:pPr>
      <w:r w:rsidRPr="00927951">
        <w:rPr>
          <w:rStyle w:val="LPzwykly"/>
        </w:rPr>
        <w:t>Wykonawca ma obowiązek przedłożenia wniosku, o którym mowa w ust. 2, w terminie umożliwiającym jego weryfikację przez Zamawiającego przed upływem terminu realizacji Umowy.</w:t>
      </w:r>
    </w:p>
    <w:p w:rsidR="00A20050" w:rsidRDefault="00927951" w:rsidP="00130BF1">
      <w:pPr>
        <w:pStyle w:val="Akapitzlist"/>
        <w:numPr>
          <w:ilvl w:val="0"/>
          <w:numId w:val="21"/>
        </w:numPr>
        <w:jc w:val="both"/>
        <w:rPr>
          <w:rStyle w:val="LPzwykly"/>
        </w:rPr>
      </w:pPr>
      <w:r w:rsidRPr="00927951">
        <w:rPr>
          <w:rStyle w:val="LPzwykly"/>
        </w:rPr>
        <w:t>W przypadku konieczności zmiany dokumentacji projektowej, wynikającej z inicjatywy wykonawcy, wykonawca przedłoży projekt zamienny podpisany przez projektanta.</w:t>
      </w:r>
    </w:p>
    <w:p w:rsidR="00A20050" w:rsidRDefault="00927951" w:rsidP="00130BF1">
      <w:pPr>
        <w:pStyle w:val="Akapitzlist"/>
        <w:numPr>
          <w:ilvl w:val="0"/>
          <w:numId w:val="21"/>
        </w:numPr>
        <w:jc w:val="both"/>
        <w:rPr>
          <w:rStyle w:val="LPzwykly"/>
        </w:rPr>
      </w:pPr>
      <w:r w:rsidRPr="00927951">
        <w:rPr>
          <w:rStyle w:val="LPzwykly"/>
        </w:rPr>
        <w:t>Wprowadzenie zmian w Umowie, w zakresie wskazanym powyżej w ust. 1 pkt 2, 3 i 4 dokumentowane będzie zatwierdzonym protokołem konieczności.</w:t>
      </w:r>
    </w:p>
    <w:p w:rsidR="00A20050" w:rsidRDefault="00927951" w:rsidP="00130BF1">
      <w:pPr>
        <w:pStyle w:val="Akapitzlist"/>
        <w:numPr>
          <w:ilvl w:val="0"/>
          <w:numId w:val="21"/>
        </w:numPr>
        <w:jc w:val="both"/>
        <w:rPr>
          <w:rStyle w:val="LPzwykly"/>
        </w:rPr>
      </w:pPr>
      <w:r w:rsidRPr="00927951">
        <w:rPr>
          <w:rStyle w:val="LPzwykly"/>
        </w:rPr>
        <w:t>W przypadku konieczności wprowadzenia zmian w Umowie, w zakresie wskazanym</w:t>
      </w:r>
      <w:r>
        <w:rPr>
          <w:rStyle w:val="LPzwykly"/>
        </w:rPr>
        <w:t xml:space="preserve"> </w:t>
      </w:r>
      <w:r w:rsidRPr="00927951">
        <w:rPr>
          <w:rStyle w:val="LPzwykly"/>
        </w:rPr>
        <w:t>powyżej 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w:t>
      </w:r>
      <w:r w:rsidR="00AE01A3">
        <w:rPr>
          <w:rStyle w:val="LPzwykly"/>
        </w:rPr>
        <w:t>kowanych w </w:t>
      </w:r>
      <w:r w:rsidRPr="00927951">
        <w:rPr>
          <w:rStyle w:val="LPzwykly"/>
        </w:rPr>
        <w:t>cenniku Intercenbud. Kalkulacja cen</w:t>
      </w:r>
      <w:r>
        <w:rPr>
          <w:rStyle w:val="LPzwykly"/>
        </w:rPr>
        <w:t xml:space="preserve"> </w:t>
      </w:r>
      <w:r w:rsidRPr="00927951">
        <w:rPr>
          <w:rStyle w:val="LPzwykly"/>
        </w:rPr>
        <w:t>stanowić będzie załącznik do protokołu konieczności.</w:t>
      </w:r>
    </w:p>
    <w:p w:rsidR="00A20050" w:rsidRDefault="00927951" w:rsidP="00130BF1">
      <w:pPr>
        <w:pStyle w:val="Akapitzlist"/>
        <w:numPr>
          <w:ilvl w:val="0"/>
          <w:numId w:val="21"/>
        </w:numPr>
        <w:jc w:val="both"/>
        <w:rPr>
          <w:rStyle w:val="LPzwykly"/>
        </w:rPr>
      </w:pPr>
      <w:r w:rsidRPr="00927951">
        <w:rPr>
          <w:rStyle w:val="LPzwykly"/>
        </w:rPr>
        <w:t>W przypadku, jeśli robota budowalna, dostaw lub usługa nie została wyceniona w ww. cenniku, Zamawiający posłuży się kalkulacją własną lub wezwie Wykonawcę do udokumentowania ceny rynkowej np. poprzez przedstawienie 2 ofert.</w:t>
      </w:r>
    </w:p>
    <w:p w:rsidR="00A20050" w:rsidRDefault="00927951" w:rsidP="00130BF1">
      <w:pPr>
        <w:pStyle w:val="Akapitzlist"/>
        <w:numPr>
          <w:ilvl w:val="0"/>
          <w:numId w:val="21"/>
        </w:numPr>
        <w:jc w:val="both"/>
        <w:rPr>
          <w:rStyle w:val="LPzwykly"/>
        </w:rPr>
      </w:pPr>
      <w:r w:rsidRPr="00927951">
        <w:rPr>
          <w:rStyle w:val="LPzwykly"/>
        </w:rPr>
        <w:t>Zmiana terminów Umowy możliwa jest tylko po wcześniejszym udokumentowaniu przedłużenia okresu zabezpieczenia należytego wykonania Umowy i okresu rękojmi.</w:t>
      </w:r>
    </w:p>
    <w:p w:rsidR="00A20050" w:rsidRDefault="00927951" w:rsidP="00130BF1">
      <w:pPr>
        <w:pStyle w:val="Akapitzlist"/>
        <w:numPr>
          <w:ilvl w:val="0"/>
          <w:numId w:val="21"/>
        </w:numPr>
        <w:jc w:val="both"/>
        <w:rPr>
          <w:rStyle w:val="LPzwykly"/>
        </w:rPr>
      </w:pPr>
      <w:r w:rsidRPr="00927951">
        <w:rPr>
          <w:rStyle w:val="LPzwykly"/>
        </w:rPr>
        <w:t>Nie stanowią istotnej zmiany umowy między innymi: zmiany danych teleadresowych, zmiany osób reprezentujących strony oraz zmiany danych będących następstwem sukcesji uniwersalnej po jednej ze stron.</w:t>
      </w:r>
    </w:p>
    <w:p w:rsidR="00A20050" w:rsidRDefault="00927951" w:rsidP="00130BF1">
      <w:pPr>
        <w:pStyle w:val="Akapitzlist"/>
        <w:numPr>
          <w:ilvl w:val="0"/>
          <w:numId w:val="21"/>
        </w:numPr>
        <w:jc w:val="both"/>
        <w:rPr>
          <w:rStyle w:val="LPzwykly"/>
        </w:rPr>
      </w:pPr>
      <w:r w:rsidRPr="00927951">
        <w:rPr>
          <w:rStyle w:val="LPzwykly"/>
        </w:rPr>
        <w:lastRenderedPageBreak/>
        <w:t>W przypadku zmiany albo rezygnacji z podwykonawcy - jeżeli dotyczy ona podmiotu, na którego zasoby Wykonawca powoływał się w celu wykazania spełniania warunków udziału w postępowaniu, określonych w SWZ, Wykonawca jest obowiązany wykazać Zamawiającemu, iż proponowany inny podwykonawca lub Wykonawca samodzielnie spełnia je w stopniu nie mniejszym niż wymagany w trakcie postępowania o udzielenie zamówienia.</w:t>
      </w:r>
    </w:p>
    <w:p w:rsidR="00A20050" w:rsidRDefault="00927951" w:rsidP="00130BF1">
      <w:pPr>
        <w:pStyle w:val="Akapitzlist"/>
        <w:numPr>
          <w:ilvl w:val="0"/>
          <w:numId w:val="21"/>
        </w:numPr>
        <w:jc w:val="both"/>
        <w:rPr>
          <w:rStyle w:val="LPzwykly"/>
        </w:rPr>
      </w:pPr>
      <w:r w:rsidRPr="00927951">
        <w:rPr>
          <w:rStyle w:val="LPzwykly"/>
        </w:rPr>
        <w:t>Dopuszczalna jest zmiana osób wskazanych w ofercie na inne, spełniające</w:t>
      </w:r>
      <w:r>
        <w:rPr>
          <w:rStyle w:val="LPzwykly"/>
        </w:rPr>
        <w:t xml:space="preserve"> </w:t>
      </w:r>
      <w:r w:rsidRPr="00927951">
        <w:rPr>
          <w:rStyle w:val="LPzwykly"/>
        </w:rPr>
        <w:t>wszystkie warunki określone w SWZ.</w:t>
      </w:r>
    </w:p>
    <w:p w:rsidR="00927951" w:rsidRPr="00927951" w:rsidRDefault="00927951" w:rsidP="00130BF1">
      <w:pPr>
        <w:pStyle w:val="Akapitzlist"/>
        <w:numPr>
          <w:ilvl w:val="0"/>
          <w:numId w:val="21"/>
        </w:numPr>
        <w:jc w:val="both"/>
        <w:rPr>
          <w:rStyle w:val="LPzwykly"/>
        </w:rPr>
      </w:pPr>
      <w:r w:rsidRPr="00927951">
        <w:rPr>
          <w:rStyle w:val="LPzwykly"/>
        </w:rPr>
        <w:t>Wszelkie zmiany Umowy wymagają dla swojej ważności formy pisemnej pod rygorem nieważności.</w:t>
      </w:r>
    </w:p>
    <w:p w:rsidR="00927951" w:rsidRPr="00927951" w:rsidRDefault="00927951" w:rsidP="00927951">
      <w:pPr>
        <w:jc w:val="both"/>
        <w:rPr>
          <w:rStyle w:val="LPzwykly"/>
        </w:rPr>
      </w:pPr>
    </w:p>
    <w:p w:rsidR="00A20050" w:rsidRPr="00A20050" w:rsidRDefault="00A20050" w:rsidP="00A20050">
      <w:pPr>
        <w:jc w:val="center"/>
        <w:rPr>
          <w:rStyle w:val="LPzwykly"/>
          <w:b/>
        </w:rPr>
      </w:pPr>
      <w:r w:rsidRPr="00A20050">
        <w:rPr>
          <w:rStyle w:val="LPzwykly"/>
          <w:b/>
        </w:rPr>
        <w:t>Dokumentowanie zatrudnienia osób na podstawie umowy o pracę</w:t>
      </w:r>
    </w:p>
    <w:p w:rsidR="00A20050" w:rsidRDefault="00A20050" w:rsidP="00A20050">
      <w:pPr>
        <w:jc w:val="center"/>
        <w:rPr>
          <w:rStyle w:val="LPzwykly"/>
          <w:b/>
        </w:rPr>
      </w:pPr>
    </w:p>
    <w:p w:rsidR="00927951" w:rsidRPr="00A20050" w:rsidRDefault="00927951" w:rsidP="00A20050">
      <w:pPr>
        <w:jc w:val="center"/>
        <w:rPr>
          <w:rStyle w:val="LPzwykly"/>
          <w:b/>
        </w:rPr>
      </w:pPr>
      <w:r w:rsidRPr="00A20050">
        <w:rPr>
          <w:rStyle w:val="LPzwykly"/>
          <w:b/>
        </w:rPr>
        <w:t xml:space="preserve">§ </w:t>
      </w:r>
      <w:r w:rsidR="009D3E7B">
        <w:rPr>
          <w:rStyle w:val="LPzwykly"/>
          <w:b/>
        </w:rPr>
        <w:t>20</w:t>
      </w:r>
    </w:p>
    <w:p w:rsidR="00A20050" w:rsidRPr="00927951" w:rsidRDefault="00A20050" w:rsidP="00927951">
      <w:pPr>
        <w:jc w:val="both"/>
        <w:rPr>
          <w:rStyle w:val="LPzwykly"/>
        </w:rPr>
      </w:pPr>
    </w:p>
    <w:p w:rsidR="00A20050" w:rsidRDefault="00927951" w:rsidP="00130BF1">
      <w:pPr>
        <w:pStyle w:val="Akapitzlist"/>
        <w:numPr>
          <w:ilvl w:val="0"/>
          <w:numId w:val="23"/>
        </w:numPr>
        <w:jc w:val="both"/>
        <w:rPr>
          <w:rStyle w:val="LPzwykly"/>
        </w:rPr>
      </w:pPr>
      <w:r w:rsidRPr="00927951">
        <w:rPr>
          <w:rStyle w:val="LPzwykly"/>
        </w:rPr>
        <w:t>Zamawiający w oparciu o art. 95 ustawy Pzp wymaga zatrudnienia przez Wykonawcę lub podwykonawcę na podstawie umowy o pracę osób wykonujących czynności wchodzące w skład przedmiotu zamówienia</w:t>
      </w:r>
      <w:r w:rsidR="00AE01A3">
        <w:rPr>
          <w:rStyle w:val="LPzwykly"/>
        </w:rPr>
        <w:t>,</w:t>
      </w:r>
      <w:r w:rsidRPr="00927951">
        <w:rPr>
          <w:rStyle w:val="LPzwykly"/>
        </w:rPr>
        <w:t xml:space="preserve"> jeżeli wykonywanie tych czynności polega na wykonywaniu pracy w sposób określony w art.22 §1 ustawy z 26.06.1974</w:t>
      </w:r>
      <w:proofErr w:type="gramStart"/>
      <w:r w:rsidRPr="00927951">
        <w:rPr>
          <w:rStyle w:val="LPzwykly"/>
        </w:rPr>
        <w:t>r</w:t>
      </w:r>
      <w:proofErr w:type="gramEnd"/>
      <w:r w:rsidRPr="00927951">
        <w:rPr>
          <w:rStyle w:val="LPzwykly"/>
        </w:rPr>
        <w:t xml:space="preserve">. Kodeks Pracy tj. z dnia 18 czerwca 2020 r. (Dz.U. </w:t>
      </w:r>
      <w:proofErr w:type="gramStart"/>
      <w:r w:rsidRPr="00927951">
        <w:rPr>
          <w:rStyle w:val="LPzwykly"/>
        </w:rPr>
        <w:t>z</w:t>
      </w:r>
      <w:proofErr w:type="gramEnd"/>
      <w:r w:rsidRPr="00927951">
        <w:rPr>
          <w:rStyle w:val="LPzwykly"/>
        </w:rPr>
        <w:t xml:space="preserve"> 20</w:t>
      </w:r>
      <w:r w:rsidR="00AE01A3">
        <w:rPr>
          <w:rStyle w:val="LPzwykly"/>
        </w:rPr>
        <w:t>20 r. poz. 1320 ze zm.) dalej „KP”</w:t>
      </w:r>
      <w:r w:rsidRPr="00927951">
        <w:rPr>
          <w:rStyle w:val="LPzwykly"/>
        </w:rPr>
        <w:t>, polegające na robotach: prace wykonywane przez</w:t>
      </w:r>
      <w:r>
        <w:rPr>
          <w:rStyle w:val="LPzwykly"/>
        </w:rPr>
        <w:t xml:space="preserve"> </w:t>
      </w:r>
      <w:r w:rsidRPr="00927951">
        <w:rPr>
          <w:rStyle w:val="LPzwykly"/>
        </w:rPr>
        <w:t>operatorów sprzętu/maszyn budowlanych np. koparki, równiarki drogowej, walca.</w:t>
      </w:r>
    </w:p>
    <w:p w:rsidR="00927951" w:rsidRPr="00927951" w:rsidRDefault="00927951" w:rsidP="00130BF1">
      <w:pPr>
        <w:pStyle w:val="Akapitzlist"/>
        <w:numPr>
          <w:ilvl w:val="0"/>
          <w:numId w:val="23"/>
        </w:numPr>
        <w:jc w:val="both"/>
        <w:rPr>
          <w:rStyle w:val="LPzwykly"/>
        </w:rPr>
      </w:pPr>
      <w:r w:rsidRPr="00927951">
        <w:rPr>
          <w:rStyle w:val="LPzwykly"/>
        </w:rPr>
        <w:t>W trakcie realizacji zamówienia Zamawiający uprawniony jest do wykonywania czynności kontrolnych wobec Wykonawcy odnośnie spełniania przez Wykonawcę lub Podwykonawcę wymogu zatrudnienia na podstawie umowy o pracę osób wykonujących czynności wskazane w ust. 1</w:t>
      </w:r>
      <w:r w:rsidR="00AE01A3">
        <w:rPr>
          <w:rStyle w:val="LPzwykly"/>
        </w:rPr>
        <w:t>. Zamawiający uprawniony jest w </w:t>
      </w:r>
      <w:r w:rsidRPr="00927951">
        <w:rPr>
          <w:rStyle w:val="LPzwykly"/>
        </w:rPr>
        <w:t xml:space="preserve">szczególności do: </w:t>
      </w:r>
    </w:p>
    <w:p w:rsidR="00A20050" w:rsidRDefault="00927951" w:rsidP="00130BF1">
      <w:pPr>
        <w:pStyle w:val="Akapitzlist"/>
        <w:numPr>
          <w:ilvl w:val="0"/>
          <w:numId w:val="14"/>
        </w:numPr>
        <w:jc w:val="both"/>
        <w:rPr>
          <w:rStyle w:val="LPzwykly"/>
        </w:rPr>
      </w:pPr>
      <w:proofErr w:type="gramStart"/>
      <w:r w:rsidRPr="00927951">
        <w:rPr>
          <w:rStyle w:val="LPzwykly"/>
        </w:rPr>
        <w:t>żądania</w:t>
      </w:r>
      <w:proofErr w:type="gramEnd"/>
      <w:r w:rsidRPr="00927951">
        <w:rPr>
          <w:rStyle w:val="LPzwykly"/>
        </w:rPr>
        <w:t xml:space="preserve"> oświadczeń i dokumentów w zakresie potwierdzenia spełniania ww. wymogu i dokonywania ich oceny;</w:t>
      </w:r>
    </w:p>
    <w:p w:rsidR="00A20050" w:rsidRDefault="00927951" w:rsidP="00130BF1">
      <w:pPr>
        <w:pStyle w:val="Akapitzlist"/>
        <w:numPr>
          <w:ilvl w:val="0"/>
          <w:numId w:val="14"/>
        </w:numPr>
        <w:jc w:val="both"/>
        <w:rPr>
          <w:rStyle w:val="LPzwykly"/>
        </w:rPr>
      </w:pPr>
      <w:proofErr w:type="gramStart"/>
      <w:r w:rsidRPr="00927951">
        <w:rPr>
          <w:rStyle w:val="LPzwykly"/>
        </w:rPr>
        <w:t>żądania</w:t>
      </w:r>
      <w:proofErr w:type="gramEnd"/>
      <w:r w:rsidRPr="00927951">
        <w:rPr>
          <w:rStyle w:val="LPzwykly"/>
        </w:rPr>
        <w:t xml:space="preserve"> wyjaśnień w przypadku wątpliwości w zakresie potwierdzenia spełnienia tego wymogu;</w:t>
      </w:r>
    </w:p>
    <w:p w:rsidR="00927951" w:rsidRPr="00927951" w:rsidRDefault="00927951" w:rsidP="00130BF1">
      <w:pPr>
        <w:pStyle w:val="Akapitzlist"/>
        <w:numPr>
          <w:ilvl w:val="0"/>
          <w:numId w:val="14"/>
        </w:numPr>
        <w:jc w:val="both"/>
        <w:rPr>
          <w:rStyle w:val="LPzwykly"/>
        </w:rPr>
      </w:pPr>
      <w:proofErr w:type="gramStart"/>
      <w:r w:rsidRPr="00927951">
        <w:rPr>
          <w:rStyle w:val="LPzwykly"/>
        </w:rPr>
        <w:t>przeprowadzania</w:t>
      </w:r>
      <w:proofErr w:type="gramEnd"/>
      <w:r w:rsidRPr="00927951">
        <w:rPr>
          <w:rStyle w:val="LPzwykly"/>
        </w:rPr>
        <w:t xml:space="preserve"> kontroli na miejscu wykonywania świadczenia.</w:t>
      </w:r>
    </w:p>
    <w:p w:rsidR="00AE01A3" w:rsidRDefault="00927951" w:rsidP="00130BF1">
      <w:pPr>
        <w:pStyle w:val="Akapitzlist"/>
        <w:numPr>
          <w:ilvl w:val="0"/>
          <w:numId w:val="23"/>
        </w:numPr>
        <w:jc w:val="both"/>
        <w:rPr>
          <w:rStyle w:val="LPzwykly"/>
        </w:rPr>
      </w:pPr>
      <w:r w:rsidRPr="00927951">
        <w:rPr>
          <w:rStyle w:val="LPzwykly"/>
        </w:rPr>
        <w:t>Przed rozpoczęciem realizacji czynności oraz na etapie ich realizacji, do których odnosi się Obowiązek Zatrudnienia</w:t>
      </w:r>
      <w:r w:rsidR="00AE01A3">
        <w:rPr>
          <w:rStyle w:val="LPzwykly"/>
        </w:rPr>
        <w:t>,</w:t>
      </w:r>
      <w:r w:rsidRPr="00927951">
        <w:rPr>
          <w:rStyle w:val="LPzwykly"/>
        </w:rPr>
        <w:t xml:space="preserve"> o których mowa w ust. 1, w stosunku do osób mających wykonywać te czynności, na każde wezwanie i w terminie wskazanym przez Zamawiającego Wykonawca lub Podwykonawca obowiązany jest przedłożyć Zamawiającemu, dokumenty, których Zamawiający ma możliwość żądania, tj.:</w:t>
      </w:r>
      <w:r>
        <w:rPr>
          <w:rStyle w:val="LPzwykly"/>
        </w:rPr>
        <w:t xml:space="preserve"> </w:t>
      </w:r>
    </w:p>
    <w:p w:rsidR="00AE01A3" w:rsidRDefault="00AE01A3" w:rsidP="00130BF1">
      <w:pPr>
        <w:pStyle w:val="Akapitzlist"/>
        <w:numPr>
          <w:ilvl w:val="1"/>
          <w:numId w:val="23"/>
        </w:numPr>
        <w:jc w:val="both"/>
        <w:rPr>
          <w:rStyle w:val="LPzwykly"/>
        </w:rPr>
      </w:pPr>
      <w:r w:rsidRPr="00927951">
        <w:rPr>
          <w:rStyle w:val="LPzwykly"/>
        </w:rPr>
        <w:t>Oświadczenie</w:t>
      </w:r>
      <w:r w:rsidR="00927951" w:rsidRPr="00927951">
        <w:rPr>
          <w:rStyle w:val="LPzwykly"/>
        </w:rPr>
        <w:t xml:space="preserve"> Wykonawcy lub Podwykonawcy o zatrudnieniu tych osób na podstawie umowy o pracę</w:t>
      </w:r>
      <w:r>
        <w:rPr>
          <w:rStyle w:val="LPzwykly"/>
        </w:rPr>
        <w:t xml:space="preserve"> w rozumieniu Kodeksu pracy,</w:t>
      </w:r>
    </w:p>
    <w:p w:rsidR="00AE01A3" w:rsidRDefault="00AE01A3" w:rsidP="00130BF1">
      <w:pPr>
        <w:pStyle w:val="Akapitzlist"/>
        <w:numPr>
          <w:ilvl w:val="1"/>
          <w:numId w:val="23"/>
        </w:numPr>
        <w:jc w:val="both"/>
        <w:rPr>
          <w:rStyle w:val="LPzwykly"/>
        </w:rPr>
      </w:pPr>
      <w:r w:rsidRPr="00927951">
        <w:rPr>
          <w:rStyle w:val="LPzwykly"/>
        </w:rPr>
        <w:t>Oświadczenie</w:t>
      </w:r>
      <w:r w:rsidR="00927951" w:rsidRPr="00927951">
        <w:rPr>
          <w:rStyle w:val="LPzwykly"/>
        </w:rPr>
        <w:t xml:space="preserve"> zatrudnionego pracownika,</w:t>
      </w:r>
    </w:p>
    <w:p w:rsidR="00AE01A3" w:rsidRDefault="00AE01A3" w:rsidP="00130BF1">
      <w:pPr>
        <w:pStyle w:val="Akapitzlist"/>
        <w:numPr>
          <w:ilvl w:val="1"/>
          <w:numId w:val="23"/>
        </w:numPr>
        <w:jc w:val="both"/>
        <w:rPr>
          <w:rStyle w:val="LPzwykly"/>
        </w:rPr>
      </w:pPr>
      <w:r w:rsidRPr="00927951">
        <w:rPr>
          <w:rStyle w:val="LPzwykly"/>
        </w:rPr>
        <w:t>Poświadczoną</w:t>
      </w:r>
      <w:r w:rsidR="00927951" w:rsidRPr="00927951">
        <w:rPr>
          <w:rStyle w:val="LPzwykly"/>
        </w:rPr>
        <w:t xml:space="preserve"> za zgodność z oryginałem kopię umowy o pracę z</w:t>
      </w:r>
      <w:r>
        <w:rPr>
          <w:rStyle w:val="LPzwykly"/>
        </w:rPr>
        <w:t xml:space="preserve"> zatrudnionymi pracownikami, </w:t>
      </w:r>
    </w:p>
    <w:p w:rsidR="00A20050" w:rsidRDefault="00AE01A3" w:rsidP="00130BF1">
      <w:pPr>
        <w:pStyle w:val="Akapitzlist"/>
        <w:numPr>
          <w:ilvl w:val="1"/>
          <w:numId w:val="23"/>
        </w:numPr>
        <w:jc w:val="both"/>
        <w:rPr>
          <w:rStyle w:val="LPzwykly"/>
        </w:rPr>
      </w:pPr>
      <w:r w:rsidRPr="00927951">
        <w:rPr>
          <w:rStyle w:val="LPzwykly"/>
        </w:rPr>
        <w:t>Inne</w:t>
      </w:r>
      <w:r w:rsidR="00927951" w:rsidRPr="00927951">
        <w:rPr>
          <w:rStyle w:val="LPzwykly"/>
        </w:rPr>
        <w:t xml:space="preserve"> dokumenty np. dokumenty potwierdzające zgłoszenia przez pracodawcę do ubezpieczenia lub opłacenia ubezpieczenia (imię i nazw</w:t>
      </w:r>
      <w:r w:rsidR="00A20050">
        <w:rPr>
          <w:rStyle w:val="LPzwykly"/>
        </w:rPr>
        <w:t>isko pracownika do weryfikacji).</w:t>
      </w:r>
    </w:p>
    <w:p w:rsidR="00A20050" w:rsidRDefault="00927951" w:rsidP="00A20050">
      <w:pPr>
        <w:pStyle w:val="Akapitzlist"/>
        <w:jc w:val="both"/>
        <w:rPr>
          <w:rStyle w:val="LPzwykly"/>
        </w:rPr>
      </w:pPr>
      <w:r w:rsidRPr="00927951">
        <w:rPr>
          <w:rStyle w:val="LPzwykly"/>
        </w:rPr>
        <w:t xml:space="preserve">Oświadczenie o zatrudnieniu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rodzaju umowy o pracę i wymiaru etatu oraz podpis osoby uprawnionej </w:t>
      </w:r>
      <w:r w:rsidRPr="00927951">
        <w:rPr>
          <w:rStyle w:val="LPzwykly"/>
        </w:rPr>
        <w:lastRenderedPageBreak/>
        <w:t>do złożenia oświadczenia w imieniu Wykonawcy lub podwykonawcy oraz dane osobowe niezbędne do weryfikacji (imię i nazwisko, data zawarcia umowy o pracę, rodzaj umowy o pracę i zakres obowiązków pracownika).</w:t>
      </w:r>
    </w:p>
    <w:p w:rsidR="00A20050" w:rsidRDefault="00927951" w:rsidP="00130BF1">
      <w:pPr>
        <w:pStyle w:val="Akapitzlist"/>
        <w:numPr>
          <w:ilvl w:val="0"/>
          <w:numId w:val="23"/>
        </w:numPr>
        <w:jc w:val="both"/>
        <w:rPr>
          <w:rStyle w:val="LPzwykly"/>
        </w:rPr>
      </w:pPr>
      <w:r w:rsidRPr="00927951">
        <w:rPr>
          <w:rStyle w:val="LPzwykly"/>
        </w:rPr>
        <w:t>W przypadku wątpliwości</w:t>
      </w:r>
      <w:r w:rsidR="00923FEC">
        <w:rPr>
          <w:rStyle w:val="LPzwykly"/>
        </w:rPr>
        <w:t>,</w:t>
      </w:r>
      <w:r w:rsidRPr="00927951">
        <w:rPr>
          <w:rStyle w:val="LPzwykly"/>
        </w:rPr>
        <w:t xml:space="preserve"> co do przestrzegania przepisów prawa pracy przez Wykonawcę lub Podwykonawcę, Zamawiający może zażądać przedłożenia (do wglądu) innych dokumentów potwierdzających zatru</w:t>
      </w:r>
      <w:r w:rsidR="00923FEC">
        <w:rPr>
          <w:rStyle w:val="LPzwykly"/>
        </w:rPr>
        <w:t>dnienie pracowników w oparciu o </w:t>
      </w:r>
      <w:r w:rsidRPr="00927951">
        <w:rPr>
          <w:rStyle w:val="LPzwykly"/>
        </w:rPr>
        <w:t>umowę o pracę zgodnie z kodeksem pracy lub może zwrócić się o przeprowadzenie kontroli przez Państwową Inspekcję Pracy.</w:t>
      </w:r>
    </w:p>
    <w:p w:rsidR="00927951" w:rsidRPr="00927951" w:rsidRDefault="00927951" w:rsidP="00130BF1">
      <w:pPr>
        <w:pStyle w:val="Akapitzlist"/>
        <w:numPr>
          <w:ilvl w:val="0"/>
          <w:numId w:val="23"/>
        </w:numPr>
        <w:jc w:val="both"/>
        <w:rPr>
          <w:rStyle w:val="LPzwykly"/>
        </w:rPr>
      </w:pPr>
      <w:r w:rsidRPr="00927951">
        <w:rPr>
          <w:rStyle w:val="LPzwykly"/>
        </w:rPr>
        <w:t>Konsekwencje nie złożenia przez Wykonawc</w:t>
      </w:r>
      <w:r w:rsidR="00923FEC">
        <w:rPr>
          <w:rStyle w:val="LPzwykly"/>
        </w:rPr>
        <w:t>ę lub podwykonawcę dokumentów, o </w:t>
      </w:r>
      <w:r w:rsidRPr="00927951">
        <w:rPr>
          <w:rStyle w:val="LPzwykly"/>
        </w:rPr>
        <w:t>których mowa w ust.3 powyżej (w ramach odpowiedzi na wezwanie Zamaw</w:t>
      </w:r>
      <w:r w:rsidR="00923FEC">
        <w:rPr>
          <w:rStyle w:val="LPzwykly"/>
        </w:rPr>
        <w:t xml:space="preserve">iającego), </w:t>
      </w:r>
      <w:r w:rsidRPr="00927951">
        <w:rPr>
          <w:rStyle w:val="LPzwykly"/>
        </w:rPr>
        <w:t>zostały opisane w § 17 umowy.</w:t>
      </w:r>
    </w:p>
    <w:p w:rsidR="00927951" w:rsidRPr="00927951" w:rsidRDefault="00927951" w:rsidP="00927951">
      <w:pPr>
        <w:jc w:val="both"/>
        <w:rPr>
          <w:rStyle w:val="LPzwykly"/>
        </w:rPr>
      </w:pPr>
    </w:p>
    <w:p w:rsidR="00927951" w:rsidRPr="00A20050" w:rsidRDefault="00927951" w:rsidP="00A20050">
      <w:pPr>
        <w:jc w:val="center"/>
        <w:rPr>
          <w:rStyle w:val="LPzwykly"/>
          <w:b/>
        </w:rPr>
      </w:pPr>
      <w:r w:rsidRPr="00A20050">
        <w:rPr>
          <w:rStyle w:val="LPzwykly"/>
          <w:b/>
        </w:rPr>
        <w:t>§</w:t>
      </w:r>
      <w:r w:rsidR="009D3E7B">
        <w:rPr>
          <w:rStyle w:val="LPzwykly"/>
          <w:b/>
        </w:rPr>
        <w:t>21</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Strony wskazują osoby uprawnione do kontaktu:</w:t>
      </w:r>
    </w:p>
    <w:p w:rsidR="00927951" w:rsidRPr="00927951" w:rsidRDefault="00927951" w:rsidP="00130BF1">
      <w:pPr>
        <w:pStyle w:val="Akapitzlist"/>
        <w:numPr>
          <w:ilvl w:val="0"/>
          <w:numId w:val="24"/>
        </w:numPr>
        <w:jc w:val="both"/>
        <w:rPr>
          <w:rStyle w:val="LPzwykly"/>
        </w:rPr>
      </w:pPr>
      <w:proofErr w:type="gramStart"/>
      <w:r w:rsidRPr="00927951">
        <w:rPr>
          <w:rStyle w:val="LPzwykly"/>
        </w:rPr>
        <w:t>w</w:t>
      </w:r>
      <w:proofErr w:type="gramEnd"/>
      <w:r w:rsidRPr="00927951">
        <w:rPr>
          <w:rStyle w:val="LPzwykly"/>
        </w:rPr>
        <w:t xml:space="preserve"> imieniu Zamawiającego:</w:t>
      </w:r>
    </w:p>
    <w:p w:rsidR="00927951" w:rsidRPr="00927951" w:rsidRDefault="00927951" w:rsidP="00927951">
      <w:pPr>
        <w:jc w:val="both"/>
        <w:rPr>
          <w:rStyle w:val="LPzwykly"/>
        </w:rPr>
      </w:pPr>
      <w:r w:rsidRPr="00927951">
        <w:rPr>
          <w:rStyle w:val="LPzwykly"/>
        </w:rPr>
        <w:t xml:space="preserve">................................................ - </w:t>
      </w:r>
      <w:proofErr w:type="gramStart"/>
      <w:r w:rsidRPr="00927951">
        <w:rPr>
          <w:rStyle w:val="LPzwykly"/>
        </w:rPr>
        <w:t>tel</w:t>
      </w:r>
      <w:proofErr w:type="gramEnd"/>
      <w:r w:rsidRPr="00927951">
        <w:rPr>
          <w:rStyle w:val="LPzwykly"/>
        </w:rPr>
        <w:t>. .............................................</w:t>
      </w:r>
    </w:p>
    <w:p w:rsidR="00927951" w:rsidRPr="00927951" w:rsidRDefault="00927951" w:rsidP="00927951">
      <w:pPr>
        <w:jc w:val="both"/>
        <w:rPr>
          <w:rStyle w:val="LPzwykly"/>
        </w:rPr>
      </w:pPr>
      <w:r w:rsidRPr="00927951">
        <w:rPr>
          <w:rStyle w:val="LPzwykly"/>
        </w:rPr>
        <w:t xml:space="preserve">................................................ - </w:t>
      </w:r>
      <w:proofErr w:type="gramStart"/>
      <w:r w:rsidRPr="00927951">
        <w:rPr>
          <w:rStyle w:val="LPzwykly"/>
        </w:rPr>
        <w:t>tel</w:t>
      </w:r>
      <w:proofErr w:type="gramEnd"/>
      <w:r w:rsidRPr="00927951">
        <w:rPr>
          <w:rStyle w:val="LPzwykly"/>
        </w:rPr>
        <w:t>. .............................................</w:t>
      </w:r>
    </w:p>
    <w:p w:rsidR="00927951" w:rsidRPr="00927951" w:rsidRDefault="00927951" w:rsidP="00130BF1">
      <w:pPr>
        <w:pStyle w:val="Akapitzlist"/>
        <w:numPr>
          <w:ilvl w:val="0"/>
          <w:numId w:val="24"/>
        </w:numPr>
        <w:jc w:val="both"/>
        <w:rPr>
          <w:rStyle w:val="LPzwykly"/>
        </w:rPr>
      </w:pPr>
      <w:proofErr w:type="gramStart"/>
      <w:r w:rsidRPr="00927951">
        <w:rPr>
          <w:rStyle w:val="LPzwykly"/>
        </w:rPr>
        <w:t>w</w:t>
      </w:r>
      <w:proofErr w:type="gramEnd"/>
      <w:r w:rsidRPr="00927951">
        <w:rPr>
          <w:rStyle w:val="LPzwykly"/>
        </w:rPr>
        <w:t xml:space="preserve"> imieniu Wykonawcy:</w:t>
      </w:r>
    </w:p>
    <w:p w:rsidR="00927951" w:rsidRPr="00927951" w:rsidRDefault="00927951" w:rsidP="00927951">
      <w:pPr>
        <w:jc w:val="both"/>
        <w:rPr>
          <w:rStyle w:val="LPzwykly"/>
        </w:rPr>
      </w:pPr>
      <w:r w:rsidRPr="00927951">
        <w:rPr>
          <w:rStyle w:val="LPzwykly"/>
        </w:rPr>
        <w:t>............................................... -</w:t>
      </w:r>
      <w:r>
        <w:rPr>
          <w:rStyle w:val="LPzwykly"/>
        </w:rPr>
        <w:t xml:space="preserve"> </w:t>
      </w:r>
      <w:proofErr w:type="gramStart"/>
      <w:r w:rsidRPr="00927951">
        <w:rPr>
          <w:rStyle w:val="LPzwykly"/>
        </w:rPr>
        <w:t>tel</w:t>
      </w:r>
      <w:proofErr w:type="gramEnd"/>
      <w:r w:rsidRPr="00927951">
        <w:rPr>
          <w:rStyle w:val="LPzwykly"/>
        </w:rPr>
        <w:t>. .............................................</w:t>
      </w:r>
    </w:p>
    <w:p w:rsidR="00927951" w:rsidRPr="00927951" w:rsidRDefault="00927951" w:rsidP="00927951">
      <w:pPr>
        <w:jc w:val="both"/>
        <w:rPr>
          <w:rStyle w:val="LPzwykly"/>
        </w:rPr>
      </w:pPr>
      <w:r w:rsidRPr="00927951">
        <w:rPr>
          <w:rStyle w:val="LPzwykly"/>
        </w:rPr>
        <w:t xml:space="preserve">................................................ - </w:t>
      </w:r>
      <w:proofErr w:type="gramStart"/>
      <w:r w:rsidRPr="00927951">
        <w:rPr>
          <w:rStyle w:val="LPzwykly"/>
        </w:rPr>
        <w:t>tel</w:t>
      </w:r>
      <w:proofErr w:type="gramEnd"/>
      <w:r w:rsidRPr="00927951">
        <w:rPr>
          <w:rStyle w:val="LPzwykly"/>
        </w:rPr>
        <w:t>. .............................................</w:t>
      </w:r>
    </w:p>
    <w:p w:rsidR="00A20050" w:rsidRDefault="00A20050" w:rsidP="00927951">
      <w:pPr>
        <w:jc w:val="both"/>
        <w:rPr>
          <w:rStyle w:val="LPzwykly"/>
        </w:rPr>
      </w:pPr>
    </w:p>
    <w:p w:rsidR="00927951" w:rsidRPr="00A20050" w:rsidRDefault="00927951" w:rsidP="00A20050">
      <w:pPr>
        <w:jc w:val="center"/>
        <w:rPr>
          <w:rStyle w:val="LPzwykly"/>
          <w:b/>
        </w:rPr>
      </w:pPr>
      <w:r w:rsidRPr="00A20050">
        <w:rPr>
          <w:rStyle w:val="LPzwykly"/>
          <w:b/>
        </w:rPr>
        <w:t>§</w:t>
      </w:r>
      <w:r w:rsidR="009D3E7B">
        <w:rPr>
          <w:rStyle w:val="LPzwykly"/>
          <w:b/>
        </w:rPr>
        <w:t>22</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Spory wynikłe w związku z Umową będzie rozstrzygał Sąd miejscowo właściwy dla siedziby Zamawiającego.</w:t>
      </w:r>
    </w:p>
    <w:p w:rsidR="00923FEC" w:rsidRDefault="00923FEC" w:rsidP="00A20050">
      <w:pPr>
        <w:jc w:val="center"/>
        <w:rPr>
          <w:rStyle w:val="LPzwykly"/>
          <w:b/>
        </w:rPr>
      </w:pPr>
    </w:p>
    <w:p w:rsidR="00923FEC" w:rsidRDefault="00923FEC" w:rsidP="00A20050">
      <w:pPr>
        <w:jc w:val="center"/>
        <w:rPr>
          <w:rStyle w:val="LPzwykly"/>
          <w:b/>
        </w:rPr>
      </w:pPr>
    </w:p>
    <w:p w:rsidR="00923FEC" w:rsidRDefault="00923FEC" w:rsidP="00A20050">
      <w:pPr>
        <w:jc w:val="center"/>
        <w:rPr>
          <w:rStyle w:val="LPzwykly"/>
          <w:b/>
        </w:rPr>
      </w:pPr>
    </w:p>
    <w:p w:rsidR="00927951" w:rsidRPr="00A20050" w:rsidRDefault="00927951" w:rsidP="00A20050">
      <w:pPr>
        <w:jc w:val="center"/>
        <w:rPr>
          <w:rStyle w:val="LPzwykly"/>
          <w:b/>
        </w:rPr>
      </w:pPr>
      <w:r w:rsidRPr="00A20050">
        <w:rPr>
          <w:rStyle w:val="LPzwykly"/>
          <w:b/>
        </w:rPr>
        <w:t>§</w:t>
      </w:r>
      <w:r w:rsidR="009D3E7B">
        <w:rPr>
          <w:rStyle w:val="LPzwykly"/>
          <w:b/>
        </w:rPr>
        <w:t>23</w:t>
      </w:r>
    </w:p>
    <w:p w:rsidR="00927951" w:rsidRPr="00927951" w:rsidRDefault="00927951" w:rsidP="00927951">
      <w:pPr>
        <w:jc w:val="both"/>
        <w:rPr>
          <w:rStyle w:val="LPzwykly"/>
        </w:rPr>
      </w:pPr>
    </w:p>
    <w:p w:rsidR="00927951" w:rsidRDefault="00927951" w:rsidP="00927951">
      <w:pPr>
        <w:jc w:val="both"/>
        <w:rPr>
          <w:rStyle w:val="LPzwykly"/>
        </w:rPr>
      </w:pPr>
      <w:r w:rsidRPr="00927951">
        <w:rPr>
          <w:rStyle w:val="LPzwykly"/>
        </w:rPr>
        <w:t>W sprawach nieuregulowanych Umową będą miały zastosowanie odpowiednie</w:t>
      </w:r>
      <w:r>
        <w:rPr>
          <w:rStyle w:val="LPzwykly"/>
        </w:rPr>
        <w:t xml:space="preserve"> </w:t>
      </w:r>
      <w:r w:rsidRPr="00927951">
        <w:rPr>
          <w:rStyle w:val="LPzwykly"/>
        </w:rPr>
        <w:t>przepisy KC, ustawy PZP oraz Prawa budowlanego.</w:t>
      </w:r>
    </w:p>
    <w:p w:rsidR="00774316" w:rsidRPr="00927951" w:rsidRDefault="00774316" w:rsidP="00927951">
      <w:pPr>
        <w:jc w:val="both"/>
        <w:rPr>
          <w:rStyle w:val="LPzwykly"/>
        </w:rPr>
      </w:pPr>
    </w:p>
    <w:p w:rsidR="00927951" w:rsidRPr="00774316" w:rsidRDefault="00927951" w:rsidP="00774316">
      <w:pPr>
        <w:jc w:val="center"/>
        <w:rPr>
          <w:rStyle w:val="LPzwykly"/>
          <w:b/>
        </w:rPr>
      </w:pPr>
      <w:r w:rsidRPr="00774316">
        <w:rPr>
          <w:rStyle w:val="LPzwykly"/>
          <w:b/>
        </w:rPr>
        <w:t>§2</w:t>
      </w:r>
      <w:r w:rsidR="009D3E7B">
        <w:rPr>
          <w:rStyle w:val="LPzwykly"/>
          <w:b/>
        </w:rPr>
        <w:t>4</w:t>
      </w:r>
    </w:p>
    <w:p w:rsidR="00927951" w:rsidRPr="00927951" w:rsidRDefault="00927951" w:rsidP="00927951">
      <w:pPr>
        <w:jc w:val="both"/>
        <w:rPr>
          <w:rStyle w:val="LPzwykly"/>
        </w:rPr>
      </w:pPr>
    </w:p>
    <w:p w:rsidR="00927951" w:rsidRDefault="00927951" w:rsidP="00927951">
      <w:pPr>
        <w:jc w:val="both"/>
        <w:rPr>
          <w:rStyle w:val="LPzwykly"/>
        </w:rPr>
      </w:pPr>
      <w:r w:rsidRPr="00927951">
        <w:rPr>
          <w:rStyle w:val="LPzwykly"/>
        </w:rPr>
        <w:t>Na podstawie art. 4c ustawy z dnia 8 marca 2013 r. o przeciwdziałaniu nadmiernym</w:t>
      </w:r>
      <w:r>
        <w:rPr>
          <w:rStyle w:val="LPzwykly"/>
        </w:rPr>
        <w:t xml:space="preserve"> </w:t>
      </w:r>
      <w:r w:rsidRPr="00927951">
        <w:rPr>
          <w:rStyle w:val="LPzwykly"/>
        </w:rPr>
        <w:t>opóźnieniom w transakcjach handlowych tj. z dnia 23 lutego 2021 r. (Dz.U. z 2021 r. poz</w:t>
      </w:r>
      <w:proofErr w:type="gramStart"/>
      <w:r w:rsidRPr="00927951">
        <w:rPr>
          <w:rStyle w:val="LPzwykly"/>
        </w:rPr>
        <w:t>. 424). Zamawiający</w:t>
      </w:r>
      <w:proofErr w:type="gramEnd"/>
      <w:r w:rsidRPr="00927951">
        <w:rPr>
          <w:rStyle w:val="LPzwykly"/>
        </w:rPr>
        <w:t xml:space="preserve"> oświadcza, że posiada status dużego przedsiębiorcy w rozumieniu tej ustawy.</w:t>
      </w:r>
    </w:p>
    <w:p w:rsidR="00774316" w:rsidRPr="00927951" w:rsidRDefault="00774316" w:rsidP="00927951">
      <w:pPr>
        <w:jc w:val="both"/>
        <w:rPr>
          <w:rStyle w:val="LPzwykly"/>
        </w:rPr>
      </w:pPr>
    </w:p>
    <w:p w:rsidR="00927951" w:rsidRPr="00774316" w:rsidRDefault="00927951" w:rsidP="00774316">
      <w:pPr>
        <w:jc w:val="center"/>
        <w:rPr>
          <w:rStyle w:val="LPzwykly"/>
          <w:b/>
        </w:rPr>
      </w:pPr>
      <w:r w:rsidRPr="00774316">
        <w:rPr>
          <w:rStyle w:val="LPzwykly"/>
          <w:b/>
        </w:rPr>
        <w:t>§ 2</w:t>
      </w:r>
      <w:r w:rsidR="009D3E7B">
        <w:rPr>
          <w:rStyle w:val="LPzwykly"/>
          <w:b/>
        </w:rPr>
        <w:t>5</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Umowa została sporządzona w dwóch jednobrzmiących egzemplarzach, po jednym dla każdej ze stron.</w:t>
      </w:r>
    </w:p>
    <w:p w:rsidR="00927951" w:rsidRPr="00927951" w:rsidRDefault="00927951" w:rsidP="00927951">
      <w:pPr>
        <w:jc w:val="both"/>
        <w:rPr>
          <w:rStyle w:val="LPzwykly"/>
        </w:rPr>
      </w:pPr>
    </w:p>
    <w:p w:rsidR="00774316" w:rsidRDefault="00774316" w:rsidP="00927951">
      <w:pPr>
        <w:jc w:val="both"/>
        <w:rPr>
          <w:rStyle w:val="LPzwykly"/>
        </w:rPr>
      </w:pPr>
    </w:p>
    <w:p w:rsidR="00927951" w:rsidRPr="008D2946" w:rsidRDefault="00927951" w:rsidP="00927951">
      <w:pPr>
        <w:jc w:val="both"/>
        <w:rPr>
          <w:rStyle w:val="LPzwykly"/>
          <w:u w:val="single"/>
        </w:rPr>
      </w:pPr>
      <w:r w:rsidRPr="008D2946">
        <w:rPr>
          <w:rStyle w:val="LPzwykly"/>
          <w:u w:val="single"/>
        </w:rPr>
        <w:t>Załączniki:</w:t>
      </w:r>
    </w:p>
    <w:p w:rsidR="00774316" w:rsidRDefault="00774316" w:rsidP="00130BF1">
      <w:pPr>
        <w:pStyle w:val="Akapitzlist"/>
        <w:numPr>
          <w:ilvl w:val="0"/>
          <w:numId w:val="25"/>
        </w:numPr>
        <w:jc w:val="both"/>
        <w:rPr>
          <w:rStyle w:val="LPzwykly"/>
        </w:rPr>
      </w:pPr>
      <w:r>
        <w:rPr>
          <w:rStyle w:val="LPzwykly"/>
        </w:rPr>
        <w:t>O</w:t>
      </w:r>
      <w:r w:rsidR="00927951" w:rsidRPr="00927951">
        <w:rPr>
          <w:rStyle w:val="LPzwykly"/>
        </w:rPr>
        <w:t>ferta,</w:t>
      </w:r>
    </w:p>
    <w:p w:rsidR="00774316" w:rsidRDefault="00774316" w:rsidP="00130BF1">
      <w:pPr>
        <w:pStyle w:val="Akapitzlist"/>
        <w:numPr>
          <w:ilvl w:val="0"/>
          <w:numId w:val="25"/>
        </w:numPr>
        <w:jc w:val="both"/>
        <w:rPr>
          <w:rStyle w:val="LPzwykly"/>
        </w:rPr>
      </w:pPr>
      <w:r>
        <w:rPr>
          <w:rStyle w:val="LPzwykly"/>
        </w:rPr>
        <w:t>K</w:t>
      </w:r>
      <w:r w:rsidR="00927951" w:rsidRPr="00927951">
        <w:rPr>
          <w:rStyle w:val="LPzwykly"/>
        </w:rPr>
        <w:t>osztorys ofertowy,</w:t>
      </w:r>
    </w:p>
    <w:p w:rsidR="00774316" w:rsidRDefault="00774316" w:rsidP="00130BF1">
      <w:pPr>
        <w:pStyle w:val="Akapitzlist"/>
        <w:numPr>
          <w:ilvl w:val="0"/>
          <w:numId w:val="25"/>
        </w:numPr>
        <w:jc w:val="both"/>
        <w:rPr>
          <w:rStyle w:val="LPzwykly"/>
        </w:rPr>
      </w:pPr>
      <w:r>
        <w:rPr>
          <w:rStyle w:val="LPzwykly"/>
        </w:rPr>
        <w:lastRenderedPageBreak/>
        <w:t>K</w:t>
      </w:r>
      <w:r w:rsidR="00927951" w:rsidRPr="00927951">
        <w:rPr>
          <w:rStyle w:val="LPzwykly"/>
        </w:rPr>
        <w:t>opia polisy ubezpieczeniowej Wykonawcy,</w:t>
      </w:r>
    </w:p>
    <w:p w:rsidR="00774316" w:rsidRDefault="00774316" w:rsidP="00130BF1">
      <w:pPr>
        <w:pStyle w:val="Akapitzlist"/>
        <w:numPr>
          <w:ilvl w:val="0"/>
          <w:numId w:val="25"/>
        </w:numPr>
        <w:jc w:val="both"/>
        <w:rPr>
          <w:rStyle w:val="LPzwykly"/>
        </w:rPr>
      </w:pPr>
      <w:r>
        <w:rPr>
          <w:rStyle w:val="LPzwykly"/>
        </w:rPr>
        <w:t>K</w:t>
      </w:r>
      <w:r w:rsidR="00927951" w:rsidRPr="00927951">
        <w:rPr>
          <w:rStyle w:val="LPzwykly"/>
        </w:rPr>
        <w:t>opia uprawnień budowlanych kierownika budowy,</w:t>
      </w:r>
    </w:p>
    <w:p w:rsidR="00774316" w:rsidRDefault="00774316" w:rsidP="00130BF1">
      <w:pPr>
        <w:pStyle w:val="Akapitzlist"/>
        <w:numPr>
          <w:ilvl w:val="0"/>
          <w:numId w:val="25"/>
        </w:numPr>
        <w:jc w:val="both"/>
        <w:rPr>
          <w:rStyle w:val="LPzwykly"/>
        </w:rPr>
      </w:pPr>
      <w:r>
        <w:rPr>
          <w:rStyle w:val="LPzwykly"/>
        </w:rPr>
        <w:t>K</w:t>
      </w:r>
      <w:r w:rsidR="00927951" w:rsidRPr="00927951">
        <w:rPr>
          <w:rStyle w:val="LPzwykly"/>
        </w:rPr>
        <w:t>opia zaświadczenia o przynależności do Okręgowej Izby Inżynierów Budownictwa/ lub zaświadczenie potwierdzające</w:t>
      </w:r>
      <w:r>
        <w:rPr>
          <w:rStyle w:val="LPzwykly"/>
        </w:rPr>
        <w:t xml:space="preserve"> </w:t>
      </w:r>
      <w:r w:rsidR="00927951" w:rsidRPr="00927951">
        <w:rPr>
          <w:rStyle w:val="LPzwykly"/>
        </w:rPr>
        <w:t>posiadanie kwalifikacji do wykonywania zawodu inżyniera budownictwa</w:t>
      </w:r>
      <w:r>
        <w:rPr>
          <w:rStyle w:val="LPzwykly"/>
        </w:rPr>
        <w:t xml:space="preserve"> </w:t>
      </w:r>
      <w:r w:rsidR="00927951" w:rsidRPr="00927951">
        <w:rPr>
          <w:rStyle w:val="LPzwykly"/>
        </w:rPr>
        <w:t>na terytorium Rzeczpospolitej Polskie - kierownika budowy</w:t>
      </w:r>
    </w:p>
    <w:p w:rsidR="00774316" w:rsidRDefault="00774316" w:rsidP="00130BF1">
      <w:pPr>
        <w:pStyle w:val="Akapitzlist"/>
        <w:numPr>
          <w:ilvl w:val="0"/>
          <w:numId w:val="25"/>
        </w:numPr>
        <w:jc w:val="both"/>
        <w:rPr>
          <w:rStyle w:val="LPzwykly"/>
        </w:rPr>
      </w:pPr>
      <w:r>
        <w:rPr>
          <w:rStyle w:val="LPzwykly"/>
        </w:rPr>
        <w:t>W</w:t>
      </w:r>
      <w:r w:rsidR="00927951" w:rsidRPr="00927951">
        <w:rPr>
          <w:rStyle w:val="LPzwykly"/>
        </w:rPr>
        <w:t>zór dokumentu gwarancyjnego.</w:t>
      </w:r>
    </w:p>
    <w:p w:rsidR="00774316" w:rsidRDefault="00774316" w:rsidP="00130BF1">
      <w:pPr>
        <w:pStyle w:val="Akapitzlist"/>
        <w:numPr>
          <w:ilvl w:val="0"/>
          <w:numId w:val="25"/>
        </w:numPr>
        <w:jc w:val="both"/>
        <w:rPr>
          <w:rStyle w:val="LPzwykly"/>
        </w:rPr>
      </w:pPr>
      <w:r>
        <w:rPr>
          <w:rStyle w:val="LPzwykly"/>
        </w:rPr>
        <w:t>S</w:t>
      </w:r>
      <w:r w:rsidR="00927951" w:rsidRPr="00927951">
        <w:rPr>
          <w:rStyle w:val="LPzwykly"/>
        </w:rPr>
        <w:t>pecyfikacja techniczna wykonania i odbioru robot budowlanych, przedmiar oraz dokumentacja projektowa.</w:t>
      </w:r>
    </w:p>
    <w:p w:rsidR="00927951" w:rsidRPr="00927951" w:rsidRDefault="00927951" w:rsidP="00130BF1">
      <w:pPr>
        <w:pStyle w:val="Akapitzlist"/>
        <w:numPr>
          <w:ilvl w:val="0"/>
          <w:numId w:val="25"/>
        </w:numPr>
        <w:jc w:val="both"/>
        <w:rPr>
          <w:rStyle w:val="LPzwykly"/>
        </w:rPr>
      </w:pPr>
      <w:r w:rsidRPr="00927951">
        <w:rPr>
          <w:rStyle w:val="LPzwykly"/>
        </w:rPr>
        <w:t>Wzór oświadczenia o zatrudnieniu.</w:t>
      </w:r>
    </w:p>
    <w:p w:rsidR="00774316" w:rsidRDefault="00774316" w:rsidP="00927951">
      <w:pPr>
        <w:jc w:val="both"/>
        <w:rPr>
          <w:rStyle w:val="LPzwykly"/>
        </w:rPr>
      </w:pPr>
    </w:p>
    <w:p w:rsidR="00774316" w:rsidRDefault="00774316" w:rsidP="00927951">
      <w:pPr>
        <w:jc w:val="both"/>
        <w:rPr>
          <w:rStyle w:val="LPzwykly"/>
        </w:rPr>
      </w:pPr>
    </w:p>
    <w:p w:rsidR="00774316" w:rsidRDefault="00774316" w:rsidP="00927951">
      <w:pPr>
        <w:jc w:val="both"/>
        <w:rPr>
          <w:rStyle w:val="LPzwykly"/>
        </w:rPr>
      </w:pPr>
    </w:p>
    <w:p w:rsidR="00774316" w:rsidRDefault="00774316" w:rsidP="00927951">
      <w:pPr>
        <w:jc w:val="both"/>
        <w:rPr>
          <w:rStyle w:val="LPzwykly"/>
        </w:rPr>
      </w:pPr>
    </w:p>
    <w:p w:rsidR="00927951" w:rsidRPr="00774316" w:rsidRDefault="00774316" w:rsidP="00774316">
      <w:pPr>
        <w:ind w:firstLine="360"/>
        <w:jc w:val="both"/>
        <w:rPr>
          <w:rStyle w:val="LPzwykly"/>
          <w:b/>
        </w:rPr>
      </w:pPr>
      <w:proofErr w:type="gramStart"/>
      <w:r w:rsidRPr="00774316">
        <w:rPr>
          <w:rStyle w:val="LPzwykly"/>
          <w:b/>
        </w:rPr>
        <w:t>ZAMAWIAJĄCY</w:t>
      </w:r>
      <w:r w:rsidRPr="00774316">
        <w:rPr>
          <w:rStyle w:val="LPzwykly"/>
          <w:b/>
        </w:rPr>
        <w:tab/>
      </w:r>
      <w:r w:rsidRPr="00774316">
        <w:rPr>
          <w:rStyle w:val="LPzwykly"/>
          <w:b/>
        </w:rPr>
        <w:tab/>
      </w:r>
      <w:r w:rsidRPr="00774316">
        <w:rPr>
          <w:rStyle w:val="LPzwykly"/>
          <w:b/>
        </w:rPr>
        <w:tab/>
      </w:r>
      <w:r w:rsidRPr="00774316">
        <w:rPr>
          <w:rStyle w:val="LPzwykly"/>
          <w:b/>
        </w:rPr>
        <w:tab/>
      </w:r>
      <w:r>
        <w:rPr>
          <w:rStyle w:val="LPzwykly"/>
          <w:b/>
        </w:rPr>
        <w:tab/>
      </w:r>
      <w:r>
        <w:rPr>
          <w:rStyle w:val="LPzwykly"/>
          <w:b/>
        </w:rPr>
        <w:tab/>
      </w:r>
      <w:r w:rsidRPr="00774316">
        <w:rPr>
          <w:rStyle w:val="LPzwykly"/>
          <w:b/>
        </w:rPr>
        <w:tab/>
      </w:r>
      <w:r w:rsidR="00100D63">
        <w:rPr>
          <w:rStyle w:val="LPzwykly"/>
          <w:b/>
        </w:rPr>
        <w:t xml:space="preserve"> </w:t>
      </w:r>
      <w:r>
        <w:rPr>
          <w:rStyle w:val="LPzwykly"/>
          <w:b/>
        </w:rPr>
        <w:t xml:space="preserve"> </w:t>
      </w:r>
      <w:r w:rsidRPr="00774316">
        <w:rPr>
          <w:rStyle w:val="LPzwykly"/>
          <w:b/>
        </w:rPr>
        <w:t>WYKONAWCA</w:t>
      </w:r>
      <w:proofErr w:type="gramEnd"/>
      <w:r w:rsidRPr="00774316">
        <w:rPr>
          <w:rStyle w:val="LPzwykly"/>
          <w:b/>
        </w:rPr>
        <w:t xml:space="preserve"> </w:t>
      </w:r>
    </w:p>
    <w:p w:rsidR="00927951" w:rsidRPr="00774316" w:rsidRDefault="00927951" w:rsidP="00927951">
      <w:pPr>
        <w:jc w:val="both"/>
        <w:rPr>
          <w:rStyle w:val="LPzwykly"/>
          <w:b/>
        </w:rPr>
      </w:pPr>
    </w:p>
    <w:p w:rsidR="00774316" w:rsidRPr="002F5406" w:rsidRDefault="00774316" w:rsidP="00774316">
      <w:pPr>
        <w:jc w:val="both"/>
        <w:rPr>
          <w:rStyle w:val="LPzwykly"/>
        </w:rPr>
      </w:pPr>
      <w:r>
        <w:rPr>
          <w:rStyle w:val="LPzwykly"/>
        </w:rPr>
        <w:t>…………………………….</w:t>
      </w:r>
      <w:r>
        <w:rPr>
          <w:rStyle w:val="LPzwykly"/>
        </w:rPr>
        <w:tab/>
      </w:r>
      <w:r>
        <w:rPr>
          <w:rStyle w:val="LPzwykly"/>
        </w:rPr>
        <w:tab/>
      </w:r>
      <w:r>
        <w:rPr>
          <w:rStyle w:val="LPzwykly"/>
        </w:rPr>
        <w:tab/>
      </w:r>
      <w:r>
        <w:rPr>
          <w:rStyle w:val="LPzwykly"/>
        </w:rPr>
        <w:tab/>
      </w:r>
      <w:r>
        <w:rPr>
          <w:rStyle w:val="LPzwykly"/>
        </w:rPr>
        <w:tab/>
      </w:r>
      <w:r>
        <w:rPr>
          <w:rStyle w:val="LPzwykly"/>
        </w:rPr>
        <w:tab/>
        <w:t>………………………….</w:t>
      </w:r>
    </w:p>
    <w:p w:rsidR="00DC7FED" w:rsidRPr="002F5406" w:rsidRDefault="00DC7FED" w:rsidP="00927951">
      <w:pPr>
        <w:jc w:val="both"/>
        <w:rPr>
          <w:rStyle w:val="LPzwykly"/>
        </w:rPr>
      </w:pPr>
    </w:p>
    <w:sectPr w:rsidR="00DC7FED" w:rsidRPr="002F5406" w:rsidSect="00A847E6">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346" w:footer="28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E19" w:rsidRDefault="00113E19">
      <w:r>
        <w:separator/>
      </w:r>
    </w:p>
  </w:endnote>
  <w:endnote w:type="continuationSeparator" w:id="0">
    <w:p w:rsidR="00113E19" w:rsidRDefault="0011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pPr>
      <w:pStyle w:val="LPstopkasrodek"/>
    </w:pPr>
    <w:r>
      <w:fldChar w:fldCharType="begin"/>
    </w:r>
    <w:r>
      <w:instrText xml:space="preserve"> PAGE </w:instrText>
    </w:r>
    <w:r>
      <w:fldChar w:fldCharType="separate"/>
    </w:r>
    <w:r w:rsidR="00E459DD">
      <w:rPr>
        <w:noProof/>
      </w:rPr>
      <w:t>21</w:t>
    </w:r>
    <w:r>
      <w:fldChar w:fldCharType="end"/>
    </w:r>
  </w:p>
  <w:p w:rsidR="00CE2ADF" w:rsidRDefault="00CE2ADF"/>
  <w:p w:rsidR="00CE2ADF" w:rsidRDefault="00CE2ADF">
    <w:pPr>
      <w:pStyle w:val="LP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r>
      <w:rPr>
        <w:noProof/>
      </w:rPr>
      <mc:AlternateContent>
        <mc:Choice Requires="wps">
          <w:drawing>
            <wp:anchor distT="0" distB="0" distL="114300" distR="114300" simplePos="0" relativeHeight="251669504" behindDoc="0" locked="0" layoutInCell="1" allowOverlap="1" wp14:anchorId="21DF4C77" wp14:editId="0E853C77">
              <wp:simplePos x="0" y="0"/>
              <wp:positionH relativeFrom="column">
                <wp:posOffset>0</wp:posOffset>
              </wp:positionH>
              <wp:positionV relativeFrom="paragraph">
                <wp:posOffset>96478</wp:posOffset>
              </wp:positionV>
              <wp:extent cx="5867403" cy="3813"/>
              <wp:effectExtent l="0" t="0" r="19047" b="34287"/>
              <wp:wrapNone/>
              <wp:docPr id="51" name="Line 110"/>
              <wp:cNvGraphicFramePr/>
              <a:graphic xmlns:a="http://schemas.openxmlformats.org/drawingml/2006/main">
                <a:graphicData uri="http://schemas.microsoft.com/office/word/2010/wordprocessingShape">
                  <wps:wsp>
                    <wps:cNvCnPr/>
                    <wps:spPr>
                      <a:xfrm flipV="1">
                        <a:off x="0" y="0"/>
                        <a:ext cx="5867403" cy="3813"/>
                      </a:xfrm>
                      <a:prstGeom prst="straightConnector1">
                        <a:avLst/>
                      </a:prstGeom>
                      <a:noFill/>
                      <a:ln w="6483">
                        <a:solidFill>
                          <a:srgbClr val="005846"/>
                        </a:solidFill>
                        <a:prstDash val="solid"/>
                        <a:round/>
                      </a:ln>
                    </wps:spPr>
                    <wps:bodyPr/>
                  </wps:wsp>
                </a:graphicData>
              </a:graphic>
            </wp:anchor>
          </w:drawing>
        </mc:Choice>
        <mc:Fallback>
          <w:pict>
            <v:shapetype w14:anchorId="37A7A1C8" id="_x0000_t32" coordsize="21600,21600" o:spt="32" o:oned="t" path="m,l21600,21600e" filled="f">
              <v:path arrowok="t" fillok="f" o:connecttype="none"/>
              <o:lock v:ext="edit" shapetype="t"/>
            </v:shapetype>
            <v:shape id="Line 110" o:spid="_x0000_s1026" type="#_x0000_t32" style="position:absolute;margin-left:0;margin-top:7.6pt;width:462pt;height:.3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" strokecolor="#005846" strokeweight=".18008mm"/>
          </w:pict>
        </mc:Fallback>
      </mc:AlternateConten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CE2ADF" w:rsidRDefault="00CE2ADF">
    <w:pPr>
      <w:pStyle w:val="LPstopka"/>
    </w:pPr>
    <w:r>
      <w:rPr>
        <w:noProof/>
      </w:rPr>
      <mc:AlternateContent>
        <mc:Choice Requires="wps">
          <w:drawing>
            <wp:anchor distT="0" distB="0" distL="114300" distR="114300" simplePos="0" relativeHeight="251681792" behindDoc="0" locked="0" layoutInCell="1" allowOverlap="1" wp14:anchorId="286D536F" wp14:editId="052697A1">
              <wp:simplePos x="0" y="0"/>
              <wp:positionH relativeFrom="column">
                <wp:posOffset>3277081</wp:posOffset>
              </wp:positionH>
              <wp:positionV relativeFrom="paragraph">
                <wp:posOffset>47155</wp:posOffset>
              </wp:positionV>
              <wp:extent cx="2705737" cy="617220"/>
              <wp:effectExtent l="0" t="0" r="0" b="0"/>
              <wp:wrapNone/>
              <wp:docPr id="52" name="Text Box 109"/>
              <wp:cNvGraphicFramePr/>
              <a:graphic xmlns:a="http://schemas.openxmlformats.org/drawingml/2006/main">
                <a:graphicData uri="http://schemas.microsoft.com/office/word/2010/wordprocessingShape">
                  <wps:wsp>
                    <wps:cNvSpPr txBox="1"/>
                    <wps:spPr>
                      <a:xfrm>
                        <a:off x="0" y="0"/>
                        <a:ext cx="2705737" cy="617220"/>
                      </a:xfrm>
                      <a:prstGeom prst="rect">
                        <a:avLst/>
                      </a:prstGeom>
                      <a:solidFill>
                        <a:srgbClr val="FFFFFF"/>
                      </a:solidFill>
                      <a:ln>
                        <a:noFill/>
                        <a:prstDash/>
                      </a:ln>
                    </wps:spPr>
                    <wps:txbx>
                      <w:txbxContent>
                        <w:p w:rsidR="00CE2ADF" w:rsidRDefault="00CE2ADF">
                          <w:pPr>
                            <w:pStyle w:val="LPStopkaStrona"/>
                          </w:pPr>
                          <w:proofErr w:type="gramStart"/>
                          <w:r>
                            <w:t>www</w:t>
                          </w:r>
                          <w:proofErr w:type="gramEnd"/>
                          <w:r>
                            <w:t>.</w:t>
                          </w:r>
                          <w:proofErr w:type="gramStart"/>
                          <w:r>
                            <w:t>katowice</w:t>
                          </w:r>
                          <w:proofErr w:type="gramEnd"/>
                          <w:r>
                            <w:t>.</w:t>
                          </w:r>
                          <w:proofErr w:type="gramStart"/>
                          <w:r>
                            <w:t>lasy</w:t>
                          </w:r>
                          <w:proofErr w:type="gramEnd"/>
                          <w:r>
                            <w:t>.</w:t>
                          </w:r>
                          <w:proofErr w:type="gramStart"/>
                          <w:r>
                            <w:t>gov</w:t>
                          </w:r>
                          <w:proofErr w:type="gramEnd"/>
                          <w:r>
                            <w:t>.</w:t>
                          </w:r>
                          <w:proofErr w:type="gramStart"/>
                          <w:r>
                            <w:t>pl</w:t>
                          </w:r>
                          <w:proofErr w:type="gramEnd"/>
                          <w:r>
                            <w:t>/klobuck</w:t>
                          </w:r>
                        </w:p>
                      </w:txbxContent>
                    </wps:txbx>
                    <wps:bodyPr vert="horz" wrap="square" lIns="91440" tIns="0" rIns="91440" bIns="45720" anchor="t" anchorCtr="0" compatLnSpc="0"/>
                  </wps:wsp>
                </a:graphicData>
              </a:graphic>
            </wp:anchor>
          </w:drawing>
        </mc:Choice>
        <mc:Fallback>
          <w:pict>
            <v:shapetype w14:anchorId="286D536F" id="_x0000_t202" coordsize="21600,21600" o:spt="202" path="m,l,21600r21600,l21600,xe">
              <v:stroke joinstyle="miter"/>
              <v:path gradientshapeok="t" o:connecttype="rect"/>
            </v:shapetype>
            <v:shape id="Text Box 109" o:spid="_x0000_s1075" type="#_x0000_t202" style="position:absolute;margin-left:258.05pt;margin-top:3.7pt;width:213.05pt;height:48.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" stroked="f">
              <v:textbox inset=",0">
                <w:txbxContent>
                  <w:p w:rsidR="00CE2ADF" w:rsidRDefault="00CE2ADF">
                    <w:pPr>
                      <w:pStyle w:val="LPStopkaStrona"/>
                    </w:pPr>
                    <w:proofErr w:type="gramStart"/>
                    <w:r>
                      <w:t>www</w:t>
                    </w:r>
                    <w:proofErr w:type="gramEnd"/>
                    <w:r>
                      <w:t>.</w:t>
                    </w:r>
                    <w:proofErr w:type="gramStart"/>
                    <w:r>
                      <w:t>katowice</w:t>
                    </w:r>
                    <w:proofErr w:type="gramEnd"/>
                    <w:r>
                      <w:t>.</w:t>
                    </w:r>
                    <w:proofErr w:type="gramStart"/>
                    <w:r>
                      <w:t>lasy</w:t>
                    </w:r>
                    <w:proofErr w:type="gramEnd"/>
                    <w:r>
                      <w:t>.</w:t>
                    </w:r>
                    <w:proofErr w:type="gramStart"/>
                    <w:r>
                      <w:t>gov</w:t>
                    </w:r>
                    <w:proofErr w:type="gramEnd"/>
                    <w:r>
                      <w:t>.</w:t>
                    </w:r>
                    <w:proofErr w:type="gramStart"/>
                    <w:r>
                      <w:t>pl</w:t>
                    </w:r>
                    <w:proofErr w:type="gramEnd"/>
                    <w:r>
                      <w:t>/klobuck</w:t>
                    </w:r>
                  </w:p>
                </w:txbxContent>
              </v:textbox>
            </v:shape>
          </w:pict>
        </mc:Fallback>
      </mc:AlternateContent>
    </w:r>
    <w:r>
      <w:t>PGL LP Nadleśnictwo Kłobuck, ul. Zakrzewska 85, 42-100 Kłobuck</w:t>
    </w:r>
    <w:r>
      <w:tab/>
    </w:r>
  </w:p>
  <w:p w:rsidR="00CE2ADF" w:rsidRDefault="00CE2ADF">
    <w:pPr>
      <w:pStyle w:val="LPstopka"/>
      <w:rPr>
        <w:lang w:val="en-US"/>
      </w:rPr>
    </w:pPr>
    <w:r>
      <w:rPr>
        <w:lang w:val="en-US"/>
      </w:rPr>
      <w:t>tel.: +48 34 317-26-95, fax: +48 34 310-00-58,</w:t>
    </w:r>
  </w:p>
  <w:p w:rsidR="00CE2ADF" w:rsidRDefault="00CE2ADF">
    <w:pPr>
      <w:pStyle w:val="LPstopka"/>
      <w:rPr>
        <w:lang w:val="en-US"/>
      </w:rPr>
    </w:pPr>
    <w:proofErr w:type="gramStart"/>
    <w:r>
      <w:rPr>
        <w:lang w:val="en-US"/>
      </w:rPr>
      <w:t>e-mail</w:t>
    </w:r>
    <w:proofErr w:type="gramEnd"/>
    <w:r>
      <w:rPr>
        <w:lang w:val="en-US"/>
      </w:rPr>
      <w:t>: klobuck@katowice.lasy.gov.pl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E19" w:rsidRDefault="00113E19">
      <w:r>
        <w:rPr>
          <w:color w:val="000000"/>
        </w:rPr>
        <w:separator/>
      </w:r>
    </w:p>
  </w:footnote>
  <w:footnote w:type="continuationSeparator" w:id="0">
    <w:p w:rsidR="00113E19" w:rsidRDefault="00113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r>
      <w:rPr>
        <w:noProof/>
      </w:rPr>
      <mc:AlternateContent>
        <mc:Choice Requires="wps">
          <w:drawing>
            <wp:anchor distT="0" distB="0" distL="114300" distR="114300" simplePos="0" relativeHeight="251644928" behindDoc="1" locked="0" layoutInCell="1" allowOverlap="1" wp14:anchorId="5B0B3306" wp14:editId="57B1418C">
              <wp:simplePos x="0" y="0"/>
              <wp:positionH relativeFrom="column">
                <wp:posOffset>533400</wp:posOffset>
              </wp:positionH>
              <wp:positionV relativeFrom="paragraph">
                <wp:posOffset>151765</wp:posOffset>
              </wp:positionV>
              <wp:extent cx="5734685" cy="374015"/>
              <wp:effectExtent l="0" t="0" r="0" b="6985"/>
              <wp:wrapTight wrapText="bothSides">
                <wp:wrapPolygon edited="0">
                  <wp:start x="144" y="0"/>
                  <wp:lineTo x="144" y="20903"/>
                  <wp:lineTo x="21382" y="20903"/>
                  <wp:lineTo x="21382" y="0"/>
                  <wp:lineTo x="144" y="0"/>
                </wp:wrapPolygon>
              </wp:wrapTight>
              <wp:docPr id="1" name="Text Box 108"/>
              <wp:cNvGraphicFramePr/>
              <a:graphic xmlns:a="http://schemas.openxmlformats.org/drawingml/2006/main">
                <a:graphicData uri="http://schemas.microsoft.com/office/word/2010/wordprocessingShape">
                  <wps:wsp>
                    <wps:cNvSpPr txBox="1"/>
                    <wps:spPr>
                      <a:xfrm>
                        <a:off x="0" y="0"/>
                        <a:ext cx="5734685" cy="374015"/>
                      </a:xfrm>
                      <a:prstGeom prst="rect">
                        <a:avLst/>
                      </a:prstGeom>
                      <a:noFill/>
                      <a:ln>
                        <a:noFill/>
                        <a:prstDash/>
                      </a:ln>
                    </wps:spPr>
                    <wps:txbx>
                      <w:txbxContent>
                        <w:p w:rsidR="00CE2ADF" w:rsidRDefault="00CE2ADF">
                          <w:pPr>
                            <w:pStyle w:val="LPNaglowek"/>
                          </w:pPr>
                          <w:r>
                            <w:t xml:space="preserve"> PGL LP Nadleśnictwo Kłobuck</w:t>
                          </w:r>
                        </w:p>
                      </w:txbxContent>
                    </wps:txbx>
                    <wps:bodyPr vert="horz" wrap="square" lIns="91440" tIns="45720" rIns="91440" bIns="45720" anchor="t" anchorCtr="0" compatLnSpc="0"/>
                  </wps:wsp>
                </a:graphicData>
              </a:graphic>
            </wp:anchor>
          </w:drawing>
        </mc:Choice>
        <mc:Fallback>
          <w:pict>
            <v:shapetype w14:anchorId="5B0B3306" id="_x0000_t202" coordsize="21600,21600" o:spt="202" path="m,l,21600r21600,l21600,xe">
              <v:stroke joinstyle="miter"/>
              <v:path gradientshapeok="t" o:connecttype="rect"/>
            </v:shapetype>
            <v:shape id="Text Box 108" o:spid="_x0000_s1026" type="#_x0000_t202" style="position:absolute;margin-left:42pt;margin-top:11.95pt;width:451.55pt;height:29.4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" filled="f" stroked="f">
              <v:textbox>
                <w:txbxContent>
                  <w:p w:rsidR="00CE2ADF" w:rsidRDefault="00CE2ADF">
                    <w:pPr>
                      <w:pStyle w:val="LPNaglowek"/>
                    </w:pPr>
                    <w:r>
                      <w:t xml:space="preserve"> PGL LP Nadleśnictwo Kłobuck</w:t>
                    </w:r>
                  </w:p>
                </w:txbxContent>
              </v:textbox>
              <w10:wrap type="tight"/>
            </v:shape>
          </w:pict>
        </mc:Fallback>
      </mc:AlternateContent>
    </w:r>
    <w:r>
      <w:rPr>
        <w:noProof/>
      </w:rPr>
      <mc:AlternateContent>
        <mc:Choice Requires="wps">
          <w:drawing>
            <wp:anchor distT="0" distB="0" distL="114300" distR="114300" simplePos="0" relativeHeight="251657216" behindDoc="0" locked="0" layoutInCell="1" allowOverlap="1" wp14:anchorId="462C85EE" wp14:editId="351ACEC8">
              <wp:simplePos x="0" y="0"/>
              <wp:positionH relativeFrom="column">
                <wp:posOffset>15124</wp:posOffset>
              </wp:positionH>
              <wp:positionV relativeFrom="paragraph">
                <wp:posOffset>579235</wp:posOffset>
              </wp:positionV>
              <wp:extent cx="5866763" cy="0"/>
              <wp:effectExtent l="0" t="0" r="19687" b="19050"/>
              <wp:wrapSquare wrapText="bothSides"/>
              <wp:docPr id="2" name="Kanwa 56"/>
              <wp:cNvGraphicFramePr/>
              <a:graphic xmlns:a="http://schemas.openxmlformats.org/drawingml/2006/main">
                <a:graphicData uri="http://schemas.microsoft.com/office/word/2010/wordprocessingShape">
                  <wps:wsp>
                    <wps:cNvCnPr/>
                    <wps:spPr>
                      <a:xfrm>
                        <a:off x="0" y="0"/>
                        <a:ext cx="5866763" cy="0"/>
                      </a:xfrm>
                      <a:prstGeom prst="straightConnector1">
                        <a:avLst/>
                      </a:prstGeom>
                      <a:noFill/>
                      <a:ln w="6483">
                        <a:solidFill>
                          <a:srgbClr val="005846"/>
                        </a:solidFill>
                        <a:prstDash val="solid"/>
                        <a:round/>
                      </a:ln>
                    </wps:spPr>
                    <wps:bodyPr/>
                  </wps:wsp>
                </a:graphicData>
              </a:graphic>
            </wp:anchor>
          </w:drawing>
        </mc:Choice>
        <mc:Fallback>
          <w:pict>
            <v:shapetype w14:anchorId="63F5C34D" id="_x0000_t32" coordsize="21600,21600" o:spt="32" o:oned="t" path="m,l21600,21600e" filled="f">
              <v:path arrowok="t" fillok="f" o:connecttype="none"/>
              <o:lock v:ext="edit" shapetype="t"/>
            </v:shapetype>
            <v:shape id="Kanwa 56" o:spid="_x0000_s1026" type="#_x0000_t32" style="position:absolute;margin-left:1.2pt;margin-top:45.6pt;width:461.9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" strokecolor="#005846" strokeweight=".18008mm">
              <w10:wrap type="square"/>
            </v:shape>
          </w:pict>
        </mc:Fallback>
      </mc:AlternateContent>
    </w:r>
    <w:r>
      <w:rPr>
        <w:noProof/>
      </w:rPr>
      <mc:AlternateContent>
        <mc:Choice Requires="wpg">
          <w:drawing>
            <wp:inline distT="0" distB="0" distL="0" distR="0" wp14:anchorId="607BA7E5" wp14:editId="02E4E2D9">
              <wp:extent cx="466197" cy="466197"/>
              <wp:effectExtent l="0" t="0" r="10053" b="10053"/>
              <wp:docPr id="3" name="Kanwa 59"/>
              <wp:cNvGraphicFramePr/>
              <a:graphic xmlns:a="http://schemas.openxmlformats.org/drawingml/2006/main">
                <a:graphicData uri="http://schemas.microsoft.com/office/word/2010/wordprocessingGroup">
                  <wpg:wgp>
                    <wpg:cNvGrpSpPr/>
                    <wpg:grpSpPr>
                      <a:xfrm>
                        <a:off x="0" y="0"/>
                        <a:ext cx="466197" cy="466197"/>
                        <a:chOff x="0" y="0"/>
                        <a:chExt cx="466197" cy="466197"/>
                      </a:xfrm>
                    </wpg:grpSpPr>
                    <wps:wsp>
                      <wps:cNvPr id="4" name="Freeform 61"/>
                      <wps:cNvSpPr/>
                      <wps:spPr>
                        <a:xfrm>
                          <a:off x="0" y="0"/>
                          <a:ext cx="466197" cy="466197"/>
                        </a:xfrm>
                        <a:custGeom>
                          <a:avLst/>
                          <a:gdLst>
                            <a:gd name="f0" fmla="val 10800000"/>
                            <a:gd name="f1" fmla="val 5400000"/>
                            <a:gd name="f2" fmla="val 180"/>
                            <a:gd name="f3" fmla="val w"/>
                            <a:gd name="f4" fmla="val h"/>
                            <a:gd name="f5" fmla="val 0"/>
                            <a:gd name="f6" fmla="val 735"/>
                            <a:gd name="f7" fmla="val 370"/>
                            <a:gd name="f8" fmla="val 405"/>
                            <a:gd name="f9" fmla="val 5"/>
                            <a:gd name="f10" fmla="val 440"/>
                            <a:gd name="f11" fmla="val 10"/>
                            <a:gd name="f12" fmla="val 480"/>
                            <a:gd name="f13" fmla="val 20"/>
                            <a:gd name="f14" fmla="val 510"/>
                            <a:gd name="f15" fmla="val 30"/>
                            <a:gd name="f16" fmla="val 545"/>
                            <a:gd name="f17" fmla="val 45"/>
                            <a:gd name="f18" fmla="val 575"/>
                            <a:gd name="f19" fmla="val 65"/>
                            <a:gd name="f20" fmla="val 600"/>
                            <a:gd name="f21" fmla="val 84"/>
                            <a:gd name="f22" fmla="val 630"/>
                            <a:gd name="f23" fmla="val 109"/>
                            <a:gd name="f24" fmla="val 650"/>
                            <a:gd name="f25" fmla="val 134"/>
                            <a:gd name="f26" fmla="val 675"/>
                            <a:gd name="f27" fmla="val 164"/>
                            <a:gd name="f28" fmla="val 690"/>
                            <a:gd name="f29" fmla="val 194"/>
                            <a:gd name="f30" fmla="val 710"/>
                            <a:gd name="f31" fmla="val 223"/>
                            <a:gd name="f32" fmla="val 720"/>
                            <a:gd name="f33" fmla="val 258"/>
                            <a:gd name="f34" fmla="val 730"/>
                            <a:gd name="f35" fmla="val 293"/>
                            <a:gd name="f36" fmla="val 333"/>
                            <a:gd name="f37" fmla="val 368"/>
                            <a:gd name="f38" fmla="val 407"/>
                            <a:gd name="f39" fmla="val 442"/>
                            <a:gd name="f40" fmla="val 477"/>
                            <a:gd name="f41" fmla="val 512"/>
                            <a:gd name="f42" fmla="val 541"/>
                            <a:gd name="f43" fmla="val 571"/>
                            <a:gd name="f44" fmla="val 601"/>
                            <a:gd name="f45" fmla="val 626"/>
                            <a:gd name="f46" fmla="val 651"/>
                            <a:gd name="f47" fmla="val 670"/>
                            <a:gd name="f48" fmla="val 705"/>
                            <a:gd name="f49" fmla="val 715"/>
                            <a:gd name="f50" fmla="val 725"/>
                            <a:gd name="f51" fmla="val 330"/>
                            <a:gd name="f52" fmla="val 295"/>
                            <a:gd name="f53" fmla="val 260"/>
                            <a:gd name="f54" fmla="val 225"/>
                            <a:gd name="f55" fmla="val 195"/>
                            <a:gd name="f56" fmla="val 160"/>
                            <a:gd name="f57" fmla="val 135"/>
                            <a:gd name="f58" fmla="val 110"/>
                            <a:gd name="f59" fmla="val 85"/>
                            <a:gd name="f60" fmla="val 15"/>
                            <a:gd name="f61" fmla="+- 0 0 0"/>
                            <a:gd name="f62" fmla="*/ f3 1 735"/>
                            <a:gd name="f63" fmla="*/ f4 1 735"/>
                            <a:gd name="f64" fmla="+- f6 0 f5"/>
                            <a:gd name="f65" fmla="*/ f61 f0 1"/>
                            <a:gd name="f66" fmla="*/ f64 1 735"/>
                            <a:gd name="f67" fmla="*/ 370 f64 1"/>
                            <a:gd name="f68" fmla="*/ 0 f64 1"/>
                            <a:gd name="f69" fmla="*/ 440 f64 1"/>
                            <a:gd name="f70" fmla="*/ 10 f64 1"/>
                            <a:gd name="f71" fmla="*/ 510 f64 1"/>
                            <a:gd name="f72" fmla="*/ 30 f64 1"/>
                            <a:gd name="f73" fmla="*/ 575 f64 1"/>
                            <a:gd name="f74" fmla="*/ 65 f64 1"/>
                            <a:gd name="f75" fmla="*/ 630 f64 1"/>
                            <a:gd name="f76" fmla="*/ 109 f64 1"/>
                            <a:gd name="f77" fmla="*/ 675 f64 1"/>
                            <a:gd name="f78" fmla="*/ 164 f64 1"/>
                            <a:gd name="f79" fmla="*/ 710 f64 1"/>
                            <a:gd name="f80" fmla="*/ 223 f64 1"/>
                            <a:gd name="f81" fmla="*/ 730 f64 1"/>
                            <a:gd name="f82" fmla="*/ 293 f64 1"/>
                            <a:gd name="f83" fmla="*/ 735 f64 1"/>
                            <a:gd name="f84" fmla="*/ 368 f64 1"/>
                            <a:gd name="f85" fmla="*/ 407 f64 1"/>
                            <a:gd name="f86" fmla="*/ 720 f64 1"/>
                            <a:gd name="f87" fmla="*/ 477 f64 1"/>
                            <a:gd name="f88" fmla="*/ 690 f64 1"/>
                            <a:gd name="f89" fmla="*/ 541 f64 1"/>
                            <a:gd name="f90" fmla="*/ 650 f64 1"/>
                            <a:gd name="f91" fmla="*/ 601 f64 1"/>
                            <a:gd name="f92" fmla="*/ 600 f64 1"/>
                            <a:gd name="f93" fmla="*/ 651 f64 1"/>
                            <a:gd name="f94" fmla="*/ 545 f64 1"/>
                            <a:gd name="f95" fmla="*/ 480 f64 1"/>
                            <a:gd name="f96" fmla="*/ 715 f64 1"/>
                            <a:gd name="f97" fmla="*/ 405 f64 1"/>
                            <a:gd name="f98" fmla="*/ 295 f64 1"/>
                            <a:gd name="f99" fmla="*/ 725 f64 1"/>
                            <a:gd name="f100" fmla="*/ 225 f64 1"/>
                            <a:gd name="f101" fmla="*/ 705 f64 1"/>
                            <a:gd name="f102" fmla="*/ 160 f64 1"/>
                            <a:gd name="f103" fmla="*/ 670 f64 1"/>
                            <a:gd name="f104" fmla="*/ 110 f64 1"/>
                            <a:gd name="f105" fmla="*/ 626 f64 1"/>
                            <a:gd name="f106" fmla="*/ 571 f64 1"/>
                            <a:gd name="f107" fmla="*/ 512 f64 1"/>
                            <a:gd name="f108" fmla="*/ 5 f64 1"/>
                            <a:gd name="f109" fmla="*/ 442 f64 1"/>
                            <a:gd name="f110" fmla="*/ 333 f64 1"/>
                            <a:gd name="f111" fmla="*/ 15 f64 1"/>
                            <a:gd name="f112" fmla="*/ 258 f64 1"/>
                            <a:gd name="f113" fmla="*/ 45 f64 1"/>
                            <a:gd name="f114" fmla="*/ 194 f64 1"/>
                            <a:gd name="f115" fmla="*/ 85 f64 1"/>
                            <a:gd name="f116" fmla="*/ 134 f64 1"/>
                            <a:gd name="f117" fmla="*/ 135 f64 1"/>
                            <a:gd name="f118" fmla="*/ 84 f64 1"/>
                            <a:gd name="f119" fmla="*/ 195 f64 1"/>
                            <a:gd name="f120" fmla="*/ 260 f64 1"/>
                            <a:gd name="f121" fmla="*/ 20 f64 1"/>
                            <a:gd name="f122" fmla="*/ 330 f64 1"/>
                            <a:gd name="f123" fmla="*/ f65 1 f2"/>
                            <a:gd name="f124" fmla="*/ f67 1 735"/>
                            <a:gd name="f125" fmla="*/ f68 1 735"/>
                            <a:gd name="f126" fmla="*/ f69 1 735"/>
                            <a:gd name="f127" fmla="*/ f70 1 735"/>
                            <a:gd name="f128" fmla="*/ f71 1 735"/>
                            <a:gd name="f129" fmla="*/ f72 1 735"/>
                            <a:gd name="f130" fmla="*/ f73 1 735"/>
                            <a:gd name="f131" fmla="*/ f74 1 735"/>
                            <a:gd name="f132" fmla="*/ f75 1 735"/>
                            <a:gd name="f133" fmla="*/ f76 1 735"/>
                            <a:gd name="f134" fmla="*/ f77 1 735"/>
                            <a:gd name="f135" fmla="*/ f78 1 735"/>
                            <a:gd name="f136" fmla="*/ f79 1 735"/>
                            <a:gd name="f137" fmla="*/ f80 1 735"/>
                            <a:gd name="f138" fmla="*/ f81 1 735"/>
                            <a:gd name="f139" fmla="*/ f82 1 735"/>
                            <a:gd name="f140" fmla="*/ f83 1 735"/>
                            <a:gd name="f141" fmla="*/ f84 1 735"/>
                            <a:gd name="f142" fmla="*/ f85 1 735"/>
                            <a:gd name="f143" fmla="*/ f86 1 735"/>
                            <a:gd name="f144" fmla="*/ f87 1 735"/>
                            <a:gd name="f145" fmla="*/ f88 1 735"/>
                            <a:gd name="f146" fmla="*/ f89 1 735"/>
                            <a:gd name="f147" fmla="*/ f90 1 735"/>
                            <a:gd name="f148" fmla="*/ f91 1 735"/>
                            <a:gd name="f149" fmla="*/ f92 1 735"/>
                            <a:gd name="f150" fmla="*/ f93 1 735"/>
                            <a:gd name="f151" fmla="*/ f94 1 735"/>
                            <a:gd name="f152" fmla="*/ f95 1 735"/>
                            <a:gd name="f153" fmla="*/ f96 1 735"/>
                            <a:gd name="f154" fmla="*/ f97 1 735"/>
                            <a:gd name="f155" fmla="*/ f98 1 735"/>
                            <a:gd name="f156" fmla="*/ f99 1 735"/>
                            <a:gd name="f157" fmla="*/ f100 1 735"/>
                            <a:gd name="f158" fmla="*/ f101 1 735"/>
                            <a:gd name="f159" fmla="*/ f102 1 735"/>
                            <a:gd name="f160" fmla="*/ f103 1 735"/>
                            <a:gd name="f161" fmla="*/ f104 1 735"/>
                            <a:gd name="f162" fmla="*/ f105 1 735"/>
                            <a:gd name="f163" fmla="*/ f106 1 735"/>
                            <a:gd name="f164" fmla="*/ f107 1 735"/>
                            <a:gd name="f165" fmla="*/ f108 1 735"/>
                            <a:gd name="f166" fmla="*/ f109 1 735"/>
                            <a:gd name="f167" fmla="*/ f110 1 735"/>
                            <a:gd name="f168" fmla="*/ f111 1 735"/>
                            <a:gd name="f169" fmla="*/ f112 1 735"/>
                            <a:gd name="f170" fmla="*/ f113 1 735"/>
                            <a:gd name="f171" fmla="*/ f114 1 735"/>
                            <a:gd name="f172" fmla="*/ f115 1 735"/>
                            <a:gd name="f173" fmla="*/ f116 1 735"/>
                            <a:gd name="f174" fmla="*/ f117 1 735"/>
                            <a:gd name="f175" fmla="*/ f118 1 735"/>
                            <a:gd name="f176" fmla="*/ f119 1 735"/>
                            <a:gd name="f177" fmla="*/ f120 1 735"/>
                            <a:gd name="f178" fmla="*/ f121 1 735"/>
                            <a:gd name="f179" fmla="*/ f122 1 735"/>
                            <a:gd name="f180" fmla="*/ 0 1 f66"/>
                            <a:gd name="f181" fmla="*/ f6 1 f66"/>
                            <a:gd name="f182" fmla="+- f123 0 f1"/>
                            <a:gd name="f183" fmla="*/ f124 1 f66"/>
                            <a:gd name="f184" fmla="*/ f125 1 f66"/>
                            <a:gd name="f185" fmla="*/ f126 1 f66"/>
                            <a:gd name="f186" fmla="*/ f127 1 f66"/>
                            <a:gd name="f187" fmla="*/ f128 1 f66"/>
                            <a:gd name="f188" fmla="*/ f129 1 f66"/>
                            <a:gd name="f189" fmla="*/ f130 1 f66"/>
                            <a:gd name="f190" fmla="*/ f131 1 f66"/>
                            <a:gd name="f191" fmla="*/ f132 1 f66"/>
                            <a:gd name="f192" fmla="*/ f133 1 f66"/>
                            <a:gd name="f193" fmla="*/ f134 1 f66"/>
                            <a:gd name="f194" fmla="*/ f135 1 f66"/>
                            <a:gd name="f195" fmla="*/ f136 1 f66"/>
                            <a:gd name="f196" fmla="*/ f137 1 f66"/>
                            <a:gd name="f197" fmla="*/ f138 1 f66"/>
                            <a:gd name="f198" fmla="*/ f139 1 f66"/>
                            <a:gd name="f199" fmla="*/ f140 1 f66"/>
                            <a:gd name="f200" fmla="*/ f141 1 f66"/>
                            <a:gd name="f201" fmla="*/ f142 1 f66"/>
                            <a:gd name="f202" fmla="*/ f143 1 f66"/>
                            <a:gd name="f203" fmla="*/ f144 1 f66"/>
                            <a:gd name="f204" fmla="*/ f145 1 f66"/>
                            <a:gd name="f205" fmla="*/ f146 1 f66"/>
                            <a:gd name="f206" fmla="*/ f147 1 f66"/>
                            <a:gd name="f207" fmla="*/ f148 1 f66"/>
                            <a:gd name="f208" fmla="*/ f149 1 f66"/>
                            <a:gd name="f209" fmla="*/ f150 1 f66"/>
                            <a:gd name="f210" fmla="*/ f151 1 f66"/>
                            <a:gd name="f211" fmla="*/ f152 1 f66"/>
                            <a:gd name="f212" fmla="*/ f153 1 f66"/>
                            <a:gd name="f213" fmla="*/ f154 1 f66"/>
                            <a:gd name="f214" fmla="*/ f155 1 f66"/>
                            <a:gd name="f215" fmla="*/ f156 1 f66"/>
                            <a:gd name="f216" fmla="*/ f157 1 f66"/>
                            <a:gd name="f217" fmla="*/ f158 1 f66"/>
                            <a:gd name="f218" fmla="*/ f159 1 f66"/>
                            <a:gd name="f219" fmla="*/ f160 1 f66"/>
                            <a:gd name="f220" fmla="*/ f161 1 f66"/>
                            <a:gd name="f221" fmla="*/ f162 1 f66"/>
                            <a:gd name="f222" fmla="*/ f163 1 f66"/>
                            <a:gd name="f223" fmla="*/ f164 1 f66"/>
                            <a:gd name="f224" fmla="*/ f165 1 f66"/>
                            <a:gd name="f225" fmla="*/ f166 1 f66"/>
                            <a:gd name="f226" fmla="*/ f167 1 f66"/>
                            <a:gd name="f227" fmla="*/ f168 1 f66"/>
                            <a:gd name="f228" fmla="*/ f169 1 f66"/>
                            <a:gd name="f229" fmla="*/ f170 1 f66"/>
                            <a:gd name="f230" fmla="*/ f171 1 f66"/>
                            <a:gd name="f231" fmla="*/ f172 1 f66"/>
                            <a:gd name="f232" fmla="*/ f173 1 f66"/>
                            <a:gd name="f233" fmla="*/ f174 1 f66"/>
                            <a:gd name="f234" fmla="*/ f175 1 f66"/>
                            <a:gd name="f235" fmla="*/ f176 1 f66"/>
                            <a:gd name="f236" fmla="*/ f177 1 f66"/>
                            <a:gd name="f237" fmla="*/ f178 1 f66"/>
                            <a:gd name="f238" fmla="*/ f179 1 f66"/>
                            <a:gd name="f239" fmla="*/ f180 f62 1"/>
                            <a:gd name="f240" fmla="*/ f181 f62 1"/>
                            <a:gd name="f241" fmla="*/ f181 f63 1"/>
                            <a:gd name="f242" fmla="*/ f180 f63 1"/>
                            <a:gd name="f243" fmla="*/ f183 f62 1"/>
                            <a:gd name="f244" fmla="*/ f184 f63 1"/>
                            <a:gd name="f245" fmla="*/ f185 f62 1"/>
                            <a:gd name="f246" fmla="*/ f186 f63 1"/>
                            <a:gd name="f247" fmla="*/ f187 f62 1"/>
                            <a:gd name="f248" fmla="*/ f188 f63 1"/>
                            <a:gd name="f249" fmla="*/ f189 f62 1"/>
                            <a:gd name="f250" fmla="*/ f190 f63 1"/>
                            <a:gd name="f251" fmla="*/ f191 f62 1"/>
                            <a:gd name="f252" fmla="*/ f192 f63 1"/>
                            <a:gd name="f253" fmla="*/ f193 f62 1"/>
                            <a:gd name="f254" fmla="*/ f194 f63 1"/>
                            <a:gd name="f255" fmla="*/ f195 f62 1"/>
                            <a:gd name="f256" fmla="*/ f196 f63 1"/>
                            <a:gd name="f257" fmla="*/ f197 f62 1"/>
                            <a:gd name="f258" fmla="*/ f198 f63 1"/>
                            <a:gd name="f259" fmla="*/ f199 f62 1"/>
                            <a:gd name="f260" fmla="*/ f200 f63 1"/>
                            <a:gd name="f261" fmla="*/ f201 f63 1"/>
                            <a:gd name="f262" fmla="*/ f202 f62 1"/>
                            <a:gd name="f263" fmla="*/ f203 f63 1"/>
                            <a:gd name="f264" fmla="*/ f204 f62 1"/>
                            <a:gd name="f265" fmla="*/ f205 f63 1"/>
                            <a:gd name="f266" fmla="*/ f206 f62 1"/>
                            <a:gd name="f267" fmla="*/ f207 f63 1"/>
                            <a:gd name="f268" fmla="*/ f208 f62 1"/>
                            <a:gd name="f269" fmla="*/ f209 f63 1"/>
                            <a:gd name="f270" fmla="*/ f210 f62 1"/>
                            <a:gd name="f271" fmla="*/ f204 f63 1"/>
                            <a:gd name="f272" fmla="*/ f211 f62 1"/>
                            <a:gd name="f273" fmla="*/ f212 f63 1"/>
                            <a:gd name="f274" fmla="*/ f213 f62 1"/>
                            <a:gd name="f275" fmla="*/ f197 f63 1"/>
                            <a:gd name="f276" fmla="*/ f199 f63 1"/>
                            <a:gd name="f277" fmla="*/ f214 f62 1"/>
                            <a:gd name="f278" fmla="*/ f215 f63 1"/>
                            <a:gd name="f279" fmla="*/ f216 f62 1"/>
                            <a:gd name="f280" fmla="*/ f217 f63 1"/>
                            <a:gd name="f281" fmla="*/ f218 f62 1"/>
                            <a:gd name="f282" fmla="*/ f219 f63 1"/>
                            <a:gd name="f283" fmla="*/ f220 f62 1"/>
                            <a:gd name="f284" fmla="*/ f221 f63 1"/>
                            <a:gd name="f285" fmla="*/ f190 f62 1"/>
                            <a:gd name="f286" fmla="*/ f222 f63 1"/>
                            <a:gd name="f287" fmla="*/ f188 f62 1"/>
                            <a:gd name="f288" fmla="*/ f223 f63 1"/>
                            <a:gd name="f289" fmla="*/ f224 f62 1"/>
                            <a:gd name="f290" fmla="*/ f225 f63 1"/>
                            <a:gd name="f291" fmla="*/ f184 f62 1"/>
                            <a:gd name="f292" fmla="*/ f226 f63 1"/>
                            <a:gd name="f293" fmla="*/ f227 f62 1"/>
                            <a:gd name="f294" fmla="*/ f228 f63 1"/>
                            <a:gd name="f295" fmla="*/ f229 f62 1"/>
                            <a:gd name="f296" fmla="*/ f230 f63 1"/>
                            <a:gd name="f297" fmla="*/ f231 f62 1"/>
                            <a:gd name="f298" fmla="*/ f232 f63 1"/>
                            <a:gd name="f299" fmla="*/ f233 f62 1"/>
                            <a:gd name="f300" fmla="*/ f234 f63 1"/>
                            <a:gd name="f301" fmla="*/ f235 f62 1"/>
                            <a:gd name="f302" fmla="*/ f229 f63 1"/>
                            <a:gd name="f303" fmla="*/ f236 f62 1"/>
                            <a:gd name="f304" fmla="*/ f237 f63 1"/>
                            <a:gd name="f305" fmla="*/ f238 f62 1"/>
                            <a:gd name="f306" fmla="*/ f224 f63 1"/>
                          </a:gdLst>
                          <a:ahLst/>
                          <a:cxnLst>
                            <a:cxn ang="3cd4">
                              <a:pos x="hc" y="t"/>
                            </a:cxn>
                            <a:cxn ang="0">
                              <a:pos x="r" y="vc"/>
                            </a:cxn>
                            <a:cxn ang="cd4">
                              <a:pos x="hc" y="b"/>
                            </a:cxn>
                            <a:cxn ang="cd2">
                              <a:pos x="l" y="vc"/>
                            </a:cxn>
                            <a:cxn ang="f182">
                              <a:pos x="f243" y="f244"/>
                            </a:cxn>
                            <a:cxn ang="f182">
                              <a:pos x="f245" y="f246"/>
                            </a:cxn>
                            <a:cxn ang="f182">
                              <a:pos x="f247" y="f248"/>
                            </a:cxn>
                            <a:cxn ang="f182">
                              <a:pos x="f249" y="f250"/>
                            </a:cxn>
                            <a:cxn ang="f182">
                              <a:pos x="f251" y="f252"/>
                            </a:cxn>
                            <a:cxn ang="f182">
                              <a:pos x="f253" y="f254"/>
                            </a:cxn>
                            <a:cxn ang="f182">
                              <a:pos x="f255" y="f256"/>
                            </a:cxn>
                            <a:cxn ang="f182">
                              <a:pos x="f257" y="f258"/>
                            </a:cxn>
                            <a:cxn ang="f182">
                              <a:pos x="f259" y="f260"/>
                            </a:cxn>
                            <a:cxn ang="f182">
                              <a:pos x="f259" y="f261"/>
                            </a:cxn>
                            <a:cxn ang="f182">
                              <a:pos x="f262" y="f263"/>
                            </a:cxn>
                            <a:cxn ang="f182">
                              <a:pos x="f264" y="f265"/>
                            </a:cxn>
                            <a:cxn ang="f182">
                              <a:pos x="f266" y="f267"/>
                            </a:cxn>
                            <a:cxn ang="f182">
                              <a:pos x="f268" y="f269"/>
                            </a:cxn>
                            <a:cxn ang="f182">
                              <a:pos x="f270" y="f271"/>
                            </a:cxn>
                            <a:cxn ang="f182">
                              <a:pos x="f272" y="f273"/>
                            </a:cxn>
                            <a:cxn ang="f182">
                              <a:pos x="f274" y="f275"/>
                            </a:cxn>
                            <a:cxn ang="f182">
                              <a:pos x="f243" y="f276"/>
                            </a:cxn>
                            <a:cxn ang="f182">
                              <a:pos x="f277" y="f278"/>
                            </a:cxn>
                            <a:cxn ang="f182">
                              <a:pos x="f279" y="f280"/>
                            </a:cxn>
                            <a:cxn ang="f182">
                              <a:pos x="f281" y="f282"/>
                            </a:cxn>
                            <a:cxn ang="f182">
                              <a:pos x="f283" y="f284"/>
                            </a:cxn>
                            <a:cxn ang="f182">
                              <a:pos x="f285" y="f286"/>
                            </a:cxn>
                            <a:cxn ang="f182">
                              <a:pos x="f287" y="f288"/>
                            </a:cxn>
                            <a:cxn ang="f182">
                              <a:pos x="f289" y="f290"/>
                            </a:cxn>
                            <a:cxn ang="f182">
                              <a:pos x="f291" y="f260"/>
                            </a:cxn>
                            <a:cxn ang="f182">
                              <a:pos x="f291" y="f292"/>
                            </a:cxn>
                            <a:cxn ang="f182">
                              <a:pos x="f293" y="f294"/>
                            </a:cxn>
                            <a:cxn ang="f182">
                              <a:pos x="f295" y="f296"/>
                            </a:cxn>
                            <a:cxn ang="f182">
                              <a:pos x="f297" y="f298"/>
                            </a:cxn>
                            <a:cxn ang="f182">
                              <a:pos x="f299" y="f300"/>
                            </a:cxn>
                            <a:cxn ang="f182">
                              <a:pos x="f301" y="f302"/>
                            </a:cxn>
                            <a:cxn ang="f182">
                              <a:pos x="f303" y="f304"/>
                            </a:cxn>
                            <a:cxn ang="f182">
                              <a:pos x="f305" y="f306"/>
                            </a:cxn>
                          </a:cxnLst>
                          <a:rect l="f239" t="f242" r="f240" b="f241"/>
                          <a:pathLst>
                            <a:path w="735" h="735">
                              <a:moveTo>
                                <a:pt x="f7" y="f5"/>
                              </a:moveTo>
                              <a:lnTo>
                                <a:pt x="f7" y="f5"/>
                              </a:lnTo>
                              <a:lnTo>
                                <a:pt x="f8" y="f9"/>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6" y="f36"/>
                              </a:lnTo>
                              <a:lnTo>
                                <a:pt x="f6" y="f37"/>
                              </a:lnTo>
                              <a:lnTo>
                                <a:pt x="f6" y="f38"/>
                              </a:lnTo>
                              <a:lnTo>
                                <a:pt x="f34" y="f39"/>
                              </a:lnTo>
                              <a:lnTo>
                                <a:pt x="f32" y="f40"/>
                              </a:lnTo>
                              <a:lnTo>
                                <a:pt x="f30" y="f41"/>
                              </a:lnTo>
                              <a:lnTo>
                                <a:pt x="f28" y="f42"/>
                              </a:lnTo>
                              <a:lnTo>
                                <a:pt x="f26" y="f43"/>
                              </a:lnTo>
                              <a:lnTo>
                                <a:pt x="f24" y="f44"/>
                              </a:lnTo>
                              <a:lnTo>
                                <a:pt x="f22" y="f45"/>
                              </a:lnTo>
                              <a:lnTo>
                                <a:pt x="f20" y="f46"/>
                              </a:lnTo>
                              <a:lnTo>
                                <a:pt x="f18" y="f47"/>
                              </a:lnTo>
                              <a:lnTo>
                                <a:pt x="f16" y="f28"/>
                              </a:lnTo>
                              <a:lnTo>
                                <a:pt x="f14" y="f48"/>
                              </a:lnTo>
                              <a:lnTo>
                                <a:pt x="f12" y="f49"/>
                              </a:lnTo>
                              <a:lnTo>
                                <a:pt x="f10" y="f50"/>
                              </a:lnTo>
                              <a:lnTo>
                                <a:pt x="f8" y="f34"/>
                              </a:lnTo>
                              <a:lnTo>
                                <a:pt x="f7" y="f6"/>
                              </a:lnTo>
                              <a:lnTo>
                                <a:pt x="f51" y="f34"/>
                              </a:lnTo>
                              <a:lnTo>
                                <a:pt x="f52" y="f50"/>
                              </a:lnTo>
                              <a:lnTo>
                                <a:pt x="f53" y="f49"/>
                              </a:lnTo>
                              <a:lnTo>
                                <a:pt x="f54" y="f48"/>
                              </a:lnTo>
                              <a:lnTo>
                                <a:pt x="f55" y="f28"/>
                              </a:lnTo>
                              <a:lnTo>
                                <a:pt x="f56" y="f47"/>
                              </a:lnTo>
                              <a:lnTo>
                                <a:pt x="f57" y="f46"/>
                              </a:lnTo>
                              <a:lnTo>
                                <a:pt x="f58" y="f45"/>
                              </a:lnTo>
                              <a:lnTo>
                                <a:pt x="f59" y="f44"/>
                              </a:lnTo>
                              <a:lnTo>
                                <a:pt x="f19" y="f43"/>
                              </a:lnTo>
                              <a:lnTo>
                                <a:pt x="f17" y="f42"/>
                              </a:lnTo>
                              <a:lnTo>
                                <a:pt x="f15" y="f41"/>
                              </a:lnTo>
                              <a:lnTo>
                                <a:pt x="f60" y="f40"/>
                              </a:lnTo>
                              <a:lnTo>
                                <a:pt x="f9" y="f39"/>
                              </a:lnTo>
                              <a:lnTo>
                                <a:pt x="f5" y="f38"/>
                              </a:lnTo>
                              <a:lnTo>
                                <a:pt x="f5" y="f37"/>
                              </a:lnTo>
                              <a:lnTo>
                                <a:pt x="f5" y="f36"/>
                              </a:lnTo>
                              <a:lnTo>
                                <a:pt x="f9" y="f35"/>
                              </a:lnTo>
                              <a:lnTo>
                                <a:pt x="f60" y="f33"/>
                              </a:lnTo>
                              <a:lnTo>
                                <a:pt x="f15" y="f31"/>
                              </a:lnTo>
                              <a:lnTo>
                                <a:pt x="f17" y="f29"/>
                              </a:lnTo>
                              <a:lnTo>
                                <a:pt x="f19" y="f27"/>
                              </a:lnTo>
                              <a:lnTo>
                                <a:pt x="f59" y="f25"/>
                              </a:lnTo>
                              <a:lnTo>
                                <a:pt x="f58" y="f23"/>
                              </a:lnTo>
                              <a:lnTo>
                                <a:pt x="f57" y="f21"/>
                              </a:lnTo>
                              <a:lnTo>
                                <a:pt x="f56" y="f19"/>
                              </a:lnTo>
                              <a:lnTo>
                                <a:pt x="f55" y="f17"/>
                              </a:lnTo>
                              <a:lnTo>
                                <a:pt x="f54" y="f15"/>
                              </a:lnTo>
                              <a:lnTo>
                                <a:pt x="f53" y="f13"/>
                              </a:lnTo>
                              <a:lnTo>
                                <a:pt x="f52" y="f11"/>
                              </a:lnTo>
                              <a:lnTo>
                                <a:pt x="f51" y="f9"/>
                              </a:lnTo>
                              <a:lnTo>
                                <a:pt x="f7" y="f5"/>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5" name="Freeform 62"/>
                      <wps:cNvSpPr/>
                      <wps:spPr>
                        <a:xfrm>
                          <a:off x="0" y="0"/>
                          <a:ext cx="466197" cy="466197"/>
                        </a:xfrm>
                        <a:custGeom>
                          <a:avLst/>
                          <a:gdLst>
                            <a:gd name="f0" fmla="val 10800000"/>
                            <a:gd name="f1" fmla="val 5400000"/>
                            <a:gd name="f2" fmla="val 180"/>
                            <a:gd name="f3" fmla="val w"/>
                            <a:gd name="f4" fmla="val h"/>
                            <a:gd name="f5" fmla="val 0"/>
                            <a:gd name="f6" fmla="val 735"/>
                            <a:gd name="f7" fmla="val 370"/>
                            <a:gd name="f8" fmla="val 405"/>
                            <a:gd name="f9" fmla="val 5"/>
                            <a:gd name="f10" fmla="val 440"/>
                            <a:gd name="f11" fmla="val 10"/>
                            <a:gd name="f12" fmla="val 480"/>
                            <a:gd name="f13" fmla="val 20"/>
                            <a:gd name="f14" fmla="val 510"/>
                            <a:gd name="f15" fmla="val 30"/>
                            <a:gd name="f16" fmla="val 545"/>
                            <a:gd name="f17" fmla="val 45"/>
                            <a:gd name="f18" fmla="val 575"/>
                            <a:gd name="f19" fmla="val 65"/>
                            <a:gd name="f20" fmla="val 600"/>
                            <a:gd name="f21" fmla="val 84"/>
                            <a:gd name="f22" fmla="val 630"/>
                            <a:gd name="f23" fmla="val 109"/>
                            <a:gd name="f24" fmla="val 650"/>
                            <a:gd name="f25" fmla="val 134"/>
                            <a:gd name="f26" fmla="val 675"/>
                            <a:gd name="f27" fmla="val 164"/>
                            <a:gd name="f28" fmla="val 690"/>
                            <a:gd name="f29" fmla="val 194"/>
                            <a:gd name="f30" fmla="val 710"/>
                            <a:gd name="f31" fmla="val 223"/>
                            <a:gd name="f32" fmla="val 720"/>
                            <a:gd name="f33" fmla="val 258"/>
                            <a:gd name="f34" fmla="val 730"/>
                            <a:gd name="f35" fmla="val 293"/>
                            <a:gd name="f36" fmla="val 333"/>
                            <a:gd name="f37" fmla="val 368"/>
                            <a:gd name="f38" fmla="val 407"/>
                            <a:gd name="f39" fmla="val 442"/>
                            <a:gd name="f40" fmla="val 477"/>
                            <a:gd name="f41" fmla="val 512"/>
                            <a:gd name="f42" fmla="val 541"/>
                            <a:gd name="f43" fmla="val 571"/>
                            <a:gd name="f44" fmla="val 601"/>
                            <a:gd name="f45" fmla="val 626"/>
                            <a:gd name="f46" fmla="val 651"/>
                            <a:gd name="f47" fmla="val 670"/>
                            <a:gd name="f48" fmla="val 705"/>
                            <a:gd name="f49" fmla="val 715"/>
                            <a:gd name="f50" fmla="val 725"/>
                            <a:gd name="f51" fmla="val 330"/>
                            <a:gd name="f52" fmla="val 295"/>
                            <a:gd name="f53" fmla="val 260"/>
                            <a:gd name="f54" fmla="val 225"/>
                            <a:gd name="f55" fmla="val 195"/>
                            <a:gd name="f56" fmla="val 160"/>
                            <a:gd name="f57" fmla="val 135"/>
                            <a:gd name="f58" fmla="val 110"/>
                            <a:gd name="f59" fmla="val 85"/>
                            <a:gd name="f60" fmla="val 15"/>
                            <a:gd name="f61" fmla="+- 0 0 0"/>
                            <a:gd name="f62" fmla="*/ f3 1 735"/>
                            <a:gd name="f63" fmla="*/ f4 1 735"/>
                            <a:gd name="f64" fmla="+- f6 0 f5"/>
                            <a:gd name="f65" fmla="*/ f61 f0 1"/>
                            <a:gd name="f66" fmla="*/ f64 1 735"/>
                            <a:gd name="f67" fmla="*/ 370 f64 1"/>
                            <a:gd name="f68" fmla="*/ 0 f64 1"/>
                            <a:gd name="f69" fmla="*/ 440 f64 1"/>
                            <a:gd name="f70" fmla="*/ 10 f64 1"/>
                            <a:gd name="f71" fmla="*/ 510 f64 1"/>
                            <a:gd name="f72" fmla="*/ 30 f64 1"/>
                            <a:gd name="f73" fmla="*/ 575 f64 1"/>
                            <a:gd name="f74" fmla="*/ 65 f64 1"/>
                            <a:gd name="f75" fmla="*/ 630 f64 1"/>
                            <a:gd name="f76" fmla="*/ 109 f64 1"/>
                            <a:gd name="f77" fmla="*/ 675 f64 1"/>
                            <a:gd name="f78" fmla="*/ 164 f64 1"/>
                            <a:gd name="f79" fmla="*/ 710 f64 1"/>
                            <a:gd name="f80" fmla="*/ 223 f64 1"/>
                            <a:gd name="f81" fmla="*/ 730 f64 1"/>
                            <a:gd name="f82" fmla="*/ 293 f64 1"/>
                            <a:gd name="f83" fmla="*/ 735 f64 1"/>
                            <a:gd name="f84" fmla="*/ 368 f64 1"/>
                            <a:gd name="f85" fmla="*/ 407 f64 1"/>
                            <a:gd name="f86" fmla="*/ 720 f64 1"/>
                            <a:gd name="f87" fmla="*/ 477 f64 1"/>
                            <a:gd name="f88" fmla="*/ 690 f64 1"/>
                            <a:gd name="f89" fmla="*/ 541 f64 1"/>
                            <a:gd name="f90" fmla="*/ 650 f64 1"/>
                            <a:gd name="f91" fmla="*/ 601 f64 1"/>
                            <a:gd name="f92" fmla="*/ 600 f64 1"/>
                            <a:gd name="f93" fmla="*/ 651 f64 1"/>
                            <a:gd name="f94" fmla="*/ 545 f64 1"/>
                            <a:gd name="f95" fmla="*/ 480 f64 1"/>
                            <a:gd name="f96" fmla="*/ 715 f64 1"/>
                            <a:gd name="f97" fmla="*/ 405 f64 1"/>
                            <a:gd name="f98" fmla="*/ 295 f64 1"/>
                            <a:gd name="f99" fmla="*/ 725 f64 1"/>
                            <a:gd name="f100" fmla="*/ 225 f64 1"/>
                            <a:gd name="f101" fmla="*/ 705 f64 1"/>
                            <a:gd name="f102" fmla="*/ 160 f64 1"/>
                            <a:gd name="f103" fmla="*/ 670 f64 1"/>
                            <a:gd name="f104" fmla="*/ 110 f64 1"/>
                            <a:gd name="f105" fmla="*/ 626 f64 1"/>
                            <a:gd name="f106" fmla="*/ 571 f64 1"/>
                            <a:gd name="f107" fmla="*/ 512 f64 1"/>
                            <a:gd name="f108" fmla="*/ 5 f64 1"/>
                            <a:gd name="f109" fmla="*/ 442 f64 1"/>
                            <a:gd name="f110" fmla="*/ 333 f64 1"/>
                            <a:gd name="f111" fmla="*/ 15 f64 1"/>
                            <a:gd name="f112" fmla="*/ 258 f64 1"/>
                            <a:gd name="f113" fmla="*/ 45 f64 1"/>
                            <a:gd name="f114" fmla="*/ 194 f64 1"/>
                            <a:gd name="f115" fmla="*/ 85 f64 1"/>
                            <a:gd name="f116" fmla="*/ 134 f64 1"/>
                            <a:gd name="f117" fmla="*/ 135 f64 1"/>
                            <a:gd name="f118" fmla="*/ 84 f64 1"/>
                            <a:gd name="f119" fmla="*/ 195 f64 1"/>
                            <a:gd name="f120" fmla="*/ 260 f64 1"/>
                            <a:gd name="f121" fmla="*/ 20 f64 1"/>
                            <a:gd name="f122" fmla="*/ 330 f64 1"/>
                            <a:gd name="f123" fmla="*/ f65 1 f2"/>
                            <a:gd name="f124" fmla="*/ f67 1 735"/>
                            <a:gd name="f125" fmla="*/ f68 1 735"/>
                            <a:gd name="f126" fmla="*/ f69 1 735"/>
                            <a:gd name="f127" fmla="*/ f70 1 735"/>
                            <a:gd name="f128" fmla="*/ f71 1 735"/>
                            <a:gd name="f129" fmla="*/ f72 1 735"/>
                            <a:gd name="f130" fmla="*/ f73 1 735"/>
                            <a:gd name="f131" fmla="*/ f74 1 735"/>
                            <a:gd name="f132" fmla="*/ f75 1 735"/>
                            <a:gd name="f133" fmla="*/ f76 1 735"/>
                            <a:gd name="f134" fmla="*/ f77 1 735"/>
                            <a:gd name="f135" fmla="*/ f78 1 735"/>
                            <a:gd name="f136" fmla="*/ f79 1 735"/>
                            <a:gd name="f137" fmla="*/ f80 1 735"/>
                            <a:gd name="f138" fmla="*/ f81 1 735"/>
                            <a:gd name="f139" fmla="*/ f82 1 735"/>
                            <a:gd name="f140" fmla="*/ f83 1 735"/>
                            <a:gd name="f141" fmla="*/ f84 1 735"/>
                            <a:gd name="f142" fmla="*/ f85 1 735"/>
                            <a:gd name="f143" fmla="*/ f86 1 735"/>
                            <a:gd name="f144" fmla="*/ f87 1 735"/>
                            <a:gd name="f145" fmla="*/ f88 1 735"/>
                            <a:gd name="f146" fmla="*/ f89 1 735"/>
                            <a:gd name="f147" fmla="*/ f90 1 735"/>
                            <a:gd name="f148" fmla="*/ f91 1 735"/>
                            <a:gd name="f149" fmla="*/ f92 1 735"/>
                            <a:gd name="f150" fmla="*/ f93 1 735"/>
                            <a:gd name="f151" fmla="*/ f94 1 735"/>
                            <a:gd name="f152" fmla="*/ f95 1 735"/>
                            <a:gd name="f153" fmla="*/ f96 1 735"/>
                            <a:gd name="f154" fmla="*/ f97 1 735"/>
                            <a:gd name="f155" fmla="*/ f98 1 735"/>
                            <a:gd name="f156" fmla="*/ f99 1 735"/>
                            <a:gd name="f157" fmla="*/ f100 1 735"/>
                            <a:gd name="f158" fmla="*/ f101 1 735"/>
                            <a:gd name="f159" fmla="*/ f102 1 735"/>
                            <a:gd name="f160" fmla="*/ f103 1 735"/>
                            <a:gd name="f161" fmla="*/ f104 1 735"/>
                            <a:gd name="f162" fmla="*/ f105 1 735"/>
                            <a:gd name="f163" fmla="*/ f106 1 735"/>
                            <a:gd name="f164" fmla="*/ f107 1 735"/>
                            <a:gd name="f165" fmla="*/ f108 1 735"/>
                            <a:gd name="f166" fmla="*/ f109 1 735"/>
                            <a:gd name="f167" fmla="*/ f110 1 735"/>
                            <a:gd name="f168" fmla="*/ f111 1 735"/>
                            <a:gd name="f169" fmla="*/ f112 1 735"/>
                            <a:gd name="f170" fmla="*/ f113 1 735"/>
                            <a:gd name="f171" fmla="*/ f114 1 735"/>
                            <a:gd name="f172" fmla="*/ f115 1 735"/>
                            <a:gd name="f173" fmla="*/ f116 1 735"/>
                            <a:gd name="f174" fmla="*/ f117 1 735"/>
                            <a:gd name="f175" fmla="*/ f118 1 735"/>
                            <a:gd name="f176" fmla="*/ f119 1 735"/>
                            <a:gd name="f177" fmla="*/ f120 1 735"/>
                            <a:gd name="f178" fmla="*/ f121 1 735"/>
                            <a:gd name="f179" fmla="*/ f122 1 735"/>
                            <a:gd name="f180" fmla="*/ 0 1 f66"/>
                            <a:gd name="f181" fmla="*/ f6 1 f66"/>
                            <a:gd name="f182" fmla="+- f123 0 f1"/>
                            <a:gd name="f183" fmla="*/ f124 1 f66"/>
                            <a:gd name="f184" fmla="*/ f125 1 f66"/>
                            <a:gd name="f185" fmla="*/ f126 1 f66"/>
                            <a:gd name="f186" fmla="*/ f127 1 f66"/>
                            <a:gd name="f187" fmla="*/ f128 1 f66"/>
                            <a:gd name="f188" fmla="*/ f129 1 f66"/>
                            <a:gd name="f189" fmla="*/ f130 1 f66"/>
                            <a:gd name="f190" fmla="*/ f131 1 f66"/>
                            <a:gd name="f191" fmla="*/ f132 1 f66"/>
                            <a:gd name="f192" fmla="*/ f133 1 f66"/>
                            <a:gd name="f193" fmla="*/ f134 1 f66"/>
                            <a:gd name="f194" fmla="*/ f135 1 f66"/>
                            <a:gd name="f195" fmla="*/ f136 1 f66"/>
                            <a:gd name="f196" fmla="*/ f137 1 f66"/>
                            <a:gd name="f197" fmla="*/ f138 1 f66"/>
                            <a:gd name="f198" fmla="*/ f139 1 f66"/>
                            <a:gd name="f199" fmla="*/ f140 1 f66"/>
                            <a:gd name="f200" fmla="*/ f141 1 f66"/>
                            <a:gd name="f201" fmla="*/ f142 1 f66"/>
                            <a:gd name="f202" fmla="*/ f143 1 f66"/>
                            <a:gd name="f203" fmla="*/ f144 1 f66"/>
                            <a:gd name="f204" fmla="*/ f145 1 f66"/>
                            <a:gd name="f205" fmla="*/ f146 1 f66"/>
                            <a:gd name="f206" fmla="*/ f147 1 f66"/>
                            <a:gd name="f207" fmla="*/ f148 1 f66"/>
                            <a:gd name="f208" fmla="*/ f149 1 f66"/>
                            <a:gd name="f209" fmla="*/ f150 1 f66"/>
                            <a:gd name="f210" fmla="*/ f151 1 f66"/>
                            <a:gd name="f211" fmla="*/ f152 1 f66"/>
                            <a:gd name="f212" fmla="*/ f153 1 f66"/>
                            <a:gd name="f213" fmla="*/ f154 1 f66"/>
                            <a:gd name="f214" fmla="*/ f155 1 f66"/>
                            <a:gd name="f215" fmla="*/ f156 1 f66"/>
                            <a:gd name="f216" fmla="*/ f157 1 f66"/>
                            <a:gd name="f217" fmla="*/ f158 1 f66"/>
                            <a:gd name="f218" fmla="*/ f159 1 f66"/>
                            <a:gd name="f219" fmla="*/ f160 1 f66"/>
                            <a:gd name="f220" fmla="*/ f161 1 f66"/>
                            <a:gd name="f221" fmla="*/ f162 1 f66"/>
                            <a:gd name="f222" fmla="*/ f163 1 f66"/>
                            <a:gd name="f223" fmla="*/ f164 1 f66"/>
                            <a:gd name="f224" fmla="*/ f165 1 f66"/>
                            <a:gd name="f225" fmla="*/ f166 1 f66"/>
                            <a:gd name="f226" fmla="*/ f167 1 f66"/>
                            <a:gd name="f227" fmla="*/ f168 1 f66"/>
                            <a:gd name="f228" fmla="*/ f169 1 f66"/>
                            <a:gd name="f229" fmla="*/ f170 1 f66"/>
                            <a:gd name="f230" fmla="*/ f171 1 f66"/>
                            <a:gd name="f231" fmla="*/ f172 1 f66"/>
                            <a:gd name="f232" fmla="*/ f173 1 f66"/>
                            <a:gd name="f233" fmla="*/ f174 1 f66"/>
                            <a:gd name="f234" fmla="*/ f175 1 f66"/>
                            <a:gd name="f235" fmla="*/ f176 1 f66"/>
                            <a:gd name="f236" fmla="*/ f177 1 f66"/>
                            <a:gd name="f237" fmla="*/ f178 1 f66"/>
                            <a:gd name="f238" fmla="*/ f179 1 f66"/>
                            <a:gd name="f239" fmla="*/ f180 f62 1"/>
                            <a:gd name="f240" fmla="*/ f181 f62 1"/>
                            <a:gd name="f241" fmla="*/ f181 f63 1"/>
                            <a:gd name="f242" fmla="*/ f180 f63 1"/>
                            <a:gd name="f243" fmla="*/ f183 f62 1"/>
                            <a:gd name="f244" fmla="*/ f184 f63 1"/>
                            <a:gd name="f245" fmla="*/ f185 f62 1"/>
                            <a:gd name="f246" fmla="*/ f186 f63 1"/>
                            <a:gd name="f247" fmla="*/ f187 f62 1"/>
                            <a:gd name="f248" fmla="*/ f188 f63 1"/>
                            <a:gd name="f249" fmla="*/ f189 f62 1"/>
                            <a:gd name="f250" fmla="*/ f190 f63 1"/>
                            <a:gd name="f251" fmla="*/ f191 f62 1"/>
                            <a:gd name="f252" fmla="*/ f192 f63 1"/>
                            <a:gd name="f253" fmla="*/ f193 f62 1"/>
                            <a:gd name="f254" fmla="*/ f194 f63 1"/>
                            <a:gd name="f255" fmla="*/ f195 f62 1"/>
                            <a:gd name="f256" fmla="*/ f196 f63 1"/>
                            <a:gd name="f257" fmla="*/ f197 f62 1"/>
                            <a:gd name="f258" fmla="*/ f198 f63 1"/>
                            <a:gd name="f259" fmla="*/ f199 f62 1"/>
                            <a:gd name="f260" fmla="*/ f200 f63 1"/>
                            <a:gd name="f261" fmla="*/ f201 f63 1"/>
                            <a:gd name="f262" fmla="*/ f202 f62 1"/>
                            <a:gd name="f263" fmla="*/ f203 f63 1"/>
                            <a:gd name="f264" fmla="*/ f204 f62 1"/>
                            <a:gd name="f265" fmla="*/ f205 f63 1"/>
                            <a:gd name="f266" fmla="*/ f206 f62 1"/>
                            <a:gd name="f267" fmla="*/ f207 f63 1"/>
                            <a:gd name="f268" fmla="*/ f208 f62 1"/>
                            <a:gd name="f269" fmla="*/ f209 f63 1"/>
                            <a:gd name="f270" fmla="*/ f210 f62 1"/>
                            <a:gd name="f271" fmla="*/ f204 f63 1"/>
                            <a:gd name="f272" fmla="*/ f211 f62 1"/>
                            <a:gd name="f273" fmla="*/ f212 f63 1"/>
                            <a:gd name="f274" fmla="*/ f213 f62 1"/>
                            <a:gd name="f275" fmla="*/ f197 f63 1"/>
                            <a:gd name="f276" fmla="*/ f199 f63 1"/>
                            <a:gd name="f277" fmla="*/ f214 f62 1"/>
                            <a:gd name="f278" fmla="*/ f215 f63 1"/>
                            <a:gd name="f279" fmla="*/ f216 f62 1"/>
                            <a:gd name="f280" fmla="*/ f217 f63 1"/>
                            <a:gd name="f281" fmla="*/ f218 f62 1"/>
                            <a:gd name="f282" fmla="*/ f219 f63 1"/>
                            <a:gd name="f283" fmla="*/ f220 f62 1"/>
                            <a:gd name="f284" fmla="*/ f221 f63 1"/>
                            <a:gd name="f285" fmla="*/ f190 f62 1"/>
                            <a:gd name="f286" fmla="*/ f222 f63 1"/>
                            <a:gd name="f287" fmla="*/ f188 f62 1"/>
                            <a:gd name="f288" fmla="*/ f223 f63 1"/>
                            <a:gd name="f289" fmla="*/ f224 f62 1"/>
                            <a:gd name="f290" fmla="*/ f225 f63 1"/>
                            <a:gd name="f291" fmla="*/ f184 f62 1"/>
                            <a:gd name="f292" fmla="*/ f226 f63 1"/>
                            <a:gd name="f293" fmla="*/ f227 f62 1"/>
                            <a:gd name="f294" fmla="*/ f228 f63 1"/>
                            <a:gd name="f295" fmla="*/ f229 f62 1"/>
                            <a:gd name="f296" fmla="*/ f230 f63 1"/>
                            <a:gd name="f297" fmla="*/ f231 f62 1"/>
                            <a:gd name="f298" fmla="*/ f232 f63 1"/>
                            <a:gd name="f299" fmla="*/ f233 f62 1"/>
                            <a:gd name="f300" fmla="*/ f234 f63 1"/>
                            <a:gd name="f301" fmla="*/ f235 f62 1"/>
                            <a:gd name="f302" fmla="*/ f229 f63 1"/>
                            <a:gd name="f303" fmla="*/ f236 f62 1"/>
                            <a:gd name="f304" fmla="*/ f237 f63 1"/>
                            <a:gd name="f305" fmla="*/ f238 f62 1"/>
                            <a:gd name="f306" fmla="*/ f224 f63 1"/>
                          </a:gdLst>
                          <a:ahLst/>
                          <a:cxnLst>
                            <a:cxn ang="3cd4">
                              <a:pos x="hc" y="t"/>
                            </a:cxn>
                            <a:cxn ang="0">
                              <a:pos x="r" y="vc"/>
                            </a:cxn>
                            <a:cxn ang="cd4">
                              <a:pos x="hc" y="b"/>
                            </a:cxn>
                            <a:cxn ang="cd2">
                              <a:pos x="l" y="vc"/>
                            </a:cxn>
                            <a:cxn ang="f182">
                              <a:pos x="f243" y="f244"/>
                            </a:cxn>
                            <a:cxn ang="f182">
                              <a:pos x="f245" y="f246"/>
                            </a:cxn>
                            <a:cxn ang="f182">
                              <a:pos x="f247" y="f248"/>
                            </a:cxn>
                            <a:cxn ang="f182">
                              <a:pos x="f249" y="f250"/>
                            </a:cxn>
                            <a:cxn ang="f182">
                              <a:pos x="f251" y="f252"/>
                            </a:cxn>
                            <a:cxn ang="f182">
                              <a:pos x="f253" y="f254"/>
                            </a:cxn>
                            <a:cxn ang="f182">
                              <a:pos x="f255" y="f256"/>
                            </a:cxn>
                            <a:cxn ang="f182">
                              <a:pos x="f257" y="f258"/>
                            </a:cxn>
                            <a:cxn ang="f182">
                              <a:pos x="f259" y="f260"/>
                            </a:cxn>
                            <a:cxn ang="f182">
                              <a:pos x="f259" y="f261"/>
                            </a:cxn>
                            <a:cxn ang="f182">
                              <a:pos x="f262" y="f263"/>
                            </a:cxn>
                            <a:cxn ang="f182">
                              <a:pos x="f264" y="f265"/>
                            </a:cxn>
                            <a:cxn ang="f182">
                              <a:pos x="f266" y="f267"/>
                            </a:cxn>
                            <a:cxn ang="f182">
                              <a:pos x="f268" y="f269"/>
                            </a:cxn>
                            <a:cxn ang="f182">
                              <a:pos x="f270" y="f271"/>
                            </a:cxn>
                            <a:cxn ang="f182">
                              <a:pos x="f272" y="f273"/>
                            </a:cxn>
                            <a:cxn ang="f182">
                              <a:pos x="f274" y="f275"/>
                            </a:cxn>
                            <a:cxn ang="f182">
                              <a:pos x="f243" y="f276"/>
                            </a:cxn>
                            <a:cxn ang="f182">
                              <a:pos x="f277" y="f278"/>
                            </a:cxn>
                            <a:cxn ang="f182">
                              <a:pos x="f279" y="f280"/>
                            </a:cxn>
                            <a:cxn ang="f182">
                              <a:pos x="f281" y="f282"/>
                            </a:cxn>
                            <a:cxn ang="f182">
                              <a:pos x="f283" y="f284"/>
                            </a:cxn>
                            <a:cxn ang="f182">
                              <a:pos x="f285" y="f286"/>
                            </a:cxn>
                            <a:cxn ang="f182">
                              <a:pos x="f287" y="f288"/>
                            </a:cxn>
                            <a:cxn ang="f182">
                              <a:pos x="f289" y="f290"/>
                            </a:cxn>
                            <a:cxn ang="f182">
                              <a:pos x="f291" y="f260"/>
                            </a:cxn>
                            <a:cxn ang="f182">
                              <a:pos x="f291" y="f292"/>
                            </a:cxn>
                            <a:cxn ang="f182">
                              <a:pos x="f293" y="f294"/>
                            </a:cxn>
                            <a:cxn ang="f182">
                              <a:pos x="f295" y="f296"/>
                            </a:cxn>
                            <a:cxn ang="f182">
                              <a:pos x="f297" y="f298"/>
                            </a:cxn>
                            <a:cxn ang="f182">
                              <a:pos x="f299" y="f300"/>
                            </a:cxn>
                            <a:cxn ang="f182">
                              <a:pos x="f301" y="f302"/>
                            </a:cxn>
                            <a:cxn ang="f182">
                              <a:pos x="f303" y="f304"/>
                            </a:cxn>
                            <a:cxn ang="f182">
                              <a:pos x="f305" y="f306"/>
                            </a:cxn>
                          </a:cxnLst>
                          <a:rect l="f239" t="f242" r="f240" b="f241"/>
                          <a:pathLst>
                            <a:path w="735" h="735">
                              <a:moveTo>
                                <a:pt x="f7" y="f5"/>
                              </a:moveTo>
                              <a:lnTo>
                                <a:pt x="f7" y="f5"/>
                              </a:lnTo>
                              <a:lnTo>
                                <a:pt x="f8" y="f9"/>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6" y="f36"/>
                              </a:lnTo>
                              <a:lnTo>
                                <a:pt x="f6" y="f37"/>
                              </a:lnTo>
                              <a:lnTo>
                                <a:pt x="f6" y="f38"/>
                              </a:lnTo>
                              <a:lnTo>
                                <a:pt x="f34" y="f39"/>
                              </a:lnTo>
                              <a:lnTo>
                                <a:pt x="f32" y="f40"/>
                              </a:lnTo>
                              <a:lnTo>
                                <a:pt x="f30" y="f41"/>
                              </a:lnTo>
                              <a:lnTo>
                                <a:pt x="f28" y="f42"/>
                              </a:lnTo>
                              <a:lnTo>
                                <a:pt x="f26" y="f43"/>
                              </a:lnTo>
                              <a:lnTo>
                                <a:pt x="f24" y="f44"/>
                              </a:lnTo>
                              <a:lnTo>
                                <a:pt x="f22" y="f45"/>
                              </a:lnTo>
                              <a:lnTo>
                                <a:pt x="f20" y="f46"/>
                              </a:lnTo>
                              <a:lnTo>
                                <a:pt x="f18" y="f47"/>
                              </a:lnTo>
                              <a:lnTo>
                                <a:pt x="f16" y="f28"/>
                              </a:lnTo>
                              <a:lnTo>
                                <a:pt x="f14" y="f48"/>
                              </a:lnTo>
                              <a:lnTo>
                                <a:pt x="f12" y="f49"/>
                              </a:lnTo>
                              <a:lnTo>
                                <a:pt x="f10" y="f50"/>
                              </a:lnTo>
                              <a:lnTo>
                                <a:pt x="f8" y="f34"/>
                              </a:lnTo>
                              <a:lnTo>
                                <a:pt x="f7" y="f6"/>
                              </a:lnTo>
                              <a:lnTo>
                                <a:pt x="f51" y="f34"/>
                              </a:lnTo>
                              <a:lnTo>
                                <a:pt x="f52" y="f50"/>
                              </a:lnTo>
                              <a:lnTo>
                                <a:pt x="f53" y="f49"/>
                              </a:lnTo>
                              <a:lnTo>
                                <a:pt x="f54" y="f48"/>
                              </a:lnTo>
                              <a:lnTo>
                                <a:pt x="f55" y="f28"/>
                              </a:lnTo>
                              <a:lnTo>
                                <a:pt x="f56" y="f47"/>
                              </a:lnTo>
                              <a:lnTo>
                                <a:pt x="f57" y="f46"/>
                              </a:lnTo>
                              <a:lnTo>
                                <a:pt x="f58" y="f45"/>
                              </a:lnTo>
                              <a:lnTo>
                                <a:pt x="f59" y="f44"/>
                              </a:lnTo>
                              <a:lnTo>
                                <a:pt x="f19" y="f43"/>
                              </a:lnTo>
                              <a:lnTo>
                                <a:pt x="f17" y="f42"/>
                              </a:lnTo>
                              <a:lnTo>
                                <a:pt x="f15" y="f41"/>
                              </a:lnTo>
                              <a:lnTo>
                                <a:pt x="f60" y="f40"/>
                              </a:lnTo>
                              <a:lnTo>
                                <a:pt x="f9" y="f39"/>
                              </a:lnTo>
                              <a:lnTo>
                                <a:pt x="f5" y="f38"/>
                              </a:lnTo>
                              <a:lnTo>
                                <a:pt x="f5" y="f37"/>
                              </a:lnTo>
                              <a:lnTo>
                                <a:pt x="f5" y="f36"/>
                              </a:lnTo>
                              <a:lnTo>
                                <a:pt x="f9" y="f35"/>
                              </a:lnTo>
                              <a:lnTo>
                                <a:pt x="f60" y="f33"/>
                              </a:lnTo>
                              <a:lnTo>
                                <a:pt x="f15" y="f31"/>
                              </a:lnTo>
                              <a:lnTo>
                                <a:pt x="f17" y="f29"/>
                              </a:lnTo>
                              <a:lnTo>
                                <a:pt x="f19" y="f27"/>
                              </a:lnTo>
                              <a:lnTo>
                                <a:pt x="f59" y="f25"/>
                              </a:lnTo>
                              <a:lnTo>
                                <a:pt x="f58" y="f23"/>
                              </a:lnTo>
                              <a:lnTo>
                                <a:pt x="f57" y="f21"/>
                              </a:lnTo>
                              <a:lnTo>
                                <a:pt x="f56" y="f19"/>
                              </a:lnTo>
                              <a:lnTo>
                                <a:pt x="f55" y="f17"/>
                              </a:lnTo>
                              <a:lnTo>
                                <a:pt x="f54" y="f15"/>
                              </a:lnTo>
                              <a:lnTo>
                                <a:pt x="f53" y="f13"/>
                              </a:lnTo>
                              <a:lnTo>
                                <a:pt x="f52" y="f11"/>
                              </a:lnTo>
                              <a:lnTo>
                                <a:pt x="f51" y="f9"/>
                              </a:lnTo>
                              <a:lnTo>
                                <a:pt x="f7" y="f5"/>
                              </a:lnTo>
                            </a:path>
                          </a:pathLst>
                        </a:custGeom>
                        <a:noFill/>
                        <a:ln>
                          <a:noFill/>
                          <a:prstDash val="solid"/>
                        </a:ln>
                      </wps:spPr>
                      <wps:txbx>
                        <w:txbxContent>
                          <w:p w:rsidR="00CE2ADF" w:rsidRDefault="00CE2ADF"/>
                        </w:txbxContent>
                      </wps:txbx>
                      <wps:bodyPr vert="horz" wrap="square" lIns="0" tIns="0" rIns="0" bIns="0" anchor="t" anchorCtr="0" compatLnSpc="0"/>
                    </wps:wsp>
                    <wps:wsp>
                      <wps:cNvPr id="6" name="Freeform 63"/>
                      <wps:cNvSpPr/>
                      <wps:spPr>
                        <a:xfrm>
                          <a:off x="3236" y="6483"/>
                          <a:ext cx="460802" cy="453597"/>
                        </a:xfrm>
                        <a:custGeom>
                          <a:avLst/>
                          <a:gdLst>
                            <a:gd name="f0" fmla="val 10800000"/>
                            <a:gd name="f1" fmla="val 5400000"/>
                            <a:gd name="f2" fmla="val 180"/>
                            <a:gd name="f3" fmla="val w"/>
                            <a:gd name="f4" fmla="val h"/>
                            <a:gd name="f5" fmla="val 0"/>
                            <a:gd name="f6" fmla="val 725"/>
                            <a:gd name="f7" fmla="val 715"/>
                            <a:gd name="f8" fmla="val 365"/>
                            <a:gd name="f9" fmla="val 400"/>
                            <a:gd name="f10" fmla="val 435"/>
                            <a:gd name="f11" fmla="val 5"/>
                            <a:gd name="f12" fmla="val 470"/>
                            <a:gd name="f13" fmla="val 15"/>
                            <a:gd name="f14" fmla="val 505"/>
                            <a:gd name="f15" fmla="val 30"/>
                            <a:gd name="f16" fmla="val 535"/>
                            <a:gd name="f17" fmla="val 45"/>
                            <a:gd name="f18" fmla="val 565"/>
                            <a:gd name="f19" fmla="val 60"/>
                            <a:gd name="f20" fmla="val 595"/>
                            <a:gd name="f21" fmla="val 79"/>
                            <a:gd name="f22" fmla="val 620"/>
                            <a:gd name="f23" fmla="val 104"/>
                            <a:gd name="f24" fmla="val 640"/>
                            <a:gd name="f25" fmla="val 129"/>
                            <a:gd name="f26" fmla="val 665"/>
                            <a:gd name="f27" fmla="val 159"/>
                            <a:gd name="f28" fmla="val 680"/>
                            <a:gd name="f29" fmla="val 189"/>
                            <a:gd name="f30" fmla="val 695"/>
                            <a:gd name="f31" fmla="val 218"/>
                            <a:gd name="f32" fmla="val 710"/>
                            <a:gd name="f33" fmla="val 253"/>
                            <a:gd name="f34" fmla="val 288"/>
                            <a:gd name="f35" fmla="val 323"/>
                            <a:gd name="f36" fmla="val 358"/>
                            <a:gd name="f37" fmla="val 392"/>
                            <a:gd name="f38" fmla="val 432"/>
                            <a:gd name="f39" fmla="val 467"/>
                            <a:gd name="f40" fmla="val 497"/>
                            <a:gd name="f41" fmla="val 526"/>
                            <a:gd name="f42" fmla="val 556"/>
                            <a:gd name="f43" fmla="val 586"/>
                            <a:gd name="f44" fmla="val 611"/>
                            <a:gd name="f45" fmla="val 636"/>
                            <a:gd name="f46" fmla="val 655"/>
                            <a:gd name="f47" fmla="val 675"/>
                            <a:gd name="f48" fmla="val 690"/>
                            <a:gd name="f49" fmla="val 700"/>
                            <a:gd name="f50" fmla="val 325"/>
                            <a:gd name="f51" fmla="val 290"/>
                            <a:gd name="f52" fmla="val 255"/>
                            <a:gd name="f53" fmla="val 225"/>
                            <a:gd name="f54" fmla="val 190"/>
                            <a:gd name="f55" fmla="val 160"/>
                            <a:gd name="f56" fmla="val 135"/>
                            <a:gd name="f57" fmla="val 110"/>
                            <a:gd name="f58" fmla="val 85"/>
                            <a:gd name="f59" fmla="val 65"/>
                            <a:gd name="f60" fmla="val 20"/>
                            <a:gd name="f61" fmla="val 10"/>
                            <a:gd name="f62" fmla="+- 0 0 0"/>
                            <a:gd name="f63" fmla="*/ f3 1 725"/>
                            <a:gd name="f64" fmla="*/ f4 1 715"/>
                            <a:gd name="f65" fmla="+- f7 0 f5"/>
                            <a:gd name="f66" fmla="+- f6 0 f5"/>
                            <a:gd name="f67" fmla="*/ f62 f0 1"/>
                            <a:gd name="f68" fmla="*/ f66 1 725"/>
                            <a:gd name="f69" fmla="*/ f65 1 715"/>
                            <a:gd name="f70" fmla="*/ 365 f66 1"/>
                            <a:gd name="f71" fmla="*/ 0 f65 1"/>
                            <a:gd name="f72" fmla="*/ 435 f66 1"/>
                            <a:gd name="f73" fmla="*/ 5 f65 1"/>
                            <a:gd name="f74" fmla="*/ 505 f66 1"/>
                            <a:gd name="f75" fmla="*/ 30 f65 1"/>
                            <a:gd name="f76" fmla="*/ 565 f66 1"/>
                            <a:gd name="f77" fmla="*/ 60 f65 1"/>
                            <a:gd name="f78" fmla="*/ 620 f66 1"/>
                            <a:gd name="f79" fmla="*/ 104 f65 1"/>
                            <a:gd name="f80" fmla="*/ 665 f66 1"/>
                            <a:gd name="f81" fmla="*/ 159 f65 1"/>
                            <a:gd name="f82" fmla="*/ 695 f66 1"/>
                            <a:gd name="f83" fmla="*/ 218 f65 1"/>
                            <a:gd name="f84" fmla="*/ 715 f66 1"/>
                            <a:gd name="f85" fmla="*/ 288 f65 1"/>
                            <a:gd name="f86" fmla="*/ 725 f66 1"/>
                            <a:gd name="f87" fmla="*/ 358 f65 1"/>
                            <a:gd name="f88" fmla="*/ 392 f65 1"/>
                            <a:gd name="f89" fmla="*/ 710 f66 1"/>
                            <a:gd name="f90" fmla="*/ 467 f65 1"/>
                            <a:gd name="f91" fmla="*/ 680 f66 1"/>
                            <a:gd name="f92" fmla="*/ 526 f65 1"/>
                            <a:gd name="f93" fmla="*/ 640 f66 1"/>
                            <a:gd name="f94" fmla="*/ 586 f65 1"/>
                            <a:gd name="f95" fmla="*/ 595 f66 1"/>
                            <a:gd name="f96" fmla="*/ 636 f65 1"/>
                            <a:gd name="f97" fmla="*/ 535 f66 1"/>
                            <a:gd name="f98" fmla="*/ 675 f65 1"/>
                            <a:gd name="f99" fmla="*/ 470 f66 1"/>
                            <a:gd name="f100" fmla="*/ 700 f65 1"/>
                            <a:gd name="f101" fmla="*/ 400 f66 1"/>
                            <a:gd name="f102" fmla="*/ 715 f65 1"/>
                            <a:gd name="f103" fmla="*/ 290 f66 1"/>
                            <a:gd name="f104" fmla="*/ 710 f65 1"/>
                            <a:gd name="f105" fmla="*/ 225 f66 1"/>
                            <a:gd name="f106" fmla="*/ 690 f65 1"/>
                            <a:gd name="f107" fmla="*/ 160 f66 1"/>
                            <a:gd name="f108" fmla="*/ 655 f65 1"/>
                            <a:gd name="f109" fmla="*/ 110 f66 1"/>
                            <a:gd name="f110" fmla="*/ 611 f65 1"/>
                            <a:gd name="f111" fmla="*/ 65 f66 1"/>
                            <a:gd name="f112" fmla="*/ 556 f65 1"/>
                            <a:gd name="f113" fmla="*/ 30 f66 1"/>
                            <a:gd name="f114" fmla="*/ 497 f65 1"/>
                            <a:gd name="f115" fmla="*/ 10 f66 1"/>
                            <a:gd name="f116" fmla="*/ 432 f65 1"/>
                            <a:gd name="f117" fmla="*/ 0 f66 1"/>
                            <a:gd name="f118" fmla="*/ 5 f66 1"/>
                            <a:gd name="f119" fmla="*/ 323 f65 1"/>
                            <a:gd name="f120" fmla="*/ 20 f66 1"/>
                            <a:gd name="f121" fmla="*/ 253 f65 1"/>
                            <a:gd name="f122" fmla="*/ 45 f66 1"/>
                            <a:gd name="f123" fmla="*/ 189 f65 1"/>
                            <a:gd name="f124" fmla="*/ 85 f66 1"/>
                            <a:gd name="f125" fmla="*/ 129 f65 1"/>
                            <a:gd name="f126" fmla="*/ 135 f66 1"/>
                            <a:gd name="f127" fmla="*/ 79 f65 1"/>
                            <a:gd name="f128" fmla="*/ 190 f66 1"/>
                            <a:gd name="f129" fmla="*/ 45 f65 1"/>
                            <a:gd name="f130" fmla="*/ 255 f66 1"/>
                            <a:gd name="f131" fmla="*/ 15 f65 1"/>
                            <a:gd name="f132" fmla="*/ 325 f66 1"/>
                            <a:gd name="f133" fmla="*/ f67 1 f2"/>
                            <a:gd name="f134" fmla="*/ f70 1 725"/>
                            <a:gd name="f135" fmla="*/ f71 1 715"/>
                            <a:gd name="f136" fmla="*/ f72 1 725"/>
                            <a:gd name="f137" fmla="*/ f73 1 715"/>
                            <a:gd name="f138" fmla="*/ f74 1 725"/>
                            <a:gd name="f139" fmla="*/ f75 1 715"/>
                            <a:gd name="f140" fmla="*/ f76 1 725"/>
                            <a:gd name="f141" fmla="*/ f77 1 715"/>
                            <a:gd name="f142" fmla="*/ f78 1 725"/>
                            <a:gd name="f143" fmla="*/ f79 1 715"/>
                            <a:gd name="f144" fmla="*/ f80 1 725"/>
                            <a:gd name="f145" fmla="*/ f81 1 715"/>
                            <a:gd name="f146" fmla="*/ f82 1 725"/>
                            <a:gd name="f147" fmla="*/ f83 1 715"/>
                            <a:gd name="f148" fmla="*/ f84 1 725"/>
                            <a:gd name="f149" fmla="*/ f85 1 715"/>
                            <a:gd name="f150" fmla="*/ f86 1 725"/>
                            <a:gd name="f151" fmla="*/ f87 1 715"/>
                            <a:gd name="f152" fmla="*/ f88 1 715"/>
                            <a:gd name="f153" fmla="*/ f89 1 725"/>
                            <a:gd name="f154" fmla="*/ f90 1 715"/>
                            <a:gd name="f155" fmla="*/ f91 1 725"/>
                            <a:gd name="f156" fmla="*/ f92 1 715"/>
                            <a:gd name="f157" fmla="*/ f93 1 725"/>
                            <a:gd name="f158" fmla="*/ f94 1 715"/>
                            <a:gd name="f159" fmla="*/ f95 1 725"/>
                            <a:gd name="f160" fmla="*/ f96 1 715"/>
                            <a:gd name="f161" fmla="*/ f97 1 725"/>
                            <a:gd name="f162" fmla="*/ f98 1 715"/>
                            <a:gd name="f163" fmla="*/ f99 1 725"/>
                            <a:gd name="f164" fmla="*/ f100 1 715"/>
                            <a:gd name="f165" fmla="*/ f101 1 725"/>
                            <a:gd name="f166" fmla="*/ f102 1 715"/>
                            <a:gd name="f167" fmla="*/ f103 1 725"/>
                            <a:gd name="f168" fmla="*/ f104 1 715"/>
                            <a:gd name="f169" fmla="*/ f105 1 725"/>
                            <a:gd name="f170" fmla="*/ f106 1 715"/>
                            <a:gd name="f171" fmla="*/ f107 1 725"/>
                            <a:gd name="f172" fmla="*/ f108 1 715"/>
                            <a:gd name="f173" fmla="*/ f109 1 725"/>
                            <a:gd name="f174" fmla="*/ f110 1 715"/>
                            <a:gd name="f175" fmla="*/ f111 1 725"/>
                            <a:gd name="f176" fmla="*/ f112 1 715"/>
                            <a:gd name="f177" fmla="*/ f113 1 725"/>
                            <a:gd name="f178" fmla="*/ f114 1 715"/>
                            <a:gd name="f179" fmla="*/ f115 1 725"/>
                            <a:gd name="f180" fmla="*/ f116 1 715"/>
                            <a:gd name="f181" fmla="*/ f117 1 725"/>
                            <a:gd name="f182" fmla="*/ f118 1 725"/>
                            <a:gd name="f183" fmla="*/ f119 1 715"/>
                            <a:gd name="f184" fmla="*/ f120 1 725"/>
                            <a:gd name="f185" fmla="*/ f121 1 715"/>
                            <a:gd name="f186" fmla="*/ f122 1 725"/>
                            <a:gd name="f187" fmla="*/ f123 1 715"/>
                            <a:gd name="f188" fmla="*/ f124 1 725"/>
                            <a:gd name="f189" fmla="*/ f125 1 715"/>
                            <a:gd name="f190" fmla="*/ f126 1 725"/>
                            <a:gd name="f191" fmla="*/ f127 1 715"/>
                            <a:gd name="f192" fmla="*/ f128 1 725"/>
                            <a:gd name="f193" fmla="*/ f129 1 715"/>
                            <a:gd name="f194" fmla="*/ f130 1 725"/>
                            <a:gd name="f195" fmla="*/ f131 1 715"/>
                            <a:gd name="f196" fmla="*/ f132 1 725"/>
                            <a:gd name="f197" fmla="*/ 0 1 f68"/>
                            <a:gd name="f198" fmla="*/ f6 1 f68"/>
                            <a:gd name="f199" fmla="*/ 0 1 f69"/>
                            <a:gd name="f200" fmla="*/ f7 1 f69"/>
                            <a:gd name="f201" fmla="+- f133 0 f1"/>
                            <a:gd name="f202" fmla="*/ f134 1 f68"/>
                            <a:gd name="f203" fmla="*/ f135 1 f69"/>
                            <a:gd name="f204" fmla="*/ f136 1 f68"/>
                            <a:gd name="f205" fmla="*/ f137 1 f69"/>
                            <a:gd name="f206" fmla="*/ f138 1 f68"/>
                            <a:gd name="f207" fmla="*/ f139 1 f69"/>
                            <a:gd name="f208" fmla="*/ f140 1 f68"/>
                            <a:gd name="f209" fmla="*/ f141 1 f69"/>
                            <a:gd name="f210" fmla="*/ f142 1 f68"/>
                            <a:gd name="f211" fmla="*/ f143 1 f69"/>
                            <a:gd name="f212" fmla="*/ f144 1 f68"/>
                            <a:gd name="f213" fmla="*/ f145 1 f69"/>
                            <a:gd name="f214" fmla="*/ f146 1 f68"/>
                            <a:gd name="f215" fmla="*/ f147 1 f69"/>
                            <a:gd name="f216" fmla="*/ f148 1 f68"/>
                            <a:gd name="f217" fmla="*/ f149 1 f69"/>
                            <a:gd name="f218" fmla="*/ f150 1 f68"/>
                            <a:gd name="f219" fmla="*/ f151 1 f69"/>
                            <a:gd name="f220" fmla="*/ f152 1 f69"/>
                            <a:gd name="f221" fmla="*/ f153 1 f68"/>
                            <a:gd name="f222" fmla="*/ f154 1 f69"/>
                            <a:gd name="f223" fmla="*/ f155 1 f68"/>
                            <a:gd name="f224" fmla="*/ f156 1 f69"/>
                            <a:gd name="f225" fmla="*/ f157 1 f68"/>
                            <a:gd name="f226" fmla="*/ f158 1 f69"/>
                            <a:gd name="f227" fmla="*/ f159 1 f68"/>
                            <a:gd name="f228" fmla="*/ f160 1 f69"/>
                            <a:gd name="f229" fmla="*/ f161 1 f68"/>
                            <a:gd name="f230" fmla="*/ f162 1 f69"/>
                            <a:gd name="f231" fmla="*/ f163 1 f68"/>
                            <a:gd name="f232" fmla="*/ f164 1 f69"/>
                            <a:gd name="f233" fmla="*/ f165 1 f68"/>
                            <a:gd name="f234" fmla="*/ f166 1 f69"/>
                            <a:gd name="f235" fmla="*/ f167 1 f68"/>
                            <a:gd name="f236" fmla="*/ f168 1 f69"/>
                            <a:gd name="f237" fmla="*/ f169 1 f68"/>
                            <a:gd name="f238" fmla="*/ f170 1 f69"/>
                            <a:gd name="f239" fmla="*/ f171 1 f68"/>
                            <a:gd name="f240" fmla="*/ f172 1 f69"/>
                            <a:gd name="f241" fmla="*/ f173 1 f68"/>
                            <a:gd name="f242" fmla="*/ f174 1 f69"/>
                            <a:gd name="f243" fmla="*/ f175 1 f68"/>
                            <a:gd name="f244" fmla="*/ f176 1 f69"/>
                            <a:gd name="f245" fmla="*/ f177 1 f68"/>
                            <a:gd name="f246" fmla="*/ f178 1 f69"/>
                            <a:gd name="f247" fmla="*/ f179 1 f68"/>
                            <a:gd name="f248" fmla="*/ f180 1 f69"/>
                            <a:gd name="f249" fmla="*/ f181 1 f68"/>
                            <a:gd name="f250" fmla="*/ f182 1 f68"/>
                            <a:gd name="f251" fmla="*/ f183 1 f69"/>
                            <a:gd name="f252" fmla="*/ f184 1 f68"/>
                            <a:gd name="f253" fmla="*/ f185 1 f69"/>
                            <a:gd name="f254" fmla="*/ f186 1 f68"/>
                            <a:gd name="f255" fmla="*/ f187 1 f69"/>
                            <a:gd name="f256" fmla="*/ f188 1 f68"/>
                            <a:gd name="f257" fmla="*/ f189 1 f69"/>
                            <a:gd name="f258" fmla="*/ f190 1 f68"/>
                            <a:gd name="f259" fmla="*/ f191 1 f69"/>
                            <a:gd name="f260" fmla="*/ f192 1 f68"/>
                            <a:gd name="f261" fmla="*/ f193 1 f69"/>
                            <a:gd name="f262" fmla="*/ f194 1 f68"/>
                            <a:gd name="f263" fmla="*/ f195 1 f69"/>
                            <a:gd name="f264" fmla="*/ f196 1 f68"/>
                            <a:gd name="f265" fmla="*/ f197 f63 1"/>
                            <a:gd name="f266" fmla="*/ f198 f63 1"/>
                            <a:gd name="f267" fmla="*/ f200 f64 1"/>
                            <a:gd name="f268" fmla="*/ f199 f64 1"/>
                            <a:gd name="f269" fmla="*/ f202 f63 1"/>
                            <a:gd name="f270" fmla="*/ f203 f64 1"/>
                            <a:gd name="f271" fmla="*/ f204 f63 1"/>
                            <a:gd name="f272" fmla="*/ f205 f64 1"/>
                            <a:gd name="f273" fmla="*/ f206 f63 1"/>
                            <a:gd name="f274" fmla="*/ f207 f64 1"/>
                            <a:gd name="f275" fmla="*/ f208 f63 1"/>
                            <a:gd name="f276" fmla="*/ f209 f64 1"/>
                            <a:gd name="f277" fmla="*/ f210 f63 1"/>
                            <a:gd name="f278" fmla="*/ f211 f64 1"/>
                            <a:gd name="f279" fmla="*/ f212 f63 1"/>
                            <a:gd name="f280" fmla="*/ f213 f64 1"/>
                            <a:gd name="f281" fmla="*/ f214 f63 1"/>
                            <a:gd name="f282" fmla="*/ f215 f64 1"/>
                            <a:gd name="f283" fmla="*/ f216 f63 1"/>
                            <a:gd name="f284" fmla="*/ f217 f64 1"/>
                            <a:gd name="f285" fmla="*/ f218 f63 1"/>
                            <a:gd name="f286" fmla="*/ f219 f64 1"/>
                            <a:gd name="f287" fmla="*/ f220 f64 1"/>
                            <a:gd name="f288" fmla="*/ f221 f63 1"/>
                            <a:gd name="f289" fmla="*/ f222 f64 1"/>
                            <a:gd name="f290" fmla="*/ f223 f63 1"/>
                            <a:gd name="f291" fmla="*/ f224 f64 1"/>
                            <a:gd name="f292" fmla="*/ f225 f63 1"/>
                            <a:gd name="f293" fmla="*/ f226 f64 1"/>
                            <a:gd name="f294" fmla="*/ f227 f63 1"/>
                            <a:gd name="f295" fmla="*/ f228 f64 1"/>
                            <a:gd name="f296" fmla="*/ f229 f63 1"/>
                            <a:gd name="f297" fmla="*/ f230 f64 1"/>
                            <a:gd name="f298" fmla="*/ f231 f63 1"/>
                            <a:gd name="f299" fmla="*/ f232 f64 1"/>
                            <a:gd name="f300" fmla="*/ f233 f63 1"/>
                            <a:gd name="f301" fmla="*/ f234 f64 1"/>
                            <a:gd name="f302" fmla="*/ f235 f63 1"/>
                            <a:gd name="f303" fmla="*/ f236 f64 1"/>
                            <a:gd name="f304" fmla="*/ f237 f63 1"/>
                            <a:gd name="f305" fmla="*/ f238 f64 1"/>
                            <a:gd name="f306" fmla="*/ f239 f63 1"/>
                            <a:gd name="f307" fmla="*/ f240 f64 1"/>
                            <a:gd name="f308" fmla="*/ f241 f63 1"/>
                            <a:gd name="f309" fmla="*/ f242 f64 1"/>
                            <a:gd name="f310" fmla="*/ f243 f63 1"/>
                            <a:gd name="f311" fmla="*/ f244 f64 1"/>
                            <a:gd name="f312" fmla="*/ f245 f63 1"/>
                            <a:gd name="f313" fmla="*/ f246 f64 1"/>
                            <a:gd name="f314" fmla="*/ f247 f63 1"/>
                            <a:gd name="f315" fmla="*/ f248 f64 1"/>
                            <a:gd name="f316" fmla="*/ f249 f63 1"/>
                            <a:gd name="f317" fmla="*/ f250 f63 1"/>
                            <a:gd name="f318" fmla="*/ f251 f64 1"/>
                            <a:gd name="f319" fmla="*/ f252 f63 1"/>
                            <a:gd name="f320" fmla="*/ f253 f64 1"/>
                            <a:gd name="f321" fmla="*/ f254 f63 1"/>
                            <a:gd name="f322" fmla="*/ f255 f64 1"/>
                            <a:gd name="f323" fmla="*/ f256 f63 1"/>
                            <a:gd name="f324" fmla="*/ f257 f64 1"/>
                            <a:gd name="f325" fmla="*/ f258 f63 1"/>
                            <a:gd name="f326" fmla="*/ f259 f64 1"/>
                            <a:gd name="f327" fmla="*/ f260 f63 1"/>
                            <a:gd name="f328" fmla="*/ f261 f64 1"/>
                            <a:gd name="f329" fmla="*/ f262 f63 1"/>
                            <a:gd name="f330" fmla="*/ f263 f64 1"/>
                            <a:gd name="f331" fmla="*/ f264 f63 1"/>
                          </a:gdLst>
                          <a:ahLst/>
                          <a:cxnLst>
                            <a:cxn ang="3cd4">
                              <a:pos x="hc" y="t"/>
                            </a:cxn>
                            <a:cxn ang="0">
                              <a:pos x="r" y="vc"/>
                            </a:cxn>
                            <a:cxn ang="cd4">
                              <a:pos x="hc" y="b"/>
                            </a:cxn>
                            <a:cxn ang="cd2">
                              <a:pos x="l" y="vc"/>
                            </a:cxn>
                            <a:cxn ang="f201">
                              <a:pos x="f269" y="f270"/>
                            </a:cxn>
                            <a:cxn ang="f201">
                              <a:pos x="f271" y="f272"/>
                            </a:cxn>
                            <a:cxn ang="f201">
                              <a:pos x="f273" y="f274"/>
                            </a:cxn>
                            <a:cxn ang="f201">
                              <a:pos x="f275" y="f276"/>
                            </a:cxn>
                            <a:cxn ang="f201">
                              <a:pos x="f277" y="f278"/>
                            </a:cxn>
                            <a:cxn ang="f201">
                              <a:pos x="f279" y="f280"/>
                            </a:cxn>
                            <a:cxn ang="f201">
                              <a:pos x="f281" y="f282"/>
                            </a:cxn>
                            <a:cxn ang="f201">
                              <a:pos x="f283" y="f284"/>
                            </a:cxn>
                            <a:cxn ang="f201">
                              <a:pos x="f285" y="f286"/>
                            </a:cxn>
                            <a:cxn ang="f201">
                              <a:pos x="f285" y="f287"/>
                            </a:cxn>
                            <a:cxn ang="f201">
                              <a:pos x="f288" y="f289"/>
                            </a:cxn>
                            <a:cxn ang="f201">
                              <a:pos x="f290" y="f291"/>
                            </a:cxn>
                            <a:cxn ang="f201">
                              <a:pos x="f292" y="f293"/>
                            </a:cxn>
                            <a:cxn ang="f201">
                              <a:pos x="f294" y="f295"/>
                            </a:cxn>
                            <a:cxn ang="f201">
                              <a:pos x="f296" y="f297"/>
                            </a:cxn>
                            <a:cxn ang="f201">
                              <a:pos x="f298" y="f299"/>
                            </a:cxn>
                            <a:cxn ang="f201">
                              <a:pos x="f300" y="f301"/>
                            </a:cxn>
                            <a:cxn ang="f201">
                              <a:pos x="f269" y="f301"/>
                            </a:cxn>
                            <a:cxn ang="f201">
                              <a:pos x="f302" y="f303"/>
                            </a:cxn>
                            <a:cxn ang="f201">
                              <a:pos x="f304" y="f305"/>
                            </a:cxn>
                            <a:cxn ang="f201">
                              <a:pos x="f306" y="f307"/>
                            </a:cxn>
                            <a:cxn ang="f201">
                              <a:pos x="f308" y="f309"/>
                            </a:cxn>
                            <a:cxn ang="f201">
                              <a:pos x="f310" y="f311"/>
                            </a:cxn>
                            <a:cxn ang="f201">
                              <a:pos x="f312" y="f313"/>
                            </a:cxn>
                            <a:cxn ang="f201">
                              <a:pos x="f314" y="f315"/>
                            </a:cxn>
                            <a:cxn ang="f201">
                              <a:pos x="f316" y="f286"/>
                            </a:cxn>
                            <a:cxn ang="f201">
                              <a:pos x="f317" y="f318"/>
                            </a:cxn>
                            <a:cxn ang="f201">
                              <a:pos x="f319" y="f320"/>
                            </a:cxn>
                            <a:cxn ang="f201">
                              <a:pos x="f321" y="f322"/>
                            </a:cxn>
                            <a:cxn ang="f201">
                              <a:pos x="f323" y="f324"/>
                            </a:cxn>
                            <a:cxn ang="f201">
                              <a:pos x="f325" y="f326"/>
                            </a:cxn>
                            <a:cxn ang="f201">
                              <a:pos x="f327" y="f328"/>
                            </a:cxn>
                            <a:cxn ang="f201">
                              <a:pos x="f329" y="f330"/>
                            </a:cxn>
                            <a:cxn ang="f201">
                              <a:pos x="f331" y="f270"/>
                            </a:cxn>
                          </a:cxnLst>
                          <a:rect l="f265" t="f268" r="f266" b="f267"/>
                          <a:pathLst>
                            <a:path w="725" h="715">
                              <a:moveTo>
                                <a:pt x="f8" y="f5"/>
                              </a:moveTo>
                              <a:lnTo>
                                <a:pt x="f8" y="f5"/>
                              </a:lnTo>
                              <a:lnTo>
                                <a:pt x="f9" y="f5"/>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7" y="f34"/>
                              </a:lnTo>
                              <a:lnTo>
                                <a:pt x="f6" y="f35"/>
                              </a:lnTo>
                              <a:lnTo>
                                <a:pt x="f6" y="f36"/>
                              </a:lnTo>
                              <a:lnTo>
                                <a:pt x="f6" y="f37"/>
                              </a:lnTo>
                              <a:lnTo>
                                <a:pt x="f7" y="f38"/>
                              </a:lnTo>
                              <a:lnTo>
                                <a:pt x="f32" y="f39"/>
                              </a:lnTo>
                              <a:lnTo>
                                <a:pt x="f30" y="f40"/>
                              </a:lnTo>
                              <a:lnTo>
                                <a:pt x="f28" y="f41"/>
                              </a:lnTo>
                              <a:lnTo>
                                <a:pt x="f26" y="f42"/>
                              </a:lnTo>
                              <a:lnTo>
                                <a:pt x="f24" y="f43"/>
                              </a:lnTo>
                              <a:lnTo>
                                <a:pt x="f22" y="f44"/>
                              </a:lnTo>
                              <a:lnTo>
                                <a:pt x="f20" y="f45"/>
                              </a:lnTo>
                              <a:lnTo>
                                <a:pt x="f18" y="f46"/>
                              </a:lnTo>
                              <a:lnTo>
                                <a:pt x="f16" y="f47"/>
                              </a:lnTo>
                              <a:lnTo>
                                <a:pt x="f14" y="f48"/>
                              </a:lnTo>
                              <a:lnTo>
                                <a:pt x="f12" y="f49"/>
                              </a:lnTo>
                              <a:lnTo>
                                <a:pt x="f10" y="f32"/>
                              </a:lnTo>
                              <a:lnTo>
                                <a:pt x="f9" y="f7"/>
                              </a:lnTo>
                              <a:lnTo>
                                <a:pt x="f8" y="f7"/>
                              </a:lnTo>
                              <a:lnTo>
                                <a:pt x="f50" y="f7"/>
                              </a:lnTo>
                              <a:lnTo>
                                <a:pt x="f51" y="f32"/>
                              </a:lnTo>
                              <a:lnTo>
                                <a:pt x="f52" y="f49"/>
                              </a:lnTo>
                              <a:lnTo>
                                <a:pt x="f53" y="f48"/>
                              </a:lnTo>
                              <a:lnTo>
                                <a:pt x="f54" y="f47"/>
                              </a:lnTo>
                              <a:lnTo>
                                <a:pt x="f55" y="f46"/>
                              </a:lnTo>
                              <a:lnTo>
                                <a:pt x="f56" y="f45"/>
                              </a:lnTo>
                              <a:lnTo>
                                <a:pt x="f57" y="f44"/>
                              </a:lnTo>
                              <a:lnTo>
                                <a:pt x="f58" y="f43"/>
                              </a:lnTo>
                              <a:lnTo>
                                <a:pt x="f59" y="f42"/>
                              </a:lnTo>
                              <a:lnTo>
                                <a:pt x="f17" y="f41"/>
                              </a:lnTo>
                              <a:lnTo>
                                <a:pt x="f15" y="f40"/>
                              </a:lnTo>
                              <a:lnTo>
                                <a:pt x="f60" y="f39"/>
                              </a:lnTo>
                              <a:lnTo>
                                <a:pt x="f61" y="f38"/>
                              </a:lnTo>
                              <a:lnTo>
                                <a:pt x="f11" y="f37"/>
                              </a:lnTo>
                              <a:lnTo>
                                <a:pt x="f5" y="f36"/>
                              </a:lnTo>
                              <a:lnTo>
                                <a:pt x="f11" y="f35"/>
                              </a:lnTo>
                              <a:lnTo>
                                <a:pt x="f61" y="f34"/>
                              </a:lnTo>
                              <a:lnTo>
                                <a:pt x="f60" y="f33"/>
                              </a:lnTo>
                              <a:lnTo>
                                <a:pt x="f15" y="f31"/>
                              </a:lnTo>
                              <a:lnTo>
                                <a:pt x="f17" y="f29"/>
                              </a:lnTo>
                              <a:lnTo>
                                <a:pt x="f59" y="f27"/>
                              </a:lnTo>
                              <a:lnTo>
                                <a:pt x="f58" y="f25"/>
                              </a:lnTo>
                              <a:lnTo>
                                <a:pt x="f57" y="f23"/>
                              </a:lnTo>
                              <a:lnTo>
                                <a:pt x="f56" y="f21"/>
                              </a:lnTo>
                              <a:lnTo>
                                <a:pt x="f55" y="f19"/>
                              </a:lnTo>
                              <a:lnTo>
                                <a:pt x="f54" y="f17"/>
                              </a:lnTo>
                              <a:lnTo>
                                <a:pt x="f53" y="f15"/>
                              </a:lnTo>
                              <a:lnTo>
                                <a:pt x="f52" y="f13"/>
                              </a:lnTo>
                              <a:lnTo>
                                <a:pt x="f51" y="f11"/>
                              </a:lnTo>
                              <a:lnTo>
                                <a:pt x="f50" y="f5"/>
                              </a:lnTo>
                              <a:lnTo>
                                <a:pt x="f8" y="f5"/>
                              </a:lnTo>
                              <a:close/>
                            </a:path>
                          </a:pathLst>
                        </a:custGeom>
                        <a:solidFill>
                          <a:srgbClr val="FFFFFF"/>
                        </a:solidFill>
                        <a:ln>
                          <a:noFill/>
                          <a:prstDash val="solid"/>
                        </a:ln>
                      </wps:spPr>
                      <wps:txbx>
                        <w:txbxContent>
                          <w:p w:rsidR="00CE2ADF" w:rsidRDefault="00CE2ADF"/>
                        </w:txbxContent>
                      </wps:txbx>
                      <wps:bodyPr vert="horz" wrap="square" lIns="0" tIns="0" rIns="0" bIns="0" anchor="t" anchorCtr="0" compatLnSpc="0"/>
                    </wps:wsp>
                    <wps:wsp>
                      <wps:cNvPr id="7" name="Freeform 64"/>
                      <wps:cNvSpPr/>
                      <wps:spPr>
                        <a:xfrm>
                          <a:off x="0" y="0"/>
                          <a:ext cx="460802" cy="453597"/>
                        </a:xfrm>
                        <a:custGeom>
                          <a:avLst/>
                          <a:gdLst>
                            <a:gd name="f0" fmla="val 10800000"/>
                            <a:gd name="f1" fmla="val 5400000"/>
                            <a:gd name="f2" fmla="val 180"/>
                            <a:gd name="f3" fmla="val w"/>
                            <a:gd name="f4" fmla="val h"/>
                            <a:gd name="f5" fmla="val 0"/>
                            <a:gd name="f6" fmla="val 725"/>
                            <a:gd name="f7" fmla="val 715"/>
                            <a:gd name="f8" fmla="val 365"/>
                            <a:gd name="f9" fmla="val 400"/>
                            <a:gd name="f10" fmla="val 435"/>
                            <a:gd name="f11" fmla="val 5"/>
                            <a:gd name="f12" fmla="val 470"/>
                            <a:gd name="f13" fmla="val 15"/>
                            <a:gd name="f14" fmla="val 505"/>
                            <a:gd name="f15" fmla="val 30"/>
                            <a:gd name="f16" fmla="val 535"/>
                            <a:gd name="f17" fmla="val 45"/>
                            <a:gd name="f18" fmla="val 565"/>
                            <a:gd name="f19" fmla="val 60"/>
                            <a:gd name="f20" fmla="val 595"/>
                            <a:gd name="f21" fmla="val 79"/>
                            <a:gd name="f22" fmla="val 620"/>
                            <a:gd name="f23" fmla="val 104"/>
                            <a:gd name="f24" fmla="val 640"/>
                            <a:gd name="f25" fmla="val 129"/>
                            <a:gd name="f26" fmla="val 665"/>
                            <a:gd name="f27" fmla="val 159"/>
                            <a:gd name="f28" fmla="val 680"/>
                            <a:gd name="f29" fmla="val 189"/>
                            <a:gd name="f30" fmla="val 695"/>
                            <a:gd name="f31" fmla="val 218"/>
                            <a:gd name="f32" fmla="val 710"/>
                            <a:gd name="f33" fmla="val 253"/>
                            <a:gd name="f34" fmla="val 288"/>
                            <a:gd name="f35" fmla="val 323"/>
                            <a:gd name="f36" fmla="val 358"/>
                            <a:gd name="f37" fmla="val 392"/>
                            <a:gd name="f38" fmla="val 432"/>
                            <a:gd name="f39" fmla="val 467"/>
                            <a:gd name="f40" fmla="val 497"/>
                            <a:gd name="f41" fmla="val 526"/>
                            <a:gd name="f42" fmla="val 556"/>
                            <a:gd name="f43" fmla="val 586"/>
                            <a:gd name="f44" fmla="val 611"/>
                            <a:gd name="f45" fmla="val 636"/>
                            <a:gd name="f46" fmla="val 655"/>
                            <a:gd name="f47" fmla="val 675"/>
                            <a:gd name="f48" fmla="val 690"/>
                            <a:gd name="f49" fmla="val 700"/>
                            <a:gd name="f50" fmla="val 325"/>
                            <a:gd name="f51" fmla="val 290"/>
                            <a:gd name="f52" fmla="val 255"/>
                            <a:gd name="f53" fmla="val 225"/>
                            <a:gd name="f54" fmla="val 190"/>
                            <a:gd name="f55" fmla="val 160"/>
                            <a:gd name="f56" fmla="val 135"/>
                            <a:gd name="f57" fmla="val 110"/>
                            <a:gd name="f58" fmla="val 85"/>
                            <a:gd name="f59" fmla="val 65"/>
                            <a:gd name="f60" fmla="val 20"/>
                            <a:gd name="f61" fmla="val 10"/>
                            <a:gd name="f62" fmla="+- 0 0 0"/>
                            <a:gd name="f63" fmla="*/ f3 1 725"/>
                            <a:gd name="f64" fmla="*/ f4 1 715"/>
                            <a:gd name="f65" fmla="+- f7 0 f5"/>
                            <a:gd name="f66" fmla="+- f6 0 f5"/>
                            <a:gd name="f67" fmla="*/ f62 f0 1"/>
                            <a:gd name="f68" fmla="*/ f66 1 725"/>
                            <a:gd name="f69" fmla="*/ f65 1 715"/>
                            <a:gd name="f70" fmla="*/ 365 f66 1"/>
                            <a:gd name="f71" fmla="*/ 0 f65 1"/>
                            <a:gd name="f72" fmla="*/ 435 f66 1"/>
                            <a:gd name="f73" fmla="*/ 5 f65 1"/>
                            <a:gd name="f74" fmla="*/ 505 f66 1"/>
                            <a:gd name="f75" fmla="*/ 30 f65 1"/>
                            <a:gd name="f76" fmla="*/ 565 f66 1"/>
                            <a:gd name="f77" fmla="*/ 60 f65 1"/>
                            <a:gd name="f78" fmla="*/ 620 f66 1"/>
                            <a:gd name="f79" fmla="*/ 104 f65 1"/>
                            <a:gd name="f80" fmla="*/ 665 f66 1"/>
                            <a:gd name="f81" fmla="*/ 159 f65 1"/>
                            <a:gd name="f82" fmla="*/ 695 f66 1"/>
                            <a:gd name="f83" fmla="*/ 218 f65 1"/>
                            <a:gd name="f84" fmla="*/ 715 f66 1"/>
                            <a:gd name="f85" fmla="*/ 288 f65 1"/>
                            <a:gd name="f86" fmla="*/ 725 f66 1"/>
                            <a:gd name="f87" fmla="*/ 358 f65 1"/>
                            <a:gd name="f88" fmla="*/ 392 f65 1"/>
                            <a:gd name="f89" fmla="*/ 710 f66 1"/>
                            <a:gd name="f90" fmla="*/ 467 f65 1"/>
                            <a:gd name="f91" fmla="*/ 680 f66 1"/>
                            <a:gd name="f92" fmla="*/ 526 f65 1"/>
                            <a:gd name="f93" fmla="*/ 640 f66 1"/>
                            <a:gd name="f94" fmla="*/ 586 f65 1"/>
                            <a:gd name="f95" fmla="*/ 595 f66 1"/>
                            <a:gd name="f96" fmla="*/ 636 f65 1"/>
                            <a:gd name="f97" fmla="*/ 535 f66 1"/>
                            <a:gd name="f98" fmla="*/ 675 f65 1"/>
                            <a:gd name="f99" fmla="*/ 470 f66 1"/>
                            <a:gd name="f100" fmla="*/ 700 f65 1"/>
                            <a:gd name="f101" fmla="*/ 400 f66 1"/>
                            <a:gd name="f102" fmla="*/ 715 f65 1"/>
                            <a:gd name="f103" fmla="*/ 290 f66 1"/>
                            <a:gd name="f104" fmla="*/ 710 f65 1"/>
                            <a:gd name="f105" fmla="*/ 225 f66 1"/>
                            <a:gd name="f106" fmla="*/ 690 f65 1"/>
                            <a:gd name="f107" fmla="*/ 160 f66 1"/>
                            <a:gd name="f108" fmla="*/ 655 f65 1"/>
                            <a:gd name="f109" fmla="*/ 110 f66 1"/>
                            <a:gd name="f110" fmla="*/ 611 f65 1"/>
                            <a:gd name="f111" fmla="*/ 65 f66 1"/>
                            <a:gd name="f112" fmla="*/ 556 f65 1"/>
                            <a:gd name="f113" fmla="*/ 30 f66 1"/>
                            <a:gd name="f114" fmla="*/ 497 f65 1"/>
                            <a:gd name="f115" fmla="*/ 10 f66 1"/>
                            <a:gd name="f116" fmla="*/ 432 f65 1"/>
                            <a:gd name="f117" fmla="*/ 0 f66 1"/>
                            <a:gd name="f118" fmla="*/ 5 f66 1"/>
                            <a:gd name="f119" fmla="*/ 323 f65 1"/>
                            <a:gd name="f120" fmla="*/ 20 f66 1"/>
                            <a:gd name="f121" fmla="*/ 253 f65 1"/>
                            <a:gd name="f122" fmla="*/ 45 f66 1"/>
                            <a:gd name="f123" fmla="*/ 189 f65 1"/>
                            <a:gd name="f124" fmla="*/ 85 f66 1"/>
                            <a:gd name="f125" fmla="*/ 129 f65 1"/>
                            <a:gd name="f126" fmla="*/ 135 f66 1"/>
                            <a:gd name="f127" fmla="*/ 79 f65 1"/>
                            <a:gd name="f128" fmla="*/ 190 f66 1"/>
                            <a:gd name="f129" fmla="*/ 45 f65 1"/>
                            <a:gd name="f130" fmla="*/ 255 f66 1"/>
                            <a:gd name="f131" fmla="*/ 15 f65 1"/>
                            <a:gd name="f132" fmla="*/ 325 f66 1"/>
                            <a:gd name="f133" fmla="*/ f67 1 f2"/>
                            <a:gd name="f134" fmla="*/ f70 1 725"/>
                            <a:gd name="f135" fmla="*/ f71 1 715"/>
                            <a:gd name="f136" fmla="*/ f72 1 725"/>
                            <a:gd name="f137" fmla="*/ f73 1 715"/>
                            <a:gd name="f138" fmla="*/ f74 1 725"/>
                            <a:gd name="f139" fmla="*/ f75 1 715"/>
                            <a:gd name="f140" fmla="*/ f76 1 725"/>
                            <a:gd name="f141" fmla="*/ f77 1 715"/>
                            <a:gd name="f142" fmla="*/ f78 1 725"/>
                            <a:gd name="f143" fmla="*/ f79 1 715"/>
                            <a:gd name="f144" fmla="*/ f80 1 725"/>
                            <a:gd name="f145" fmla="*/ f81 1 715"/>
                            <a:gd name="f146" fmla="*/ f82 1 725"/>
                            <a:gd name="f147" fmla="*/ f83 1 715"/>
                            <a:gd name="f148" fmla="*/ f84 1 725"/>
                            <a:gd name="f149" fmla="*/ f85 1 715"/>
                            <a:gd name="f150" fmla="*/ f86 1 725"/>
                            <a:gd name="f151" fmla="*/ f87 1 715"/>
                            <a:gd name="f152" fmla="*/ f88 1 715"/>
                            <a:gd name="f153" fmla="*/ f89 1 725"/>
                            <a:gd name="f154" fmla="*/ f90 1 715"/>
                            <a:gd name="f155" fmla="*/ f91 1 725"/>
                            <a:gd name="f156" fmla="*/ f92 1 715"/>
                            <a:gd name="f157" fmla="*/ f93 1 725"/>
                            <a:gd name="f158" fmla="*/ f94 1 715"/>
                            <a:gd name="f159" fmla="*/ f95 1 725"/>
                            <a:gd name="f160" fmla="*/ f96 1 715"/>
                            <a:gd name="f161" fmla="*/ f97 1 725"/>
                            <a:gd name="f162" fmla="*/ f98 1 715"/>
                            <a:gd name="f163" fmla="*/ f99 1 725"/>
                            <a:gd name="f164" fmla="*/ f100 1 715"/>
                            <a:gd name="f165" fmla="*/ f101 1 725"/>
                            <a:gd name="f166" fmla="*/ f102 1 715"/>
                            <a:gd name="f167" fmla="*/ f103 1 725"/>
                            <a:gd name="f168" fmla="*/ f104 1 715"/>
                            <a:gd name="f169" fmla="*/ f105 1 725"/>
                            <a:gd name="f170" fmla="*/ f106 1 715"/>
                            <a:gd name="f171" fmla="*/ f107 1 725"/>
                            <a:gd name="f172" fmla="*/ f108 1 715"/>
                            <a:gd name="f173" fmla="*/ f109 1 725"/>
                            <a:gd name="f174" fmla="*/ f110 1 715"/>
                            <a:gd name="f175" fmla="*/ f111 1 725"/>
                            <a:gd name="f176" fmla="*/ f112 1 715"/>
                            <a:gd name="f177" fmla="*/ f113 1 725"/>
                            <a:gd name="f178" fmla="*/ f114 1 715"/>
                            <a:gd name="f179" fmla="*/ f115 1 725"/>
                            <a:gd name="f180" fmla="*/ f116 1 715"/>
                            <a:gd name="f181" fmla="*/ f117 1 725"/>
                            <a:gd name="f182" fmla="*/ f118 1 725"/>
                            <a:gd name="f183" fmla="*/ f119 1 715"/>
                            <a:gd name="f184" fmla="*/ f120 1 725"/>
                            <a:gd name="f185" fmla="*/ f121 1 715"/>
                            <a:gd name="f186" fmla="*/ f122 1 725"/>
                            <a:gd name="f187" fmla="*/ f123 1 715"/>
                            <a:gd name="f188" fmla="*/ f124 1 725"/>
                            <a:gd name="f189" fmla="*/ f125 1 715"/>
                            <a:gd name="f190" fmla="*/ f126 1 725"/>
                            <a:gd name="f191" fmla="*/ f127 1 715"/>
                            <a:gd name="f192" fmla="*/ f128 1 725"/>
                            <a:gd name="f193" fmla="*/ f129 1 715"/>
                            <a:gd name="f194" fmla="*/ f130 1 725"/>
                            <a:gd name="f195" fmla="*/ f131 1 715"/>
                            <a:gd name="f196" fmla="*/ f132 1 725"/>
                            <a:gd name="f197" fmla="*/ 0 1 f68"/>
                            <a:gd name="f198" fmla="*/ f6 1 f68"/>
                            <a:gd name="f199" fmla="*/ 0 1 f69"/>
                            <a:gd name="f200" fmla="*/ f7 1 f69"/>
                            <a:gd name="f201" fmla="+- f133 0 f1"/>
                            <a:gd name="f202" fmla="*/ f134 1 f68"/>
                            <a:gd name="f203" fmla="*/ f135 1 f69"/>
                            <a:gd name="f204" fmla="*/ f136 1 f68"/>
                            <a:gd name="f205" fmla="*/ f137 1 f69"/>
                            <a:gd name="f206" fmla="*/ f138 1 f68"/>
                            <a:gd name="f207" fmla="*/ f139 1 f69"/>
                            <a:gd name="f208" fmla="*/ f140 1 f68"/>
                            <a:gd name="f209" fmla="*/ f141 1 f69"/>
                            <a:gd name="f210" fmla="*/ f142 1 f68"/>
                            <a:gd name="f211" fmla="*/ f143 1 f69"/>
                            <a:gd name="f212" fmla="*/ f144 1 f68"/>
                            <a:gd name="f213" fmla="*/ f145 1 f69"/>
                            <a:gd name="f214" fmla="*/ f146 1 f68"/>
                            <a:gd name="f215" fmla="*/ f147 1 f69"/>
                            <a:gd name="f216" fmla="*/ f148 1 f68"/>
                            <a:gd name="f217" fmla="*/ f149 1 f69"/>
                            <a:gd name="f218" fmla="*/ f150 1 f68"/>
                            <a:gd name="f219" fmla="*/ f151 1 f69"/>
                            <a:gd name="f220" fmla="*/ f152 1 f69"/>
                            <a:gd name="f221" fmla="*/ f153 1 f68"/>
                            <a:gd name="f222" fmla="*/ f154 1 f69"/>
                            <a:gd name="f223" fmla="*/ f155 1 f68"/>
                            <a:gd name="f224" fmla="*/ f156 1 f69"/>
                            <a:gd name="f225" fmla="*/ f157 1 f68"/>
                            <a:gd name="f226" fmla="*/ f158 1 f69"/>
                            <a:gd name="f227" fmla="*/ f159 1 f68"/>
                            <a:gd name="f228" fmla="*/ f160 1 f69"/>
                            <a:gd name="f229" fmla="*/ f161 1 f68"/>
                            <a:gd name="f230" fmla="*/ f162 1 f69"/>
                            <a:gd name="f231" fmla="*/ f163 1 f68"/>
                            <a:gd name="f232" fmla="*/ f164 1 f69"/>
                            <a:gd name="f233" fmla="*/ f165 1 f68"/>
                            <a:gd name="f234" fmla="*/ f166 1 f69"/>
                            <a:gd name="f235" fmla="*/ f167 1 f68"/>
                            <a:gd name="f236" fmla="*/ f168 1 f69"/>
                            <a:gd name="f237" fmla="*/ f169 1 f68"/>
                            <a:gd name="f238" fmla="*/ f170 1 f69"/>
                            <a:gd name="f239" fmla="*/ f171 1 f68"/>
                            <a:gd name="f240" fmla="*/ f172 1 f69"/>
                            <a:gd name="f241" fmla="*/ f173 1 f68"/>
                            <a:gd name="f242" fmla="*/ f174 1 f69"/>
                            <a:gd name="f243" fmla="*/ f175 1 f68"/>
                            <a:gd name="f244" fmla="*/ f176 1 f69"/>
                            <a:gd name="f245" fmla="*/ f177 1 f68"/>
                            <a:gd name="f246" fmla="*/ f178 1 f69"/>
                            <a:gd name="f247" fmla="*/ f179 1 f68"/>
                            <a:gd name="f248" fmla="*/ f180 1 f69"/>
                            <a:gd name="f249" fmla="*/ f181 1 f68"/>
                            <a:gd name="f250" fmla="*/ f182 1 f68"/>
                            <a:gd name="f251" fmla="*/ f183 1 f69"/>
                            <a:gd name="f252" fmla="*/ f184 1 f68"/>
                            <a:gd name="f253" fmla="*/ f185 1 f69"/>
                            <a:gd name="f254" fmla="*/ f186 1 f68"/>
                            <a:gd name="f255" fmla="*/ f187 1 f69"/>
                            <a:gd name="f256" fmla="*/ f188 1 f68"/>
                            <a:gd name="f257" fmla="*/ f189 1 f69"/>
                            <a:gd name="f258" fmla="*/ f190 1 f68"/>
                            <a:gd name="f259" fmla="*/ f191 1 f69"/>
                            <a:gd name="f260" fmla="*/ f192 1 f68"/>
                            <a:gd name="f261" fmla="*/ f193 1 f69"/>
                            <a:gd name="f262" fmla="*/ f194 1 f68"/>
                            <a:gd name="f263" fmla="*/ f195 1 f69"/>
                            <a:gd name="f264" fmla="*/ f196 1 f68"/>
                            <a:gd name="f265" fmla="*/ f197 f63 1"/>
                            <a:gd name="f266" fmla="*/ f198 f63 1"/>
                            <a:gd name="f267" fmla="*/ f200 f64 1"/>
                            <a:gd name="f268" fmla="*/ f199 f64 1"/>
                            <a:gd name="f269" fmla="*/ f202 f63 1"/>
                            <a:gd name="f270" fmla="*/ f203 f64 1"/>
                            <a:gd name="f271" fmla="*/ f204 f63 1"/>
                            <a:gd name="f272" fmla="*/ f205 f64 1"/>
                            <a:gd name="f273" fmla="*/ f206 f63 1"/>
                            <a:gd name="f274" fmla="*/ f207 f64 1"/>
                            <a:gd name="f275" fmla="*/ f208 f63 1"/>
                            <a:gd name="f276" fmla="*/ f209 f64 1"/>
                            <a:gd name="f277" fmla="*/ f210 f63 1"/>
                            <a:gd name="f278" fmla="*/ f211 f64 1"/>
                            <a:gd name="f279" fmla="*/ f212 f63 1"/>
                            <a:gd name="f280" fmla="*/ f213 f64 1"/>
                            <a:gd name="f281" fmla="*/ f214 f63 1"/>
                            <a:gd name="f282" fmla="*/ f215 f64 1"/>
                            <a:gd name="f283" fmla="*/ f216 f63 1"/>
                            <a:gd name="f284" fmla="*/ f217 f64 1"/>
                            <a:gd name="f285" fmla="*/ f218 f63 1"/>
                            <a:gd name="f286" fmla="*/ f219 f64 1"/>
                            <a:gd name="f287" fmla="*/ f220 f64 1"/>
                            <a:gd name="f288" fmla="*/ f221 f63 1"/>
                            <a:gd name="f289" fmla="*/ f222 f64 1"/>
                            <a:gd name="f290" fmla="*/ f223 f63 1"/>
                            <a:gd name="f291" fmla="*/ f224 f64 1"/>
                            <a:gd name="f292" fmla="*/ f225 f63 1"/>
                            <a:gd name="f293" fmla="*/ f226 f64 1"/>
                            <a:gd name="f294" fmla="*/ f227 f63 1"/>
                            <a:gd name="f295" fmla="*/ f228 f64 1"/>
                            <a:gd name="f296" fmla="*/ f229 f63 1"/>
                            <a:gd name="f297" fmla="*/ f230 f64 1"/>
                            <a:gd name="f298" fmla="*/ f231 f63 1"/>
                            <a:gd name="f299" fmla="*/ f232 f64 1"/>
                            <a:gd name="f300" fmla="*/ f233 f63 1"/>
                            <a:gd name="f301" fmla="*/ f234 f64 1"/>
                            <a:gd name="f302" fmla="*/ f235 f63 1"/>
                            <a:gd name="f303" fmla="*/ f236 f64 1"/>
                            <a:gd name="f304" fmla="*/ f237 f63 1"/>
                            <a:gd name="f305" fmla="*/ f238 f64 1"/>
                            <a:gd name="f306" fmla="*/ f239 f63 1"/>
                            <a:gd name="f307" fmla="*/ f240 f64 1"/>
                            <a:gd name="f308" fmla="*/ f241 f63 1"/>
                            <a:gd name="f309" fmla="*/ f242 f64 1"/>
                            <a:gd name="f310" fmla="*/ f243 f63 1"/>
                            <a:gd name="f311" fmla="*/ f244 f64 1"/>
                            <a:gd name="f312" fmla="*/ f245 f63 1"/>
                            <a:gd name="f313" fmla="*/ f246 f64 1"/>
                            <a:gd name="f314" fmla="*/ f247 f63 1"/>
                            <a:gd name="f315" fmla="*/ f248 f64 1"/>
                            <a:gd name="f316" fmla="*/ f249 f63 1"/>
                            <a:gd name="f317" fmla="*/ f250 f63 1"/>
                            <a:gd name="f318" fmla="*/ f251 f64 1"/>
                            <a:gd name="f319" fmla="*/ f252 f63 1"/>
                            <a:gd name="f320" fmla="*/ f253 f64 1"/>
                            <a:gd name="f321" fmla="*/ f254 f63 1"/>
                            <a:gd name="f322" fmla="*/ f255 f64 1"/>
                            <a:gd name="f323" fmla="*/ f256 f63 1"/>
                            <a:gd name="f324" fmla="*/ f257 f64 1"/>
                            <a:gd name="f325" fmla="*/ f258 f63 1"/>
                            <a:gd name="f326" fmla="*/ f259 f64 1"/>
                            <a:gd name="f327" fmla="*/ f260 f63 1"/>
                            <a:gd name="f328" fmla="*/ f261 f64 1"/>
                            <a:gd name="f329" fmla="*/ f262 f63 1"/>
                            <a:gd name="f330" fmla="*/ f263 f64 1"/>
                            <a:gd name="f331" fmla="*/ f264 f63 1"/>
                          </a:gdLst>
                          <a:ahLst/>
                          <a:cxnLst>
                            <a:cxn ang="3cd4">
                              <a:pos x="hc" y="t"/>
                            </a:cxn>
                            <a:cxn ang="0">
                              <a:pos x="r" y="vc"/>
                            </a:cxn>
                            <a:cxn ang="cd4">
                              <a:pos x="hc" y="b"/>
                            </a:cxn>
                            <a:cxn ang="cd2">
                              <a:pos x="l" y="vc"/>
                            </a:cxn>
                            <a:cxn ang="f201">
                              <a:pos x="f269" y="f270"/>
                            </a:cxn>
                            <a:cxn ang="f201">
                              <a:pos x="f271" y="f272"/>
                            </a:cxn>
                            <a:cxn ang="f201">
                              <a:pos x="f273" y="f274"/>
                            </a:cxn>
                            <a:cxn ang="f201">
                              <a:pos x="f275" y="f276"/>
                            </a:cxn>
                            <a:cxn ang="f201">
                              <a:pos x="f277" y="f278"/>
                            </a:cxn>
                            <a:cxn ang="f201">
                              <a:pos x="f279" y="f280"/>
                            </a:cxn>
                            <a:cxn ang="f201">
                              <a:pos x="f281" y="f282"/>
                            </a:cxn>
                            <a:cxn ang="f201">
                              <a:pos x="f283" y="f284"/>
                            </a:cxn>
                            <a:cxn ang="f201">
                              <a:pos x="f285" y="f286"/>
                            </a:cxn>
                            <a:cxn ang="f201">
                              <a:pos x="f285" y="f287"/>
                            </a:cxn>
                            <a:cxn ang="f201">
                              <a:pos x="f288" y="f289"/>
                            </a:cxn>
                            <a:cxn ang="f201">
                              <a:pos x="f290" y="f291"/>
                            </a:cxn>
                            <a:cxn ang="f201">
                              <a:pos x="f292" y="f293"/>
                            </a:cxn>
                            <a:cxn ang="f201">
                              <a:pos x="f294" y="f295"/>
                            </a:cxn>
                            <a:cxn ang="f201">
                              <a:pos x="f296" y="f297"/>
                            </a:cxn>
                            <a:cxn ang="f201">
                              <a:pos x="f298" y="f299"/>
                            </a:cxn>
                            <a:cxn ang="f201">
                              <a:pos x="f300" y="f301"/>
                            </a:cxn>
                            <a:cxn ang="f201">
                              <a:pos x="f269" y="f301"/>
                            </a:cxn>
                            <a:cxn ang="f201">
                              <a:pos x="f302" y="f303"/>
                            </a:cxn>
                            <a:cxn ang="f201">
                              <a:pos x="f304" y="f305"/>
                            </a:cxn>
                            <a:cxn ang="f201">
                              <a:pos x="f306" y="f307"/>
                            </a:cxn>
                            <a:cxn ang="f201">
                              <a:pos x="f308" y="f309"/>
                            </a:cxn>
                            <a:cxn ang="f201">
                              <a:pos x="f310" y="f311"/>
                            </a:cxn>
                            <a:cxn ang="f201">
                              <a:pos x="f312" y="f313"/>
                            </a:cxn>
                            <a:cxn ang="f201">
                              <a:pos x="f314" y="f315"/>
                            </a:cxn>
                            <a:cxn ang="f201">
                              <a:pos x="f316" y="f286"/>
                            </a:cxn>
                            <a:cxn ang="f201">
                              <a:pos x="f317" y="f318"/>
                            </a:cxn>
                            <a:cxn ang="f201">
                              <a:pos x="f319" y="f320"/>
                            </a:cxn>
                            <a:cxn ang="f201">
                              <a:pos x="f321" y="f322"/>
                            </a:cxn>
                            <a:cxn ang="f201">
                              <a:pos x="f323" y="f324"/>
                            </a:cxn>
                            <a:cxn ang="f201">
                              <a:pos x="f325" y="f326"/>
                            </a:cxn>
                            <a:cxn ang="f201">
                              <a:pos x="f327" y="f328"/>
                            </a:cxn>
                            <a:cxn ang="f201">
                              <a:pos x="f329" y="f330"/>
                            </a:cxn>
                            <a:cxn ang="f201">
                              <a:pos x="f331" y="f270"/>
                            </a:cxn>
                          </a:cxnLst>
                          <a:rect l="f265" t="f268" r="f266" b="f267"/>
                          <a:pathLst>
                            <a:path w="725" h="715">
                              <a:moveTo>
                                <a:pt x="f8" y="f5"/>
                              </a:moveTo>
                              <a:lnTo>
                                <a:pt x="f8" y="f5"/>
                              </a:lnTo>
                              <a:lnTo>
                                <a:pt x="f9" y="f5"/>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7" y="f34"/>
                              </a:lnTo>
                              <a:lnTo>
                                <a:pt x="f6" y="f35"/>
                              </a:lnTo>
                              <a:lnTo>
                                <a:pt x="f6" y="f36"/>
                              </a:lnTo>
                              <a:lnTo>
                                <a:pt x="f6" y="f37"/>
                              </a:lnTo>
                              <a:lnTo>
                                <a:pt x="f7" y="f38"/>
                              </a:lnTo>
                              <a:lnTo>
                                <a:pt x="f32" y="f39"/>
                              </a:lnTo>
                              <a:lnTo>
                                <a:pt x="f30" y="f40"/>
                              </a:lnTo>
                              <a:lnTo>
                                <a:pt x="f28" y="f41"/>
                              </a:lnTo>
                              <a:lnTo>
                                <a:pt x="f26" y="f42"/>
                              </a:lnTo>
                              <a:lnTo>
                                <a:pt x="f24" y="f43"/>
                              </a:lnTo>
                              <a:lnTo>
                                <a:pt x="f22" y="f44"/>
                              </a:lnTo>
                              <a:lnTo>
                                <a:pt x="f20" y="f45"/>
                              </a:lnTo>
                              <a:lnTo>
                                <a:pt x="f18" y="f46"/>
                              </a:lnTo>
                              <a:lnTo>
                                <a:pt x="f16" y="f47"/>
                              </a:lnTo>
                              <a:lnTo>
                                <a:pt x="f14" y="f48"/>
                              </a:lnTo>
                              <a:lnTo>
                                <a:pt x="f12" y="f49"/>
                              </a:lnTo>
                              <a:lnTo>
                                <a:pt x="f10" y="f32"/>
                              </a:lnTo>
                              <a:lnTo>
                                <a:pt x="f9" y="f7"/>
                              </a:lnTo>
                              <a:lnTo>
                                <a:pt x="f8" y="f7"/>
                              </a:lnTo>
                              <a:lnTo>
                                <a:pt x="f50" y="f7"/>
                              </a:lnTo>
                              <a:lnTo>
                                <a:pt x="f51" y="f32"/>
                              </a:lnTo>
                              <a:lnTo>
                                <a:pt x="f52" y="f49"/>
                              </a:lnTo>
                              <a:lnTo>
                                <a:pt x="f53" y="f48"/>
                              </a:lnTo>
                              <a:lnTo>
                                <a:pt x="f54" y="f47"/>
                              </a:lnTo>
                              <a:lnTo>
                                <a:pt x="f55" y="f46"/>
                              </a:lnTo>
                              <a:lnTo>
                                <a:pt x="f56" y="f45"/>
                              </a:lnTo>
                              <a:lnTo>
                                <a:pt x="f57" y="f44"/>
                              </a:lnTo>
                              <a:lnTo>
                                <a:pt x="f58" y="f43"/>
                              </a:lnTo>
                              <a:lnTo>
                                <a:pt x="f59" y="f42"/>
                              </a:lnTo>
                              <a:lnTo>
                                <a:pt x="f17" y="f41"/>
                              </a:lnTo>
                              <a:lnTo>
                                <a:pt x="f15" y="f40"/>
                              </a:lnTo>
                              <a:lnTo>
                                <a:pt x="f60" y="f39"/>
                              </a:lnTo>
                              <a:lnTo>
                                <a:pt x="f61" y="f38"/>
                              </a:lnTo>
                              <a:lnTo>
                                <a:pt x="f11" y="f37"/>
                              </a:lnTo>
                              <a:lnTo>
                                <a:pt x="f5" y="f36"/>
                              </a:lnTo>
                              <a:lnTo>
                                <a:pt x="f11" y="f35"/>
                              </a:lnTo>
                              <a:lnTo>
                                <a:pt x="f61" y="f34"/>
                              </a:lnTo>
                              <a:lnTo>
                                <a:pt x="f60" y="f33"/>
                              </a:lnTo>
                              <a:lnTo>
                                <a:pt x="f15" y="f31"/>
                              </a:lnTo>
                              <a:lnTo>
                                <a:pt x="f17" y="f29"/>
                              </a:lnTo>
                              <a:lnTo>
                                <a:pt x="f59" y="f27"/>
                              </a:lnTo>
                              <a:lnTo>
                                <a:pt x="f58" y="f25"/>
                              </a:lnTo>
                              <a:lnTo>
                                <a:pt x="f57" y="f23"/>
                              </a:lnTo>
                              <a:lnTo>
                                <a:pt x="f56" y="f21"/>
                              </a:lnTo>
                              <a:lnTo>
                                <a:pt x="f55" y="f19"/>
                              </a:lnTo>
                              <a:lnTo>
                                <a:pt x="f54" y="f17"/>
                              </a:lnTo>
                              <a:lnTo>
                                <a:pt x="f53" y="f15"/>
                              </a:lnTo>
                              <a:lnTo>
                                <a:pt x="f52" y="f13"/>
                              </a:lnTo>
                              <a:lnTo>
                                <a:pt x="f51" y="f11"/>
                              </a:lnTo>
                              <a:lnTo>
                                <a:pt x="f50" y="f5"/>
                              </a:lnTo>
                              <a:lnTo>
                                <a:pt x="f8" y="f5"/>
                              </a:lnTo>
                            </a:path>
                          </a:pathLst>
                        </a:custGeom>
                        <a:noFill/>
                        <a:ln>
                          <a:noFill/>
                          <a:prstDash val="solid"/>
                        </a:ln>
                      </wps:spPr>
                      <wps:txbx>
                        <w:txbxContent>
                          <w:p w:rsidR="00CE2ADF" w:rsidRDefault="00CE2ADF"/>
                        </w:txbxContent>
                      </wps:txbx>
                      <wps:bodyPr vert="horz" wrap="square" lIns="0" tIns="0" rIns="0" bIns="0" anchor="t" anchorCtr="0" compatLnSpc="0"/>
                    </wps:wsp>
                    <wps:wsp>
                      <wps:cNvPr id="8" name="Freeform 65"/>
                      <wps:cNvSpPr/>
                      <wps:spPr>
                        <a:xfrm>
                          <a:off x="69841" y="69119"/>
                          <a:ext cx="329760" cy="328681"/>
                        </a:xfrm>
                        <a:custGeom>
                          <a:avLst/>
                          <a:gdLst>
                            <a:gd name="f0" fmla="val 10800000"/>
                            <a:gd name="f1" fmla="val 5400000"/>
                            <a:gd name="f2" fmla="val 360"/>
                            <a:gd name="f3" fmla="val 180"/>
                            <a:gd name="f4" fmla="val w"/>
                            <a:gd name="f5" fmla="val h"/>
                            <a:gd name="f6" fmla="val 0"/>
                            <a:gd name="f7" fmla="val 520"/>
                            <a:gd name="f8" fmla="val 517"/>
                            <a:gd name="f9" fmla="val 260"/>
                            <a:gd name="f10" fmla="val 310"/>
                            <a:gd name="f11" fmla="val 5"/>
                            <a:gd name="f12" fmla="val 20"/>
                            <a:gd name="f13" fmla="val 405"/>
                            <a:gd name="f14" fmla="val 45"/>
                            <a:gd name="f15" fmla="val 440"/>
                            <a:gd name="f16" fmla="val 75"/>
                            <a:gd name="f17" fmla="val 475"/>
                            <a:gd name="f18" fmla="val 114"/>
                            <a:gd name="f19" fmla="val 495"/>
                            <a:gd name="f20" fmla="val 159"/>
                            <a:gd name="f21" fmla="val 510"/>
                            <a:gd name="f22" fmla="val 209"/>
                            <a:gd name="f23" fmla="val 259"/>
                            <a:gd name="f24" fmla="val 313"/>
                            <a:gd name="f25" fmla="val 358"/>
                            <a:gd name="f26" fmla="val 403"/>
                            <a:gd name="f27" fmla="val 442"/>
                            <a:gd name="f28" fmla="val 472"/>
                            <a:gd name="f29" fmla="val 497"/>
                            <a:gd name="f30" fmla="val 512"/>
                            <a:gd name="f31" fmla="val 205"/>
                            <a:gd name="f32" fmla="val 155"/>
                            <a:gd name="f33" fmla="val 115"/>
                            <a:gd name="f34" fmla="+- 0 0 0"/>
                            <a:gd name="f35" fmla="*/ f4 1 520"/>
                            <a:gd name="f36" fmla="*/ f5 1 517"/>
                            <a:gd name="f37" fmla="+- f8 0 f6"/>
                            <a:gd name="f38" fmla="+- f7 0 f6"/>
                            <a:gd name="f39" fmla="*/ f34 f0 1"/>
                            <a:gd name="f40" fmla="*/ f38 1 520"/>
                            <a:gd name="f41" fmla="*/ f37 1 517"/>
                            <a:gd name="f42" fmla="*/ 260 f38 1"/>
                            <a:gd name="f43" fmla="*/ 0 f37 1"/>
                            <a:gd name="f44" fmla="*/ 310 f38 1"/>
                            <a:gd name="f45" fmla="*/ 5 f37 1"/>
                            <a:gd name="f46" fmla="*/ 360 f38 1"/>
                            <a:gd name="f47" fmla="*/ 20 f37 1"/>
                            <a:gd name="f48" fmla="*/ 405 f38 1"/>
                            <a:gd name="f49" fmla="*/ 45 f37 1"/>
                            <a:gd name="f50" fmla="*/ 440 f38 1"/>
                            <a:gd name="f51" fmla="*/ 75 f37 1"/>
                            <a:gd name="f52" fmla="*/ 475 f38 1"/>
                            <a:gd name="f53" fmla="*/ 114 f37 1"/>
                            <a:gd name="f54" fmla="*/ 495 f38 1"/>
                            <a:gd name="f55" fmla="*/ 159 f37 1"/>
                            <a:gd name="f56" fmla="*/ 510 f38 1"/>
                            <a:gd name="f57" fmla="*/ 209 f37 1"/>
                            <a:gd name="f58" fmla="*/ 520 f38 1"/>
                            <a:gd name="f59" fmla="*/ 259 f37 1"/>
                            <a:gd name="f60" fmla="*/ 313 f37 1"/>
                            <a:gd name="f61" fmla="*/ 358 f37 1"/>
                            <a:gd name="f62" fmla="*/ 403 f37 1"/>
                            <a:gd name="f63" fmla="*/ 442 f37 1"/>
                            <a:gd name="f64" fmla="*/ 472 f37 1"/>
                            <a:gd name="f65" fmla="*/ 497 f37 1"/>
                            <a:gd name="f66" fmla="*/ 512 f37 1"/>
                            <a:gd name="f67" fmla="*/ 517 f37 1"/>
                            <a:gd name="f68" fmla="*/ 205 f38 1"/>
                            <a:gd name="f69" fmla="*/ 155 f38 1"/>
                            <a:gd name="f70" fmla="*/ 115 f38 1"/>
                            <a:gd name="f71" fmla="*/ 75 f38 1"/>
                            <a:gd name="f72" fmla="*/ 45 f38 1"/>
                            <a:gd name="f73" fmla="*/ 20 f38 1"/>
                            <a:gd name="f74" fmla="*/ 5 f38 1"/>
                            <a:gd name="f75" fmla="*/ 0 f38 1"/>
                            <a:gd name="f76" fmla="*/ f39 1 f3"/>
                            <a:gd name="f77" fmla="*/ f42 1 520"/>
                            <a:gd name="f78" fmla="*/ f43 1 517"/>
                            <a:gd name="f79" fmla="*/ f44 1 520"/>
                            <a:gd name="f80" fmla="*/ f45 1 517"/>
                            <a:gd name="f81" fmla="*/ f46 1 520"/>
                            <a:gd name="f82" fmla="*/ f47 1 517"/>
                            <a:gd name="f83" fmla="*/ f48 1 520"/>
                            <a:gd name="f84" fmla="*/ f49 1 517"/>
                            <a:gd name="f85" fmla="*/ f50 1 520"/>
                            <a:gd name="f86" fmla="*/ f51 1 517"/>
                            <a:gd name="f87" fmla="*/ f52 1 520"/>
                            <a:gd name="f88" fmla="*/ f53 1 517"/>
                            <a:gd name="f89" fmla="*/ f54 1 520"/>
                            <a:gd name="f90" fmla="*/ f55 1 517"/>
                            <a:gd name="f91" fmla="*/ f56 1 520"/>
                            <a:gd name="f92" fmla="*/ f57 1 517"/>
                            <a:gd name="f93" fmla="*/ f58 1 520"/>
                            <a:gd name="f94" fmla="*/ f59 1 517"/>
                            <a:gd name="f95" fmla="*/ f60 1 517"/>
                            <a:gd name="f96" fmla="*/ f61 1 517"/>
                            <a:gd name="f97" fmla="*/ f62 1 517"/>
                            <a:gd name="f98" fmla="*/ f63 1 517"/>
                            <a:gd name="f99" fmla="*/ f64 1 517"/>
                            <a:gd name="f100" fmla="*/ f65 1 517"/>
                            <a:gd name="f101" fmla="*/ f66 1 517"/>
                            <a:gd name="f102" fmla="*/ f67 1 517"/>
                            <a:gd name="f103" fmla="*/ f68 1 520"/>
                            <a:gd name="f104" fmla="*/ f69 1 520"/>
                            <a:gd name="f105" fmla="*/ f70 1 520"/>
                            <a:gd name="f106" fmla="*/ f71 1 520"/>
                            <a:gd name="f107" fmla="*/ f72 1 520"/>
                            <a:gd name="f108" fmla="*/ f73 1 520"/>
                            <a:gd name="f109" fmla="*/ f74 1 520"/>
                            <a:gd name="f110" fmla="*/ f75 1 520"/>
                            <a:gd name="f111" fmla="*/ 0 1 f40"/>
                            <a:gd name="f112" fmla="*/ f7 1 f40"/>
                            <a:gd name="f113" fmla="*/ 0 1 f41"/>
                            <a:gd name="f114" fmla="*/ f8 1 f41"/>
                            <a:gd name="f115" fmla="+- f76 0 f1"/>
                            <a:gd name="f116" fmla="*/ f77 1 f40"/>
                            <a:gd name="f117" fmla="*/ f78 1 f41"/>
                            <a:gd name="f118" fmla="*/ f79 1 f40"/>
                            <a:gd name="f119" fmla="*/ f80 1 f41"/>
                            <a:gd name="f120" fmla="*/ f81 1 f40"/>
                            <a:gd name="f121" fmla="*/ f82 1 f41"/>
                            <a:gd name="f122" fmla="*/ f83 1 f40"/>
                            <a:gd name="f123" fmla="*/ f84 1 f41"/>
                            <a:gd name="f124" fmla="*/ f85 1 f40"/>
                            <a:gd name="f125" fmla="*/ f86 1 f41"/>
                            <a:gd name="f126" fmla="*/ f87 1 f40"/>
                            <a:gd name="f127" fmla="*/ f88 1 f41"/>
                            <a:gd name="f128" fmla="*/ f89 1 f40"/>
                            <a:gd name="f129" fmla="*/ f90 1 f41"/>
                            <a:gd name="f130" fmla="*/ f91 1 f40"/>
                            <a:gd name="f131" fmla="*/ f92 1 f41"/>
                            <a:gd name="f132" fmla="*/ f93 1 f40"/>
                            <a:gd name="f133" fmla="*/ f94 1 f41"/>
                            <a:gd name="f134" fmla="*/ f95 1 f41"/>
                            <a:gd name="f135" fmla="*/ f96 1 f41"/>
                            <a:gd name="f136" fmla="*/ f97 1 f41"/>
                            <a:gd name="f137" fmla="*/ f98 1 f41"/>
                            <a:gd name="f138" fmla="*/ f99 1 f41"/>
                            <a:gd name="f139" fmla="*/ f100 1 f41"/>
                            <a:gd name="f140" fmla="*/ f101 1 f41"/>
                            <a:gd name="f141" fmla="*/ f102 1 f41"/>
                            <a:gd name="f142" fmla="*/ f103 1 f40"/>
                            <a:gd name="f143" fmla="*/ f104 1 f40"/>
                            <a:gd name="f144" fmla="*/ f105 1 f40"/>
                            <a:gd name="f145" fmla="*/ f106 1 f40"/>
                            <a:gd name="f146" fmla="*/ f107 1 f40"/>
                            <a:gd name="f147" fmla="*/ f108 1 f40"/>
                            <a:gd name="f148" fmla="*/ f109 1 f40"/>
                            <a:gd name="f149" fmla="*/ f110 1 f40"/>
                            <a:gd name="f150" fmla="*/ f111 f35 1"/>
                            <a:gd name="f151" fmla="*/ f112 f35 1"/>
                            <a:gd name="f152" fmla="*/ f114 f36 1"/>
                            <a:gd name="f153" fmla="*/ f113 f36 1"/>
                            <a:gd name="f154" fmla="*/ f116 f35 1"/>
                            <a:gd name="f155" fmla="*/ f117 f36 1"/>
                            <a:gd name="f156" fmla="*/ f118 f35 1"/>
                            <a:gd name="f157" fmla="*/ f119 f36 1"/>
                            <a:gd name="f158" fmla="*/ f120 f35 1"/>
                            <a:gd name="f159" fmla="*/ f121 f36 1"/>
                            <a:gd name="f160" fmla="*/ f122 f35 1"/>
                            <a:gd name="f161" fmla="*/ f123 f36 1"/>
                            <a:gd name="f162" fmla="*/ f124 f35 1"/>
                            <a:gd name="f163" fmla="*/ f125 f36 1"/>
                            <a:gd name="f164" fmla="*/ f126 f35 1"/>
                            <a:gd name="f165" fmla="*/ f127 f36 1"/>
                            <a:gd name="f166" fmla="*/ f128 f35 1"/>
                            <a:gd name="f167" fmla="*/ f129 f36 1"/>
                            <a:gd name="f168" fmla="*/ f130 f35 1"/>
                            <a:gd name="f169" fmla="*/ f131 f36 1"/>
                            <a:gd name="f170" fmla="*/ f132 f35 1"/>
                            <a:gd name="f171" fmla="*/ f133 f36 1"/>
                            <a:gd name="f172" fmla="*/ f134 f36 1"/>
                            <a:gd name="f173" fmla="*/ f135 f36 1"/>
                            <a:gd name="f174" fmla="*/ f136 f36 1"/>
                            <a:gd name="f175" fmla="*/ f137 f36 1"/>
                            <a:gd name="f176" fmla="*/ f138 f36 1"/>
                            <a:gd name="f177" fmla="*/ f139 f36 1"/>
                            <a:gd name="f178" fmla="*/ f140 f36 1"/>
                            <a:gd name="f179" fmla="*/ f141 f36 1"/>
                            <a:gd name="f180" fmla="*/ f142 f35 1"/>
                            <a:gd name="f181" fmla="*/ f143 f35 1"/>
                            <a:gd name="f182" fmla="*/ f144 f35 1"/>
                            <a:gd name="f183" fmla="*/ f145 f35 1"/>
                            <a:gd name="f184" fmla="*/ f146 f35 1"/>
                            <a:gd name="f185" fmla="*/ f147 f35 1"/>
                            <a:gd name="f186" fmla="*/ f148 f35 1"/>
                            <a:gd name="f187" fmla="*/ f149 f35 1"/>
                          </a:gdLst>
                          <a:ahLst/>
                          <a:cxnLst>
                            <a:cxn ang="3cd4">
                              <a:pos x="hc" y="t"/>
                            </a:cxn>
                            <a:cxn ang="0">
                              <a:pos x="r" y="vc"/>
                            </a:cxn>
                            <a:cxn ang="cd4">
                              <a:pos x="hc" y="b"/>
                            </a:cxn>
                            <a:cxn ang="cd2">
                              <a:pos x="l" y="vc"/>
                            </a:cxn>
                            <a:cxn ang="f115">
                              <a:pos x="f154" y="f155"/>
                            </a:cxn>
                            <a:cxn ang="f115">
                              <a:pos x="f154" y="f155"/>
                            </a:cxn>
                            <a:cxn ang="f115">
                              <a:pos x="f156" y="f157"/>
                            </a:cxn>
                            <a:cxn ang="f115">
                              <a:pos x="f158" y="f159"/>
                            </a:cxn>
                            <a:cxn ang="f115">
                              <a:pos x="f160" y="f161"/>
                            </a:cxn>
                            <a:cxn ang="f115">
                              <a:pos x="f162" y="f163"/>
                            </a:cxn>
                            <a:cxn ang="f115">
                              <a:pos x="f164" y="f165"/>
                            </a:cxn>
                            <a:cxn ang="f115">
                              <a:pos x="f166" y="f167"/>
                            </a:cxn>
                            <a:cxn ang="f115">
                              <a:pos x="f168" y="f169"/>
                            </a:cxn>
                            <a:cxn ang="f115">
                              <a:pos x="f170" y="f171"/>
                            </a:cxn>
                            <a:cxn ang="f115">
                              <a:pos x="f170" y="f171"/>
                            </a:cxn>
                            <a:cxn ang="f115">
                              <a:pos x="f168" y="f172"/>
                            </a:cxn>
                            <a:cxn ang="f115">
                              <a:pos x="f166" y="f173"/>
                            </a:cxn>
                            <a:cxn ang="f115">
                              <a:pos x="f164" y="f174"/>
                            </a:cxn>
                            <a:cxn ang="f115">
                              <a:pos x="f162" y="f175"/>
                            </a:cxn>
                            <a:cxn ang="f115">
                              <a:pos x="f160" y="f176"/>
                            </a:cxn>
                            <a:cxn ang="f115">
                              <a:pos x="f158" y="f177"/>
                            </a:cxn>
                            <a:cxn ang="f115">
                              <a:pos x="f156" y="f178"/>
                            </a:cxn>
                            <a:cxn ang="f115">
                              <a:pos x="f154" y="f179"/>
                            </a:cxn>
                            <a:cxn ang="f115">
                              <a:pos x="f154" y="f179"/>
                            </a:cxn>
                            <a:cxn ang="f115">
                              <a:pos x="f180" y="f178"/>
                            </a:cxn>
                            <a:cxn ang="f115">
                              <a:pos x="f181" y="f177"/>
                            </a:cxn>
                            <a:cxn ang="f115">
                              <a:pos x="f182" y="f176"/>
                            </a:cxn>
                            <a:cxn ang="f115">
                              <a:pos x="f183" y="f175"/>
                            </a:cxn>
                            <a:cxn ang="f115">
                              <a:pos x="f184" y="f174"/>
                            </a:cxn>
                            <a:cxn ang="f115">
                              <a:pos x="f185" y="f173"/>
                            </a:cxn>
                            <a:cxn ang="f115">
                              <a:pos x="f186" y="f172"/>
                            </a:cxn>
                            <a:cxn ang="f115">
                              <a:pos x="f187" y="f171"/>
                            </a:cxn>
                            <a:cxn ang="f115">
                              <a:pos x="f187" y="f171"/>
                            </a:cxn>
                            <a:cxn ang="f115">
                              <a:pos x="f186" y="f169"/>
                            </a:cxn>
                            <a:cxn ang="f115">
                              <a:pos x="f185" y="f167"/>
                            </a:cxn>
                            <a:cxn ang="f115">
                              <a:pos x="f184" y="f165"/>
                            </a:cxn>
                            <a:cxn ang="f115">
                              <a:pos x="f183" y="f163"/>
                            </a:cxn>
                            <a:cxn ang="f115">
                              <a:pos x="f182" y="f161"/>
                            </a:cxn>
                            <a:cxn ang="f115">
                              <a:pos x="f181" y="f159"/>
                            </a:cxn>
                            <a:cxn ang="f115">
                              <a:pos x="f180" y="f157"/>
                            </a:cxn>
                            <a:cxn ang="f115">
                              <a:pos x="f154" y="f155"/>
                            </a:cxn>
                          </a:cxnLst>
                          <a:rect l="f150" t="f153" r="f151" b="f152"/>
                          <a:pathLst>
                            <a:path w="520" h="517">
                              <a:moveTo>
                                <a:pt x="f9" y="f6"/>
                              </a:moveTo>
                              <a:lnTo>
                                <a:pt x="f9" y="f6"/>
                              </a:lnTo>
                              <a:lnTo>
                                <a:pt x="f10" y="f11"/>
                              </a:lnTo>
                              <a:lnTo>
                                <a:pt x="f2" y="f12"/>
                              </a:lnTo>
                              <a:lnTo>
                                <a:pt x="f13" y="f14"/>
                              </a:lnTo>
                              <a:lnTo>
                                <a:pt x="f15" y="f16"/>
                              </a:lnTo>
                              <a:lnTo>
                                <a:pt x="f17" y="f18"/>
                              </a:lnTo>
                              <a:lnTo>
                                <a:pt x="f19" y="f20"/>
                              </a:lnTo>
                              <a:lnTo>
                                <a:pt x="f21" y="f22"/>
                              </a:lnTo>
                              <a:lnTo>
                                <a:pt x="f7" y="f23"/>
                              </a:lnTo>
                              <a:lnTo>
                                <a:pt x="f21" y="f24"/>
                              </a:lnTo>
                              <a:lnTo>
                                <a:pt x="f19" y="f25"/>
                              </a:lnTo>
                              <a:lnTo>
                                <a:pt x="f17" y="f26"/>
                              </a:lnTo>
                              <a:lnTo>
                                <a:pt x="f15" y="f27"/>
                              </a:lnTo>
                              <a:lnTo>
                                <a:pt x="f13" y="f28"/>
                              </a:lnTo>
                              <a:lnTo>
                                <a:pt x="f2" y="f29"/>
                              </a:lnTo>
                              <a:lnTo>
                                <a:pt x="f10" y="f30"/>
                              </a:lnTo>
                              <a:lnTo>
                                <a:pt x="f9" y="f8"/>
                              </a:lnTo>
                              <a:lnTo>
                                <a:pt x="f31" y="f30"/>
                              </a:lnTo>
                              <a:lnTo>
                                <a:pt x="f32" y="f29"/>
                              </a:lnTo>
                              <a:lnTo>
                                <a:pt x="f33" y="f28"/>
                              </a:lnTo>
                              <a:lnTo>
                                <a:pt x="f16" y="f27"/>
                              </a:lnTo>
                              <a:lnTo>
                                <a:pt x="f14" y="f26"/>
                              </a:lnTo>
                              <a:lnTo>
                                <a:pt x="f12" y="f25"/>
                              </a:lnTo>
                              <a:lnTo>
                                <a:pt x="f11" y="f24"/>
                              </a:lnTo>
                              <a:lnTo>
                                <a:pt x="f6" y="f23"/>
                              </a:lnTo>
                              <a:lnTo>
                                <a:pt x="f11" y="f22"/>
                              </a:lnTo>
                              <a:lnTo>
                                <a:pt x="f12" y="f20"/>
                              </a:lnTo>
                              <a:lnTo>
                                <a:pt x="f14" y="f18"/>
                              </a:lnTo>
                              <a:lnTo>
                                <a:pt x="f16" y="f16"/>
                              </a:lnTo>
                              <a:lnTo>
                                <a:pt x="f33" y="f14"/>
                              </a:lnTo>
                              <a:lnTo>
                                <a:pt x="f32" y="f12"/>
                              </a:lnTo>
                              <a:lnTo>
                                <a:pt x="f31" y="f11"/>
                              </a:lnTo>
                              <a:lnTo>
                                <a:pt x="f9" y="f6"/>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9" name="Freeform 66"/>
                      <wps:cNvSpPr/>
                      <wps:spPr>
                        <a:xfrm>
                          <a:off x="69841" y="69119"/>
                          <a:ext cx="329760" cy="328681"/>
                        </a:xfrm>
                        <a:custGeom>
                          <a:avLst/>
                          <a:gdLst>
                            <a:gd name="f0" fmla="val 10800000"/>
                            <a:gd name="f1" fmla="val 5400000"/>
                            <a:gd name="f2" fmla="val 360"/>
                            <a:gd name="f3" fmla="val 180"/>
                            <a:gd name="f4" fmla="val w"/>
                            <a:gd name="f5" fmla="val h"/>
                            <a:gd name="f6" fmla="val 0"/>
                            <a:gd name="f7" fmla="val 520"/>
                            <a:gd name="f8" fmla="val 517"/>
                            <a:gd name="f9" fmla="val 260"/>
                            <a:gd name="f10" fmla="val 310"/>
                            <a:gd name="f11" fmla="val 5"/>
                            <a:gd name="f12" fmla="val 20"/>
                            <a:gd name="f13" fmla="val 405"/>
                            <a:gd name="f14" fmla="val 45"/>
                            <a:gd name="f15" fmla="val 440"/>
                            <a:gd name="f16" fmla="val 75"/>
                            <a:gd name="f17" fmla="val 475"/>
                            <a:gd name="f18" fmla="val 114"/>
                            <a:gd name="f19" fmla="val 495"/>
                            <a:gd name="f20" fmla="val 159"/>
                            <a:gd name="f21" fmla="val 510"/>
                            <a:gd name="f22" fmla="val 209"/>
                            <a:gd name="f23" fmla="val 259"/>
                            <a:gd name="f24" fmla="val 313"/>
                            <a:gd name="f25" fmla="val 358"/>
                            <a:gd name="f26" fmla="val 403"/>
                            <a:gd name="f27" fmla="val 442"/>
                            <a:gd name="f28" fmla="val 472"/>
                            <a:gd name="f29" fmla="val 497"/>
                            <a:gd name="f30" fmla="val 512"/>
                            <a:gd name="f31" fmla="val 205"/>
                            <a:gd name="f32" fmla="val 155"/>
                            <a:gd name="f33" fmla="val 115"/>
                            <a:gd name="f34" fmla="+- 0 0 0"/>
                            <a:gd name="f35" fmla="*/ f4 1 520"/>
                            <a:gd name="f36" fmla="*/ f5 1 517"/>
                            <a:gd name="f37" fmla="+- f8 0 f6"/>
                            <a:gd name="f38" fmla="+- f7 0 f6"/>
                            <a:gd name="f39" fmla="*/ f34 f0 1"/>
                            <a:gd name="f40" fmla="*/ f38 1 520"/>
                            <a:gd name="f41" fmla="*/ f37 1 517"/>
                            <a:gd name="f42" fmla="*/ 260 f38 1"/>
                            <a:gd name="f43" fmla="*/ 0 f37 1"/>
                            <a:gd name="f44" fmla="*/ 310 f38 1"/>
                            <a:gd name="f45" fmla="*/ 5 f37 1"/>
                            <a:gd name="f46" fmla="*/ 360 f38 1"/>
                            <a:gd name="f47" fmla="*/ 20 f37 1"/>
                            <a:gd name="f48" fmla="*/ 405 f38 1"/>
                            <a:gd name="f49" fmla="*/ 45 f37 1"/>
                            <a:gd name="f50" fmla="*/ 440 f38 1"/>
                            <a:gd name="f51" fmla="*/ 75 f37 1"/>
                            <a:gd name="f52" fmla="*/ 475 f38 1"/>
                            <a:gd name="f53" fmla="*/ 114 f37 1"/>
                            <a:gd name="f54" fmla="*/ 495 f38 1"/>
                            <a:gd name="f55" fmla="*/ 159 f37 1"/>
                            <a:gd name="f56" fmla="*/ 510 f38 1"/>
                            <a:gd name="f57" fmla="*/ 209 f37 1"/>
                            <a:gd name="f58" fmla="*/ 520 f38 1"/>
                            <a:gd name="f59" fmla="*/ 259 f37 1"/>
                            <a:gd name="f60" fmla="*/ 313 f37 1"/>
                            <a:gd name="f61" fmla="*/ 358 f37 1"/>
                            <a:gd name="f62" fmla="*/ 403 f37 1"/>
                            <a:gd name="f63" fmla="*/ 442 f37 1"/>
                            <a:gd name="f64" fmla="*/ 472 f37 1"/>
                            <a:gd name="f65" fmla="*/ 497 f37 1"/>
                            <a:gd name="f66" fmla="*/ 512 f37 1"/>
                            <a:gd name="f67" fmla="*/ 517 f37 1"/>
                            <a:gd name="f68" fmla="*/ 205 f38 1"/>
                            <a:gd name="f69" fmla="*/ 155 f38 1"/>
                            <a:gd name="f70" fmla="*/ 115 f38 1"/>
                            <a:gd name="f71" fmla="*/ 75 f38 1"/>
                            <a:gd name="f72" fmla="*/ 45 f38 1"/>
                            <a:gd name="f73" fmla="*/ 20 f38 1"/>
                            <a:gd name="f74" fmla="*/ 5 f38 1"/>
                            <a:gd name="f75" fmla="*/ 0 f38 1"/>
                            <a:gd name="f76" fmla="*/ f39 1 f3"/>
                            <a:gd name="f77" fmla="*/ f42 1 520"/>
                            <a:gd name="f78" fmla="*/ f43 1 517"/>
                            <a:gd name="f79" fmla="*/ f44 1 520"/>
                            <a:gd name="f80" fmla="*/ f45 1 517"/>
                            <a:gd name="f81" fmla="*/ f46 1 520"/>
                            <a:gd name="f82" fmla="*/ f47 1 517"/>
                            <a:gd name="f83" fmla="*/ f48 1 520"/>
                            <a:gd name="f84" fmla="*/ f49 1 517"/>
                            <a:gd name="f85" fmla="*/ f50 1 520"/>
                            <a:gd name="f86" fmla="*/ f51 1 517"/>
                            <a:gd name="f87" fmla="*/ f52 1 520"/>
                            <a:gd name="f88" fmla="*/ f53 1 517"/>
                            <a:gd name="f89" fmla="*/ f54 1 520"/>
                            <a:gd name="f90" fmla="*/ f55 1 517"/>
                            <a:gd name="f91" fmla="*/ f56 1 520"/>
                            <a:gd name="f92" fmla="*/ f57 1 517"/>
                            <a:gd name="f93" fmla="*/ f58 1 520"/>
                            <a:gd name="f94" fmla="*/ f59 1 517"/>
                            <a:gd name="f95" fmla="*/ f60 1 517"/>
                            <a:gd name="f96" fmla="*/ f61 1 517"/>
                            <a:gd name="f97" fmla="*/ f62 1 517"/>
                            <a:gd name="f98" fmla="*/ f63 1 517"/>
                            <a:gd name="f99" fmla="*/ f64 1 517"/>
                            <a:gd name="f100" fmla="*/ f65 1 517"/>
                            <a:gd name="f101" fmla="*/ f66 1 517"/>
                            <a:gd name="f102" fmla="*/ f67 1 517"/>
                            <a:gd name="f103" fmla="*/ f68 1 520"/>
                            <a:gd name="f104" fmla="*/ f69 1 520"/>
                            <a:gd name="f105" fmla="*/ f70 1 520"/>
                            <a:gd name="f106" fmla="*/ f71 1 520"/>
                            <a:gd name="f107" fmla="*/ f72 1 520"/>
                            <a:gd name="f108" fmla="*/ f73 1 520"/>
                            <a:gd name="f109" fmla="*/ f74 1 520"/>
                            <a:gd name="f110" fmla="*/ f75 1 520"/>
                            <a:gd name="f111" fmla="*/ 0 1 f40"/>
                            <a:gd name="f112" fmla="*/ f7 1 f40"/>
                            <a:gd name="f113" fmla="*/ 0 1 f41"/>
                            <a:gd name="f114" fmla="*/ f8 1 f41"/>
                            <a:gd name="f115" fmla="+- f76 0 f1"/>
                            <a:gd name="f116" fmla="*/ f77 1 f40"/>
                            <a:gd name="f117" fmla="*/ f78 1 f41"/>
                            <a:gd name="f118" fmla="*/ f79 1 f40"/>
                            <a:gd name="f119" fmla="*/ f80 1 f41"/>
                            <a:gd name="f120" fmla="*/ f81 1 f40"/>
                            <a:gd name="f121" fmla="*/ f82 1 f41"/>
                            <a:gd name="f122" fmla="*/ f83 1 f40"/>
                            <a:gd name="f123" fmla="*/ f84 1 f41"/>
                            <a:gd name="f124" fmla="*/ f85 1 f40"/>
                            <a:gd name="f125" fmla="*/ f86 1 f41"/>
                            <a:gd name="f126" fmla="*/ f87 1 f40"/>
                            <a:gd name="f127" fmla="*/ f88 1 f41"/>
                            <a:gd name="f128" fmla="*/ f89 1 f40"/>
                            <a:gd name="f129" fmla="*/ f90 1 f41"/>
                            <a:gd name="f130" fmla="*/ f91 1 f40"/>
                            <a:gd name="f131" fmla="*/ f92 1 f41"/>
                            <a:gd name="f132" fmla="*/ f93 1 f40"/>
                            <a:gd name="f133" fmla="*/ f94 1 f41"/>
                            <a:gd name="f134" fmla="*/ f95 1 f41"/>
                            <a:gd name="f135" fmla="*/ f96 1 f41"/>
                            <a:gd name="f136" fmla="*/ f97 1 f41"/>
                            <a:gd name="f137" fmla="*/ f98 1 f41"/>
                            <a:gd name="f138" fmla="*/ f99 1 f41"/>
                            <a:gd name="f139" fmla="*/ f100 1 f41"/>
                            <a:gd name="f140" fmla="*/ f101 1 f41"/>
                            <a:gd name="f141" fmla="*/ f102 1 f41"/>
                            <a:gd name="f142" fmla="*/ f103 1 f40"/>
                            <a:gd name="f143" fmla="*/ f104 1 f40"/>
                            <a:gd name="f144" fmla="*/ f105 1 f40"/>
                            <a:gd name="f145" fmla="*/ f106 1 f40"/>
                            <a:gd name="f146" fmla="*/ f107 1 f40"/>
                            <a:gd name="f147" fmla="*/ f108 1 f40"/>
                            <a:gd name="f148" fmla="*/ f109 1 f40"/>
                            <a:gd name="f149" fmla="*/ f110 1 f40"/>
                            <a:gd name="f150" fmla="*/ f111 f35 1"/>
                            <a:gd name="f151" fmla="*/ f112 f35 1"/>
                            <a:gd name="f152" fmla="*/ f114 f36 1"/>
                            <a:gd name="f153" fmla="*/ f113 f36 1"/>
                            <a:gd name="f154" fmla="*/ f116 f35 1"/>
                            <a:gd name="f155" fmla="*/ f117 f36 1"/>
                            <a:gd name="f156" fmla="*/ f118 f35 1"/>
                            <a:gd name="f157" fmla="*/ f119 f36 1"/>
                            <a:gd name="f158" fmla="*/ f120 f35 1"/>
                            <a:gd name="f159" fmla="*/ f121 f36 1"/>
                            <a:gd name="f160" fmla="*/ f122 f35 1"/>
                            <a:gd name="f161" fmla="*/ f123 f36 1"/>
                            <a:gd name="f162" fmla="*/ f124 f35 1"/>
                            <a:gd name="f163" fmla="*/ f125 f36 1"/>
                            <a:gd name="f164" fmla="*/ f126 f35 1"/>
                            <a:gd name="f165" fmla="*/ f127 f36 1"/>
                            <a:gd name="f166" fmla="*/ f128 f35 1"/>
                            <a:gd name="f167" fmla="*/ f129 f36 1"/>
                            <a:gd name="f168" fmla="*/ f130 f35 1"/>
                            <a:gd name="f169" fmla="*/ f131 f36 1"/>
                            <a:gd name="f170" fmla="*/ f132 f35 1"/>
                            <a:gd name="f171" fmla="*/ f133 f36 1"/>
                            <a:gd name="f172" fmla="*/ f134 f36 1"/>
                            <a:gd name="f173" fmla="*/ f135 f36 1"/>
                            <a:gd name="f174" fmla="*/ f136 f36 1"/>
                            <a:gd name="f175" fmla="*/ f137 f36 1"/>
                            <a:gd name="f176" fmla="*/ f138 f36 1"/>
                            <a:gd name="f177" fmla="*/ f139 f36 1"/>
                            <a:gd name="f178" fmla="*/ f140 f36 1"/>
                            <a:gd name="f179" fmla="*/ f141 f36 1"/>
                            <a:gd name="f180" fmla="*/ f142 f35 1"/>
                            <a:gd name="f181" fmla="*/ f143 f35 1"/>
                            <a:gd name="f182" fmla="*/ f144 f35 1"/>
                            <a:gd name="f183" fmla="*/ f145 f35 1"/>
                            <a:gd name="f184" fmla="*/ f146 f35 1"/>
                            <a:gd name="f185" fmla="*/ f147 f35 1"/>
                            <a:gd name="f186" fmla="*/ f148 f35 1"/>
                            <a:gd name="f187" fmla="*/ f149 f35 1"/>
                          </a:gdLst>
                          <a:ahLst/>
                          <a:cxnLst>
                            <a:cxn ang="3cd4">
                              <a:pos x="hc" y="t"/>
                            </a:cxn>
                            <a:cxn ang="0">
                              <a:pos x="r" y="vc"/>
                            </a:cxn>
                            <a:cxn ang="cd4">
                              <a:pos x="hc" y="b"/>
                            </a:cxn>
                            <a:cxn ang="cd2">
                              <a:pos x="l" y="vc"/>
                            </a:cxn>
                            <a:cxn ang="f115">
                              <a:pos x="f154" y="f155"/>
                            </a:cxn>
                            <a:cxn ang="f115">
                              <a:pos x="f154" y="f155"/>
                            </a:cxn>
                            <a:cxn ang="f115">
                              <a:pos x="f156" y="f157"/>
                            </a:cxn>
                            <a:cxn ang="f115">
                              <a:pos x="f158" y="f159"/>
                            </a:cxn>
                            <a:cxn ang="f115">
                              <a:pos x="f160" y="f161"/>
                            </a:cxn>
                            <a:cxn ang="f115">
                              <a:pos x="f162" y="f163"/>
                            </a:cxn>
                            <a:cxn ang="f115">
                              <a:pos x="f164" y="f165"/>
                            </a:cxn>
                            <a:cxn ang="f115">
                              <a:pos x="f166" y="f167"/>
                            </a:cxn>
                            <a:cxn ang="f115">
                              <a:pos x="f168" y="f169"/>
                            </a:cxn>
                            <a:cxn ang="f115">
                              <a:pos x="f170" y="f171"/>
                            </a:cxn>
                            <a:cxn ang="f115">
                              <a:pos x="f170" y="f171"/>
                            </a:cxn>
                            <a:cxn ang="f115">
                              <a:pos x="f168" y="f172"/>
                            </a:cxn>
                            <a:cxn ang="f115">
                              <a:pos x="f166" y="f173"/>
                            </a:cxn>
                            <a:cxn ang="f115">
                              <a:pos x="f164" y="f174"/>
                            </a:cxn>
                            <a:cxn ang="f115">
                              <a:pos x="f162" y="f175"/>
                            </a:cxn>
                            <a:cxn ang="f115">
                              <a:pos x="f160" y="f176"/>
                            </a:cxn>
                            <a:cxn ang="f115">
                              <a:pos x="f158" y="f177"/>
                            </a:cxn>
                            <a:cxn ang="f115">
                              <a:pos x="f156" y="f178"/>
                            </a:cxn>
                            <a:cxn ang="f115">
                              <a:pos x="f154" y="f179"/>
                            </a:cxn>
                            <a:cxn ang="f115">
                              <a:pos x="f154" y="f179"/>
                            </a:cxn>
                            <a:cxn ang="f115">
                              <a:pos x="f180" y="f178"/>
                            </a:cxn>
                            <a:cxn ang="f115">
                              <a:pos x="f181" y="f177"/>
                            </a:cxn>
                            <a:cxn ang="f115">
                              <a:pos x="f182" y="f176"/>
                            </a:cxn>
                            <a:cxn ang="f115">
                              <a:pos x="f183" y="f175"/>
                            </a:cxn>
                            <a:cxn ang="f115">
                              <a:pos x="f184" y="f174"/>
                            </a:cxn>
                            <a:cxn ang="f115">
                              <a:pos x="f185" y="f173"/>
                            </a:cxn>
                            <a:cxn ang="f115">
                              <a:pos x="f186" y="f172"/>
                            </a:cxn>
                            <a:cxn ang="f115">
                              <a:pos x="f187" y="f171"/>
                            </a:cxn>
                            <a:cxn ang="f115">
                              <a:pos x="f187" y="f171"/>
                            </a:cxn>
                            <a:cxn ang="f115">
                              <a:pos x="f186" y="f169"/>
                            </a:cxn>
                            <a:cxn ang="f115">
                              <a:pos x="f185" y="f167"/>
                            </a:cxn>
                            <a:cxn ang="f115">
                              <a:pos x="f184" y="f165"/>
                            </a:cxn>
                            <a:cxn ang="f115">
                              <a:pos x="f183" y="f163"/>
                            </a:cxn>
                            <a:cxn ang="f115">
                              <a:pos x="f182" y="f161"/>
                            </a:cxn>
                            <a:cxn ang="f115">
                              <a:pos x="f181" y="f159"/>
                            </a:cxn>
                            <a:cxn ang="f115">
                              <a:pos x="f180" y="f157"/>
                            </a:cxn>
                            <a:cxn ang="f115">
                              <a:pos x="f154" y="f155"/>
                            </a:cxn>
                          </a:cxnLst>
                          <a:rect l="f150" t="f153" r="f151" b="f152"/>
                          <a:pathLst>
                            <a:path w="520" h="517">
                              <a:moveTo>
                                <a:pt x="f9" y="f6"/>
                              </a:moveTo>
                              <a:lnTo>
                                <a:pt x="f9" y="f6"/>
                              </a:lnTo>
                              <a:lnTo>
                                <a:pt x="f10" y="f11"/>
                              </a:lnTo>
                              <a:lnTo>
                                <a:pt x="f2" y="f12"/>
                              </a:lnTo>
                              <a:lnTo>
                                <a:pt x="f13" y="f14"/>
                              </a:lnTo>
                              <a:lnTo>
                                <a:pt x="f15" y="f16"/>
                              </a:lnTo>
                              <a:lnTo>
                                <a:pt x="f17" y="f18"/>
                              </a:lnTo>
                              <a:lnTo>
                                <a:pt x="f19" y="f20"/>
                              </a:lnTo>
                              <a:lnTo>
                                <a:pt x="f21" y="f22"/>
                              </a:lnTo>
                              <a:lnTo>
                                <a:pt x="f7" y="f23"/>
                              </a:lnTo>
                              <a:lnTo>
                                <a:pt x="f21" y="f24"/>
                              </a:lnTo>
                              <a:lnTo>
                                <a:pt x="f19" y="f25"/>
                              </a:lnTo>
                              <a:lnTo>
                                <a:pt x="f17" y="f26"/>
                              </a:lnTo>
                              <a:lnTo>
                                <a:pt x="f15" y="f27"/>
                              </a:lnTo>
                              <a:lnTo>
                                <a:pt x="f13" y="f28"/>
                              </a:lnTo>
                              <a:lnTo>
                                <a:pt x="f2" y="f29"/>
                              </a:lnTo>
                              <a:lnTo>
                                <a:pt x="f10" y="f30"/>
                              </a:lnTo>
                              <a:lnTo>
                                <a:pt x="f9" y="f8"/>
                              </a:lnTo>
                              <a:lnTo>
                                <a:pt x="f31" y="f30"/>
                              </a:lnTo>
                              <a:lnTo>
                                <a:pt x="f32" y="f29"/>
                              </a:lnTo>
                              <a:lnTo>
                                <a:pt x="f33" y="f28"/>
                              </a:lnTo>
                              <a:lnTo>
                                <a:pt x="f16" y="f27"/>
                              </a:lnTo>
                              <a:lnTo>
                                <a:pt x="f14" y="f26"/>
                              </a:lnTo>
                              <a:lnTo>
                                <a:pt x="f12" y="f25"/>
                              </a:lnTo>
                              <a:lnTo>
                                <a:pt x="f11" y="f24"/>
                              </a:lnTo>
                              <a:lnTo>
                                <a:pt x="f6" y="f23"/>
                              </a:lnTo>
                              <a:lnTo>
                                <a:pt x="f11" y="f22"/>
                              </a:lnTo>
                              <a:lnTo>
                                <a:pt x="f12" y="f20"/>
                              </a:lnTo>
                              <a:lnTo>
                                <a:pt x="f14" y="f18"/>
                              </a:lnTo>
                              <a:lnTo>
                                <a:pt x="f16" y="f16"/>
                              </a:lnTo>
                              <a:lnTo>
                                <a:pt x="f33" y="f14"/>
                              </a:lnTo>
                              <a:lnTo>
                                <a:pt x="f32" y="f12"/>
                              </a:lnTo>
                              <a:lnTo>
                                <a:pt x="f31" y="f11"/>
                              </a:lnTo>
                              <a:lnTo>
                                <a:pt x="f9" y="f6"/>
                              </a:lnTo>
                            </a:path>
                          </a:pathLst>
                        </a:custGeom>
                        <a:noFill/>
                        <a:ln>
                          <a:noFill/>
                          <a:prstDash val="solid"/>
                        </a:ln>
                      </wps:spPr>
                      <wps:txbx>
                        <w:txbxContent>
                          <w:p w:rsidR="00CE2ADF" w:rsidRDefault="00CE2ADF"/>
                        </w:txbxContent>
                      </wps:txbx>
                      <wps:bodyPr vert="horz" wrap="square" lIns="0" tIns="0" rIns="0" bIns="0" anchor="t" anchorCtr="0" compatLnSpc="0"/>
                    </wps:wsp>
                    <wps:wsp>
                      <wps:cNvPr id="10" name="Freeform 67"/>
                      <wps:cNvSpPr/>
                      <wps:spPr>
                        <a:xfrm>
                          <a:off x="76315" y="75602"/>
                          <a:ext cx="317882" cy="315724"/>
                        </a:xfrm>
                        <a:custGeom>
                          <a:avLst/>
                          <a:gdLst>
                            <a:gd name="f0" fmla="val 10800000"/>
                            <a:gd name="f1" fmla="val 5400000"/>
                            <a:gd name="f2" fmla="val 180"/>
                            <a:gd name="f3" fmla="val w"/>
                            <a:gd name="f4" fmla="val h"/>
                            <a:gd name="f5" fmla="val 0"/>
                            <a:gd name="f6" fmla="val 500"/>
                            <a:gd name="f7" fmla="val 497"/>
                            <a:gd name="f8" fmla="val 250"/>
                            <a:gd name="f9" fmla="val 300"/>
                            <a:gd name="f10" fmla="val 5"/>
                            <a:gd name="f11" fmla="val 345"/>
                            <a:gd name="f12" fmla="val 20"/>
                            <a:gd name="f13" fmla="val 390"/>
                            <a:gd name="f14" fmla="val 45"/>
                            <a:gd name="f15" fmla="val 425"/>
                            <a:gd name="f16" fmla="val 75"/>
                            <a:gd name="f17" fmla="val 455"/>
                            <a:gd name="f18" fmla="val 109"/>
                            <a:gd name="f19" fmla="val 480"/>
                            <a:gd name="f20" fmla="val 154"/>
                            <a:gd name="f21" fmla="val 495"/>
                            <a:gd name="f22" fmla="val 199"/>
                            <a:gd name="f23" fmla="val 249"/>
                            <a:gd name="f24" fmla="val 298"/>
                            <a:gd name="f25" fmla="val 348"/>
                            <a:gd name="f26" fmla="val 388"/>
                            <a:gd name="f27" fmla="val 427"/>
                            <a:gd name="f28" fmla="val 457"/>
                            <a:gd name="f29" fmla="val 477"/>
                            <a:gd name="f30" fmla="val 492"/>
                            <a:gd name="f31" fmla="val 200"/>
                            <a:gd name="f32" fmla="val 150"/>
                            <a:gd name="f33" fmla="val 110"/>
                            <a:gd name="f34" fmla="val 70"/>
                            <a:gd name="f35" fmla="val 40"/>
                            <a:gd name="f36" fmla="val 15"/>
                            <a:gd name="f37" fmla="+- 0 0 0"/>
                            <a:gd name="f38" fmla="*/ f3 1 500"/>
                            <a:gd name="f39" fmla="*/ f4 1 497"/>
                            <a:gd name="f40" fmla="+- f7 0 f5"/>
                            <a:gd name="f41" fmla="+- f6 0 f5"/>
                            <a:gd name="f42" fmla="*/ f37 f0 1"/>
                            <a:gd name="f43" fmla="*/ f41 1 500"/>
                            <a:gd name="f44" fmla="*/ f40 1 497"/>
                            <a:gd name="f45" fmla="*/ 250 f41 1"/>
                            <a:gd name="f46" fmla="*/ 0 f40 1"/>
                            <a:gd name="f47" fmla="*/ 300 f41 1"/>
                            <a:gd name="f48" fmla="*/ 5 f40 1"/>
                            <a:gd name="f49" fmla="*/ 345 f41 1"/>
                            <a:gd name="f50" fmla="*/ 20 f40 1"/>
                            <a:gd name="f51" fmla="*/ 390 f41 1"/>
                            <a:gd name="f52" fmla="*/ 45 f40 1"/>
                            <a:gd name="f53" fmla="*/ 425 f41 1"/>
                            <a:gd name="f54" fmla="*/ 75 f40 1"/>
                            <a:gd name="f55" fmla="*/ 455 f41 1"/>
                            <a:gd name="f56" fmla="*/ 109 f40 1"/>
                            <a:gd name="f57" fmla="*/ 480 f41 1"/>
                            <a:gd name="f58" fmla="*/ 154 f40 1"/>
                            <a:gd name="f59" fmla="*/ 495 f41 1"/>
                            <a:gd name="f60" fmla="*/ 199 f40 1"/>
                            <a:gd name="f61" fmla="*/ 500 f41 1"/>
                            <a:gd name="f62" fmla="*/ 249 f40 1"/>
                            <a:gd name="f63" fmla="*/ 298 f40 1"/>
                            <a:gd name="f64" fmla="*/ 348 f40 1"/>
                            <a:gd name="f65" fmla="*/ 388 f40 1"/>
                            <a:gd name="f66" fmla="*/ 427 f40 1"/>
                            <a:gd name="f67" fmla="*/ 457 f40 1"/>
                            <a:gd name="f68" fmla="*/ 477 f40 1"/>
                            <a:gd name="f69" fmla="*/ 492 f40 1"/>
                            <a:gd name="f70" fmla="*/ 497 f40 1"/>
                            <a:gd name="f71" fmla="*/ 200 f41 1"/>
                            <a:gd name="f72" fmla="*/ 150 f41 1"/>
                            <a:gd name="f73" fmla="*/ 110 f41 1"/>
                            <a:gd name="f74" fmla="*/ 70 f41 1"/>
                            <a:gd name="f75" fmla="*/ 40 f41 1"/>
                            <a:gd name="f76" fmla="*/ 15 f41 1"/>
                            <a:gd name="f77" fmla="*/ 5 f41 1"/>
                            <a:gd name="f78" fmla="*/ 0 f41 1"/>
                            <a:gd name="f79" fmla="*/ f42 1 f2"/>
                            <a:gd name="f80" fmla="*/ f45 1 500"/>
                            <a:gd name="f81" fmla="*/ f46 1 497"/>
                            <a:gd name="f82" fmla="*/ f47 1 500"/>
                            <a:gd name="f83" fmla="*/ f48 1 497"/>
                            <a:gd name="f84" fmla="*/ f49 1 500"/>
                            <a:gd name="f85" fmla="*/ f50 1 497"/>
                            <a:gd name="f86" fmla="*/ f51 1 500"/>
                            <a:gd name="f87" fmla="*/ f52 1 497"/>
                            <a:gd name="f88" fmla="*/ f53 1 500"/>
                            <a:gd name="f89" fmla="*/ f54 1 497"/>
                            <a:gd name="f90" fmla="*/ f55 1 500"/>
                            <a:gd name="f91" fmla="*/ f56 1 497"/>
                            <a:gd name="f92" fmla="*/ f57 1 500"/>
                            <a:gd name="f93" fmla="*/ f58 1 497"/>
                            <a:gd name="f94" fmla="*/ f59 1 500"/>
                            <a:gd name="f95" fmla="*/ f60 1 497"/>
                            <a:gd name="f96" fmla="*/ f61 1 500"/>
                            <a:gd name="f97" fmla="*/ f62 1 497"/>
                            <a:gd name="f98" fmla="*/ f63 1 497"/>
                            <a:gd name="f99" fmla="*/ f64 1 497"/>
                            <a:gd name="f100" fmla="*/ f65 1 497"/>
                            <a:gd name="f101" fmla="*/ f66 1 497"/>
                            <a:gd name="f102" fmla="*/ f67 1 497"/>
                            <a:gd name="f103" fmla="*/ f68 1 497"/>
                            <a:gd name="f104" fmla="*/ f69 1 497"/>
                            <a:gd name="f105" fmla="*/ f70 1 497"/>
                            <a:gd name="f106" fmla="*/ f71 1 500"/>
                            <a:gd name="f107" fmla="*/ f72 1 500"/>
                            <a:gd name="f108" fmla="*/ f73 1 500"/>
                            <a:gd name="f109" fmla="*/ f74 1 500"/>
                            <a:gd name="f110" fmla="*/ f75 1 500"/>
                            <a:gd name="f111" fmla="*/ f76 1 500"/>
                            <a:gd name="f112" fmla="*/ f77 1 500"/>
                            <a:gd name="f113" fmla="*/ f78 1 500"/>
                            <a:gd name="f114" fmla="*/ 0 1 f43"/>
                            <a:gd name="f115" fmla="*/ f6 1 f43"/>
                            <a:gd name="f116" fmla="*/ 0 1 f44"/>
                            <a:gd name="f117" fmla="*/ f7 1 f44"/>
                            <a:gd name="f118" fmla="+- f79 0 f1"/>
                            <a:gd name="f119" fmla="*/ f80 1 f43"/>
                            <a:gd name="f120" fmla="*/ f81 1 f44"/>
                            <a:gd name="f121" fmla="*/ f82 1 f43"/>
                            <a:gd name="f122" fmla="*/ f83 1 f44"/>
                            <a:gd name="f123" fmla="*/ f84 1 f43"/>
                            <a:gd name="f124" fmla="*/ f85 1 f44"/>
                            <a:gd name="f125" fmla="*/ f86 1 f43"/>
                            <a:gd name="f126" fmla="*/ f87 1 f44"/>
                            <a:gd name="f127" fmla="*/ f88 1 f43"/>
                            <a:gd name="f128" fmla="*/ f89 1 f44"/>
                            <a:gd name="f129" fmla="*/ f90 1 f43"/>
                            <a:gd name="f130" fmla="*/ f91 1 f44"/>
                            <a:gd name="f131" fmla="*/ f92 1 f43"/>
                            <a:gd name="f132" fmla="*/ f93 1 f44"/>
                            <a:gd name="f133" fmla="*/ f94 1 f43"/>
                            <a:gd name="f134" fmla="*/ f95 1 f44"/>
                            <a:gd name="f135" fmla="*/ f96 1 f43"/>
                            <a:gd name="f136" fmla="*/ f97 1 f44"/>
                            <a:gd name="f137" fmla="*/ f98 1 f44"/>
                            <a:gd name="f138" fmla="*/ f99 1 f44"/>
                            <a:gd name="f139" fmla="*/ f100 1 f44"/>
                            <a:gd name="f140" fmla="*/ f101 1 f44"/>
                            <a:gd name="f141" fmla="*/ f102 1 f44"/>
                            <a:gd name="f142" fmla="*/ f103 1 f44"/>
                            <a:gd name="f143" fmla="*/ f104 1 f44"/>
                            <a:gd name="f144" fmla="*/ f105 1 f44"/>
                            <a:gd name="f145" fmla="*/ f106 1 f43"/>
                            <a:gd name="f146" fmla="*/ f107 1 f43"/>
                            <a:gd name="f147" fmla="*/ f108 1 f43"/>
                            <a:gd name="f148" fmla="*/ f109 1 f43"/>
                            <a:gd name="f149" fmla="*/ f110 1 f43"/>
                            <a:gd name="f150" fmla="*/ f111 1 f43"/>
                            <a:gd name="f151" fmla="*/ f112 1 f43"/>
                            <a:gd name="f152" fmla="*/ f113 1 f43"/>
                            <a:gd name="f153" fmla="*/ f114 f38 1"/>
                            <a:gd name="f154" fmla="*/ f115 f38 1"/>
                            <a:gd name="f155" fmla="*/ f117 f39 1"/>
                            <a:gd name="f156" fmla="*/ f116 f39 1"/>
                            <a:gd name="f157" fmla="*/ f119 f38 1"/>
                            <a:gd name="f158" fmla="*/ f120 f39 1"/>
                            <a:gd name="f159" fmla="*/ f121 f38 1"/>
                            <a:gd name="f160" fmla="*/ f122 f39 1"/>
                            <a:gd name="f161" fmla="*/ f123 f38 1"/>
                            <a:gd name="f162" fmla="*/ f124 f39 1"/>
                            <a:gd name="f163" fmla="*/ f125 f38 1"/>
                            <a:gd name="f164" fmla="*/ f126 f39 1"/>
                            <a:gd name="f165" fmla="*/ f127 f38 1"/>
                            <a:gd name="f166" fmla="*/ f128 f39 1"/>
                            <a:gd name="f167" fmla="*/ f129 f38 1"/>
                            <a:gd name="f168" fmla="*/ f130 f39 1"/>
                            <a:gd name="f169" fmla="*/ f131 f38 1"/>
                            <a:gd name="f170" fmla="*/ f132 f39 1"/>
                            <a:gd name="f171" fmla="*/ f133 f38 1"/>
                            <a:gd name="f172" fmla="*/ f134 f39 1"/>
                            <a:gd name="f173" fmla="*/ f135 f38 1"/>
                            <a:gd name="f174" fmla="*/ f136 f39 1"/>
                            <a:gd name="f175" fmla="*/ f137 f39 1"/>
                            <a:gd name="f176" fmla="*/ f138 f39 1"/>
                            <a:gd name="f177" fmla="*/ f139 f39 1"/>
                            <a:gd name="f178" fmla="*/ f140 f39 1"/>
                            <a:gd name="f179" fmla="*/ f141 f39 1"/>
                            <a:gd name="f180" fmla="*/ f142 f39 1"/>
                            <a:gd name="f181" fmla="*/ f143 f39 1"/>
                            <a:gd name="f182" fmla="*/ f144 f39 1"/>
                            <a:gd name="f183" fmla="*/ f145 f38 1"/>
                            <a:gd name="f184" fmla="*/ f146 f38 1"/>
                            <a:gd name="f185" fmla="*/ f147 f38 1"/>
                            <a:gd name="f186" fmla="*/ f148 f38 1"/>
                            <a:gd name="f187" fmla="*/ f149 f38 1"/>
                            <a:gd name="f188" fmla="*/ f150 f38 1"/>
                            <a:gd name="f189" fmla="*/ f151 f38 1"/>
                            <a:gd name="f190" fmla="*/ f152 f38 1"/>
                          </a:gdLst>
                          <a:ahLst/>
                          <a:cxnLst>
                            <a:cxn ang="3cd4">
                              <a:pos x="hc" y="t"/>
                            </a:cxn>
                            <a:cxn ang="0">
                              <a:pos x="r" y="vc"/>
                            </a:cxn>
                            <a:cxn ang="cd4">
                              <a:pos x="hc" y="b"/>
                            </a:cxn>
                            <a:cxn ang="cd2">
                              <a:pos x="l" y="vc"/>
                            </a:cxn>
                            <a:cxn ang="f118">
                              <a:pos x="f157" y="f158"/>
                            </a:cxn>
                            <a:cxn ang="f118">
                              <a:pos x="f157" y="f158"/>
                            </a:cxn>
                            <a:cxn ang="f118">
                              <a:pos x="f159" y="f160"/>
                            </a:cxn>
                            <a:cxn ang="f118">
                              <a:pos x="f161" y="f162"/>
                            </a:cxn>
                            <a:cxn ang="f118">
                              <a:pos x="f163" y="f164"/>
                            </a:cxn>
                            <a:cxn ang="f118">
                              <a:pos x="f165" y="f166"/>
                            </a:cxn>
                            <a:cxn ang="f118">
                              <a:pos x="f167" y="f168"/>
                            </a:cxn>
                            <a:cxn ang="f118">
                              <a:pos x="f169" y="f170"/>
                            </a:cxn>
                            <a:cxn ang="f118">
                              <a:pos x="f171" y="f172"/>
                            </a:cxn>
                            <a:cxn ang="f118">
                              <a:pos x="f173" y="f174"/>
                            </a:cxn>
                            <a:cxn ang="f118">
                              <a:pos x="f173" y="f174"/>
                            </a:cxn>
                            <a:cxn ang="f118">
                              <a:pos x="f171" y="f175"/>
                            </a:cxn>
                            <a:cxn ang="f118">
                              <a:pos x="f169" y="f176"/>
                            </a:cxn>
                            <a:cxn ang="f118">
                              <a:pos x="f167" y="f177"/>
                            </a:cxn>
                            <a:cxn ang="f118">
                              <a:pos x="f165" y="f178"/>
                            </a:cxn>
                            <a:cxn ang="f118">
                              <a:pos x="f163" y="f179"/>
                            </a:cxn>
                            <a:cxn ang="f118">
                              <a:pos x="f161" y="f180"/>
                            </a:cxn>
                            <a:cxn ang="f118">
                              <a:pos x="f159" y="f181"/>
                            </a:cxn>
                            <a:cxn ang="f118">
                              <a:pos x="f157" y="f182"/>
                            </a:cxn>
                            <a:cxn ang="f118">
                              <a:pos x="f157" y="f182"/>
                            </a:cxn>
                            <a:cxn ang="f118">
                              <a:pos x="f183" y="f181"/>
                            </a:cxn>
                            <a:cxn ang="f118">
                              <a:pos x="f184" y="f180"/>
                            </a:cxn>
                            <a:cxn ang="f118">
                              <a:pos x="f185" y="f179"/>
                            </a:cxn>
                            <a:cxn ang="f118">
                              <a:pos x="f186" y="f178"/>
                            </a:cxn>
                            <a:cxn ang="f118">
                              <a:pos x="f187" y="f177"/>
                            </a:cxn>
                            <a:cxn ang="f118">
                              <a:pos x="f188" y="f176"/>
                            </a:cxn>
                            <a:cxn ang="f118">
                              <a:pos x="f189" y="f175"/>
                            </a:cxn>
                            <a:cxn ang="f118">
                              <a:pos x="f190" y="f174"/>
                            </a:cxn>
                            <a:cxn ang="f118">
                              <a:pos x="f190" y="f174"/>
                            </a:cxn>
                            <a:cxn ang="f118">
                              <a:pos x="f189" y="f172"/>
                            </a:cxn>
                            <a:cxn ang="f118">
                              <a:pos x="f188" y="f170"/>
                            </a:cxn>
                            <a:cxn ang="f118">
                              <a:pos x="f187" y="f168"/>
                            </a:cxn>
                            <a:cxn ang="f118">
                              <a:pos x="f186" y="f166"/>
                            </a:cxn>
                            <a:cxn ang="f118">
                              <a:pos x="f185" y="f164"/>
                            </a:cxn>
                            <a:cxn ang="f118">
                              <a:pos x="f184" y="f162"/>
                            </a:cxn>
                            <a:cxn ang="f118">
                              <a:pos x="f183" y="f160"/>
                            </a:cxn>
                            <a:cxn ang="f118">
                              <a:pos x="f157" y="f158"/>
                            </a:cxn>
                          </a:cxnLst>
                          <a:rect l="f153" t="f156" r="f154" b="f155"/>
                          <a:pathLst>
                            <a:path w="500" h="497">
                              <a:moveTo>
                                <a:pt x="f8" y="f5"/>
                              </a:moveTo>
                              <a:lnTo>
                                <a:pt x="f8" y="f5"/>
                              </a:lnTo>
                              <a:lnTo>
                                <a:pt x="f9" y="f10"/>
                              </a:lnTo>
                              <a:lnTo>
                                <a:pt x="f11" y="f12"/>
                              </a:lnTo>
                              <a:lnTo>
                                <a:pt x="f13" y="f14"/>
                              </a:lnTo>
                              <a:lnTo>
                                <a:pt x="f15" y="f16"/>
                              </a:lnTo>
                              <a:lnTo>
                                <a:pt x="f17" y="f18"/>
                              </a:lnTo>
                              <a:lnTo>
                                <a:pt x="f19" y="f20"/>
                              </a:lnTo>
                              <a:lnTo>
                                <a:pt x="f21" y="f22"/>
                              </a:lnTo>
                              <a:lnTo>
                                <a:pt x="f6" y="f23"/>
                              </a:lnTo>
                              <a:lnTo>
                                <a:pt x="f21" y="f24"/>
                              </a:lnTo>
                              <a:lnTo>
                                <a:pt x="f19" y="f25"/>
                              </a:lnTo>
                              <a:lnTo>
                                <a:pt x="f17" y="f26"/>
                              </a:lnTo>
                              <a:lnTo>
                                <a:pt x="f15" y="f27"/>
                              </a:lnTo>
                              <a:lnTo>
                                <a:pt x="f13" y="f28"/>
                              </a:lnTo>
                              <a:lnTo>
                                <a:pt x="f11" y="f29"/>
                              </a:lnTo>
                              <a:lnTo>
                                <a:pt x="f9" y="f30"/>
                              </a:lnTo>
                              <a:lnTo>
                                <a:pt x="f8" y="f7"/>
                              </a:lnTo>
                              <a:lnTo>
                                <a:pt x="f31" y="f30"/>
                              </a:lnTo>
                              <a:lnTo>
                                <a:pt x="f32" y="f29"/>
                              </a:lnTo>
                              <a:lnTo>
                                <a:pt x="f33" y="f28"/>
                              </a:lnTo>
                              <a:lnTo>
                                <a:pt x="f34" y="f27"/>
                              </a:lnTo>
                              <a:lnTo>
                                <a:pt x="f35" y="f26"/>
                              </a:lnTo>
                              <a:lnTo>
                                <a:pt x="f36" y="f25"/>
                              </a:lnTo>
                              <a:lnTo>
                                <a:pt x="f10" y="f24"/>
                              </a:lnTo>
                              <a:lnTo>
                                <a:pt x="f5" y="f23"/>
                              </a:lnTo>
                              <a:lnTo>
                                <a:pt x="f10" y="f22"/>
                              </a:lnTo>
                              <a:lnTo>
                                <a:pt x="f36" y="f20"/>
                              </a:lnTo>
                              <a:lnTo>
                                <a:pt x="f35" y="f18"/>
                              </a:lnTo>
                              <a:lnTo>
                                <a:pt x="f34" y="f16"/>
                              </a:lnTo>
                              <a:lnTo>
                                <a:pt x="f33" y="f14"/>
                              </a:lnTo>
                              <a:lnTo>
                                <a:pt x="f32" y="f12"/>
                              </a:lnTo>
                              <a:lnTo>
                                <a:pt x="f31" y="f10"/>
                              </a:lnTo>
                              <a:lnTo>
                                <a:pt x="f8" y="f5"/>
                              </a:lnTo>
                              <a:close/>
                            </a:path>
                          </a:pathLst>
                        </a:custGeom>
                        <a:solidFill>
                          <a:srgbClr val="FFFFFF"/>
                        </a:solidFill>
                        <a:ln>
                          <a:noFill/>
                          <a:prstDash val="solid"/>
                        </a:ln>
                      </wps:spPr>
                      <wps:txbx>
                        <w:txbxContent>
                          <w:p w:rsidR="00CE2ADF" w:rsidRDefault="00CE2ADF"/>
                        </w:txbxContent>
                      </wps:txbx>
                      <wps:bodyPr vert="horz" wrap="square" lIns="0" tIns="0" rIns="0" bIns="0" anchor="t" anchorCtr="0" compatLnSpc="0"/>
                    </wps:wsp>
                    <wps:wsp>
                      <wps:cNvPr id="11" name="Freeform 68"/>
                      <wps:cNvSpPr/>
                      <wps:spPr>
                        <a:xfrm>
                          <a:off x="76315" y="75602"/>
                          <a:ext cx="317882" cy="315724"/>
                        </a:xfrm>
                        <a:custGeom>
                          <a:avLst/>
                          <a:gdLst>
                            <a:gd name="f0" fmla="val 10800000"/>
                            <a:gd name="f1" fmla="val 5400000"/>
                            <a:gd name="f2" fmla="val 180"/>
                            <a:gd name="f3" fmla="val w"/>
                            <a:gd name="f4" fmla="val h"/>
                            <a:gd name="f5" fmla="val 0"/>
                            <a:gd name="f6" fmla="val 500"/>
                            <a:gd name="f7" fmla="val 497"/>
                            <a:gd name="f8" fmla="val 250"/>
                            <a:gd name="f9" fmla="val 300"/>
                            <a:gd name="f10" fmla="val 5"/>
                            <a:gd name="f11" fmla="val 345"/>
                            <a:gd name="f12" fmla="val 20"/>
                            <a:gd name="f13" fmla="val 390"/>
                            <a:gd name="f14" fmla="val 45"/>
                            <a:gd name="f15" fmla="val 425"/>
                            <a:gd name="f16" fmla="val 75"/>
                            <a:gd name="f17" fmla="val 455"/>
                            <a:gd name="f18" fmla="val 109"/>
                            <a:gd name="f19" fmla="val 480"/>
                            <a:gd name="f20" fmla="val 154"/>
                            <a:gd name="f21" fmla="val 495"/>
                            <a:gd name="f22" fmla="val 199"/>
                            <a:gd name="f23" fmla="val 249"/>
                            <a:gd name="f24" fmla="val 298"/>
                            <a:gd name="f25" fmla="val 348"/>
                            <a:gd name="f26" fmla="val 388"/>
                            <a:gd name="f27" fmla="val 427"/>
                            <a:gd name="f28" fmla="val 457"/>
                            <a:gd name="f29" fmla="val 477"/>
                            <a:gd name="f30" fmla="val 492"/>
                            <a:gd name="f31" fmla="val 200"/>
                            <a:gd name="f32" fmla="val 150"/>
                            <a:gd name="f33" fmla="val 110"/>
                            <a:gd name="f34" fmla="val 70"/>
                            <a:gd name="f35" fmla="val 40"/>
                            <a:gd name="f36" fmla="val 15"/>
                            <a:gd name="f37" fmla="+- 0 0 0"/>
                            <a:gd name="f38" fmla="*/ f3 1 500"/>
                            <a:gd name="f39" fmla="*/ f4 1 497"/>
                            <a:gd name="f40" fmla="+- f7 0 f5"/>
                            <a:gd name="f41" fmla="+- f6 0 f5"/>
                            <a:gd name="f42" fmla="*/ f37 f0 1"/>
                            <a:gd name="f43" fmla="*/ f41 1 500"/>
                            <a:gd name="f44" fmla="*/ f40 1 497"/>
                            <a:gd name="f45" fmla="*/ 250 f41 1"/>
                            <a:gd name="f46" fmla="*/ 0 f40 1"/>
                            <a:gd name="f47" fmla="*/ 300 f41 1"/>
                            <a:gd name="f48" fmla="*/ 5 f40 1"/>
                            <a:gd name="f49" fmla="*/ 345 f41 1"/>
                            <a:gd name="f50" fmla="*/ 20 f40 1"/>
                            <a:gd name="f51" fmla="*/ 390 f41 1"/>
                            <a:gd name="f52" fmla="*/ 45 f40 1"/>
                            <a:gd name="f53" fmla="*/ 425 f41 1"/>
                            <a:gd name="f54" fmla="*/ 75 f40 1"/>
                            <a:gd name="f55" fmla="*/ 455 f41 1"/>
                            <a:gd name="f56" fmla="*/ 109 f40 1"/>
                            <a:gd name="f57" fmla="*/ 480 f41 1"/>
                            <a:gd name="f58" fmla="*/ 154 f40 1"/>
                            <a:gd name="f59" fmla="*/ 495 f41 1"/>
                            <a:gd name="f60" fmla="*/ 199 f40 1"/>
                            <a:gd name="f61" fmla="*/ 500 f41 1"/>
                            <a:gd name="f62" fmla="*/ 249 f40 1"/>
                            <a:gd name="f63" fmla="*/ 298 f40 1"/>
                            <a:gd name="f64" fmla="*/ 348 f40 1"/>
                            <a:gd name="f65" fmla="*/ 388 f40 1"/>
                            <a:gd name="f66" fmla="*/ 427 f40 1"/>
                            <a:gd name="f67" fmla="*/ 457 f40 1"/>
                            <a:gd name="f68" fmla="*/ 477 f40 1"/>
                            <a:gd name="f69" fmla="*/ 492 f40 1"/>
                            <a:gd name="f70" fmla="*/ 497 f40 1"/>
                            <a:gd name="f71" fmla="*/ 200 f41 1"/>
                            <a:gd name="f72" fmla="*/ 150 f41 1"/>
                            <a:gd name="f73" fmla="*/ 110 f41 1"/>
                            <a:gd name="f74" fmla="*/ 70 f41 1"/>
                            <a:gd name="f75" fmla="*/ 40 f41 1"/>
                            <a:gd name="f76" fmla="*/ 15 f41 1"/>
                            <a:gd name="f77" fmla="*/ 5 f41 1"/>
                            <a:gd name="f78" fmla="*/ 0 f41 1"/>
                            <a:gd name="f79" fmla="*/ f42 1 f2"/>
                            <a:gd name="f80" fmla="*/ f45 1 500"/>
                            <a:gd name="f81" fmla="*/ f46 1 497"/>
                            <a:gd name="f82" fmla="*/ f47 1 500"/>
                            <a:gd name="f83" fmla="*/ f48 1 497"/>
                            <a:gd name="f84" fmla="*/ f49 1 500"/>
                            <a:gd name="f85" fmla="*/ f50 1 497"/>
                            <a:gd name="f86" fmla="*/ f51 1 500"/>
                            <a:gd name="f87" fmla="*/ f52 1 497"/>
                            <a:gd name="f88" fmla="*/ f53 1 500"/>
                            <a:gd name="f89" fmla="*/ f54 1 497"/>
                            <a:gd name="f90" fmla="*/ f55 1 500"/>
                            <a:gd name="f91" fmla="*/ f56 1 497"/>
                            <a:gd name="f92" fmla="*/ f57 1 500"/>
                            <a:gd name="f93" fmla="*/ f58 1 497"/>
                            <a:gd name="f94" fmla="*/ f59 1 500"/>
                            <a:gd name="f95" fmla="*/ f60 1 497"/>
                            <a:gd name="f96" fmla="*/ f61 1 500"/>
                            <a:gd name="f97" fmla="*/ f62 1 497"/>
                            <a:gd name="f98" fmla="*/ f63 1 497"/>
                            <a:gd name="f99" fmla="*/ f64 1 497"/>
                            <a:gd name="f100" fmla="*/ f65 1 497"/>
                            <a:gd name="f101" fmla="*/ f66 1 497"/>
                            <a:gd name="f102" fmla="*/ f67 1 497"/>
                            <a:gd name="f103" fmla="*/ f68 1 497"/>
                            <a:gd name="f104" fmla="*/ f69 1 497"/>
                            <a:gd name="f105" fmla="*/ f70 1 497"/>
                            <a:gd name="f106" fmla="*/ f71 1 500"/>
                            <a:gd name="f107" fmla="*/ f72 1 500"/>
                            <a:gd name="f108" fmla="*/ f73 1 500"/>
                            <a:gd name="f109" fmla="*/ f74 1 500"/>
                            <a:gd name="f110" fmla="*/ f75 1 500"/>
                            <a:gd name="f111" fmla="*/ f76 1 500"/>
                            <a:gd name="f112" fmla="*/ f77 1 500"/>
                            <a:gd name="f113" fmla="*/ f78 1 500"/>
                            <a:gd name="f114" fmla="*/ 0 1 f43"/>
                            <a:gd name="f115" fmla="*/ f6 1 f43"/>
                            <a:gd name="f116" fmla="*/ 0 1 f44"/>
                            <a:gd name="f117" fmla="*/ f7 1 f44"/>
                            <a:gd name="f118" fmla="+- f79 0 f1"/>
                            <a:gd name="f119" fmla="*/ f80 1 f43"/>
                            <a:gd name="f120" fmla="*/ f81 1 f44"/>
                            <a:gd name="f121" fmla="*/ f82 1 f43"/>
                            <a:gd name="f122" fmla="*/ f83 1 f44"/>
                            <a:gd name="f123" fmla="*/ f84 1 f43"/>
                            <a:gd name="f124" fmla="*/ f85 1 f44"/>
                            <a:gd name="f125" fmla="*/ f86 1 f43"/>
                            <a:gd name="f126" fmla="*/ f87 1 f44"/>
                            <a:gd name="f127" fmla="*/ f88 1 f43"/>
                            <a:gd name="f128" fmla="*/ f89 1 f44"/>
                            <a:gd name="f129" fmla="*/ f90 1 f43"/>
                            <a:gd name="f130" fmla="*/ f91 1 f44"/>
                            <a:gd name="f131" fmla="*/ f92 1 f43"/>
                            <a:gd name="f132" fmla="*/ f93 1 f44"/>
                            <a:gd name="f133" fmla="*/ f94 1 f43"/>
                            <a:gd name="f134" fmla="*/ f95 1 f44"/>
                            <a:gd name="f135" fmla="*/ f96 1 f43"/>
                            <a:gd name="f136" fmla="*/ f97 1 f44"/>
                            <a:gd name="f137" fmla="*/ f98 1 f44"/>
                            <a:gd name="f138" fmla="*/ f99 1 f44"/>
                            <a:gd name="f139" fmla="*/ f100 1 f44"/>
                            <a:gd name="f140" fmla="*/ f101 1 f44"/>
                            <a:gd name="f141" fmla="*/ f102 1 f44"/>
                            <a:gd name="f142" fmla="*/ f103 1 f44"/>
                            <a:gd name="f143" fmla="*/ f104 1 f44"/>
                            <a:gd name="f144" fmla="*/ f105 1 f44"/>
                            <a:gd name="f145" fmla="*/ f106 1 f43"/>
                            <a:gd name="f146" fmla="*/ f107 1 f43"/>
                            <a:gd name="f147" fmla="*/ f108 1 f43"/>
                            <a:gd name="f148" fmla="*/ f109 1 f43"/>
                            <a:gd name="f149" fmla="*/ f110 1 f43"/>
                            <a:gd name="f150" fmla="*/ f111 1 f43"/>
                            <a:gd name="f151" fmla="*/ f112 1 f43"/>
                            <a:gd name="f152" fmla="*/ f113 1 f43"/>
                            <a:gd name="f153" fmla="*/ f114 f38 1"/>
                            <a:gd name="f154" fmla="*/ f115 f38 1"/>
                            <a:gd name="f155" fmla="*/ f117 f39 1"/>
                            <a:gd name="f156" fmla="*/ f116 f39 1"/>
                            <a:gd name="f157" fmla="*/ f119 f38 1"/>
                            <a:gd name="f158" fmla="*/ f120 f39 1"/>
                            <a:gd name="f159" fmla="*/ f121 f38 1"/>
                            <a:gd name="f160" fmla="*/ f122 f39 1"/>
                            <a:gd name="f161" fmla="*/ f123 f38 1"/>
                            <a:gd name="f162" fmla="*/ f124 f39 1"/>
                            <a:gd name="f163" fmla="*/ f125 f38 1"/>
                            <a:gd name="f164" fmla="*/ f126 f39 1"/>
                            <a:gd name="f165" fmla="*/ f127 f38 1"/>
                            <a:gd name="f166" fmla="*/ f128 f39 1"/>
                            <a:gd name="f167" fmla="*/ f129 f38 1"/>
                            <a:gd name="f168" fmla="*/ f130 f39 1"/>
                            <a:gd name="f169" fmla="*/ f131 f38 1"/>
                            <a:gd name="f170" fmla="*/ f132 f39 1"/>
                            <a:gd name="f171" fmla="*/ f133 f38 1"/>
                            <a:gd name="f172" fmla="*/ f134 f39 1"/>
                            <a:gd name="f173" fmla="*/ f135 f38 1"/>
                            <a:gd name="f174" fmla="*/ f136 f39 1"/>
                            <a:gd name="f175" fmla="*/ f137 f39 1"/>
                            <a:gd name="f176" fmla="*/ f138 f39 1"/>
                            <a:gd name="f177" fmla="*/ f139 f39 1"/>
                            <a:gd name="f178" fmla="*/ f140 f39 1"/>
                            <a:gd name="f179" fmla="*/ f141 f39 1"/>
                            <a:gd name="f180" fmla="*/ f142 f39 1"/>
                            <a:gd name="f181" fmla="*/ f143 f39 1"/>
                            <a:gd name="f182" fmla="*/ f144 f39 1"/>
                            <a:gd name="f183" fmla="*/ f145 f38 1"/>
                            <a:gd name="f184" fmla="*/ f146 f38 1"/>
                            <a:gd name="f185" fmla="*/ f147 f38 1"/>
                            <a:gd name="f186" fmla="*/ f148 f38 1"/>
                            <a:gd name="f187" fmla="*/ f149 f38 1"/>
                            <a:gd name="f188" fmla="*/ f150 f38 1"/>
                            <a:gd name="f189" fmla="*/ f151 f38 1"/>
                            <a:gd name="f190" fmla="*/ f152 f38 1"/>
                          </a:gdLst>
                          <a:ahLst/>
                          <a:cxnLst>
                            <a:cxn ang="3cd4">
                              <a:pos x="hc" y="t"/>
                            </a:cxn>
                            <a:cxn ang="0">
                              <a:pos x="r" y="vc"/>
                            </a:cxn>
                            <a:cxn ang="cd4">
                              <a:pos x="hc" y="b"/>
                            </a:cxn>
                            <a:cxn ang="cd2">
                              <a:pos x="l" y="vc"/>
                            </a:cxn>
                            <a:cxn ang="f118">
                              <a:pos x="f157" y="f158"/>
                            </a:cxn>
                            <a:cxn ang="f118">
                              <a:pos x="f157" y="f158"/>
                            </a:cxn>
                            <a:cxn ang="f118">
                              <a:pos x="f159" y="f160"/>
                            </a:cxn>
                            <a:cxn ang="f118">
                              <a:pos x="f161" y="f162"/>
                            </a:cxn>
                            <a:cxn ang="f118">
                              <a:pos x="f163" y="f164"/>
                            </a:cxn>
                            <a:cxn ang="f118">
                              <a:pos x="f165" y="f166"/>
                            </a:cxn>
                            <a:cxn ang="f118">
                              <a:pos x="f167" y="f168"/>
                            </a:cxn>
                            <a:cxn ang="f118">
                              <a:pos x="f169" y="f170"/>
                            </a:cxn>
                            <a:cxn ang="f118">
                              <a:pos x="f171" y="f172"/>
                            </a:cxn>
                            <a:cxn ang="f118">
                              <a:pos x="f173" y="f174"/>
                            </a:cxn>
                            <a:cxn ang="f118">
                              <a:pos x="f173" y="f174"/>
                            </a:cxn>
                            <a:cxn ang="f118">
                              <a:pos x="f171" y="f175"/>
                            </a:cxn>
                            <a:cxn ang="f118">
                              <a:pos x="f169" y="f176"/>
                            </a:cxn>
                            <a:cxn ang="f118">
                              <a:pos x="f167" y="f177"/>
                            </a:cxn>
                            <a:cxn ang="f118">
                              <a:pos x="f165" y="f178"/>
                            </a:cxn>
                            <a:cxn ang="f118">
                              <a:pos x="f163" y="f179"/>
                            </a:cxn>
                            <a:cxn ang="f118">
                              <a:pos x="f161" y="f180"/>
                            </a:cxn>
                            <a:cxn ang="f118">
                              <a:pos x="f159" y="f181"/>
                            </a:cxn>
                            <a:cxn ang="f118">
                              <a:pos x="f157" y="f182"/>
                            </a:cxn>
                            <a:cxn ang="f118">
                              <a:pos x="f157" y="f182"/>
                            </a:cxn>
                            <a:cxn ang="f118">
                              <a:pos x="f183" y="f181"/>
                            </a:cxn>
                            <a:cxn ang="f118">
                              <a:pos x="f184" y="f180"/>
                            </a:cxn>
                            <a:cxn ang="f118">
                              <a:pos x="f185" y="f179"/>
                            </a:cxn>
                            <a:cxn ang="f118">
                              <a:pos x="f186" y="f178"/>
                            </a:cxn>
                            <a:cxn ang="f118">
                              <a:pos x="f187" y="f177"/>
                            </a:cxn>
                            <a:cxn ang="f118">
                              <a:pos x="f188" y="f176"/>
                            </a:cxn>
                            <a:cxn ang="f118">
                              <a:pos x="f189" y="f175"/>
                            </a:cxn>
                            <a:cxn ang="f118">
                              <a:pos x="f190" y="f174"/>
                            </a:cxn>
                            <a:cxn ang="f118">
                              <a:pos x="f190" y="f174"/>
                            </a:cxn>
                            <a:cxn ang="f118">
                              <a:pos x="f189" y="f172"/>
                            </a:cxn>
                            <a:cxn ang="f118">
                              <a:pos x="f188" y="f170"/>
                            </a:cxn>
                            <a:cxn ang="f118">
                              <a:pos x="f187" y="f168"/>
                            </a:cxn>
                            <a:cxn ang="f118">
                              <a:pos x="f186" y="f166"/>
                            </a:cxn>
                            <a:cxn ang="f118">
                              <a:pos x="f185" y="f164"/>
                            </a:cxn>
                            <a:cxn ang="f118">
                              <a:pos x="f184" y="f162"/>
                            </a:cxn>
                            <a:cxn ang="f118">
                              <a:pos x="f183" y="f160"/>
                            </a:cxn>
                            <a:cxn ang="f118">
                              <a:pos x="f157" y="f158"/>
                            </a:cxn>
                          </a:cxnLst>
                          <a:rect l="f153" t="f156" r="f154" b="f155"/>
                          <a:pathLst>
                            <a:path w="500" h="497">
                              <a:moveTo>
                                <a:pt x="f8" y="f5"/>
                              </a:moveTo>
                              <a:lnTo>
                                <a:pt x="f8" y="f5"/>
                              </a:lnTo>
                              <a:lnTo>
                                <a:pt x="f9" y="f10"/>
                              </a:lnTo>
                              <a:lnTo>
                                <a:pt x="f11" y="f12"/>
                              </a:lnTo>
                              <a:lnTo>
                                <a:pt x="f13" y="f14"/>
                              </a:lnTo>
                              <a:lnTo>
                                <a:pt x="f15" y="f16"/>
                              </a:lnTo>
                              <a:lnTo>
                                <a:pt x="f17" y="f18"/>
                              </a:lnTo>
                              <a:lnTo>
                                <a:pt x="f19" y="f20"/>
                              </a:lnTo>
                              <a:lnTo>
                                <a:pt x="f21" y="f22"/>
                              </a:lnTo>
                              <a:lnTo>
                                <a:pt x="f6" y="f23"/>
                              </a:lnTo>
                              <a:lnTo>
                                <a:pt x="f21" y="f24"/>
                              </a:lnTo>
                              <a:lnTo>
                                <a:pt x="f19" y="f25"/>
                              </a:lnTo>
                              <a:lnTo>
                                <a:pt x="f17" y="f26"/>
                              </a:lnTo>
                              <a:lnTo>
                                <a:pt x="f15" y="f27"/>
                              </a:lnTo>
                              <a:lnTo>
                                <a:pt x="f13" y="f28"/>
                              </a:lnTo>
                              <a:lnTo>
                                <a:pt x="f11" y="f29"/>
                              </a:lnTo>
                              <a:lnTo>
                                <a:pt x="f9" y="f30"/>
                              </a:lnTo>
                              <a:lnTo>
                                <a:pt x="f8" y="f7"/>
                              </a:lnTo>
                              <a:lnTo>
                                <a:pt x="f31" y="f30"/>
                              </a:lnTo>
                              <a:lnTo>
                                <a:pt x="f32" y="f29"/>
                              </a:lnTo>
                              <a:lnTo>
                                <a:pt x="f33" y="f28"/>
                              </a:lnTo>
                              <a:lnTo>
                                <a:pt x="f34" y="f27"/>
                              </a:lnTo>
                              <a:lnTo>
                                <a:pt x="f35" y="f26"/>
                              </a:lnTo>
                              <a:lnTo>
                                <a:pt x="f36" y="f25"/>
                              </a:lnTo>
                              <a:lnTo>
                                <a:pt x="f10" y="f24"/>
                              </a:lnTo>
                              <a:lnTo>
                                <a:pt x="f5" y="f23"/>
                              </a:lnTo>
                              <a:lnTo>
                                <a:pt x="f10" y="f22"/>
                              </a:lnTo>
                              <a:lnTo>
                                <a:pt x="f36" y="f20"/>
                              </a:lnTo>
                              <a:lnTo>
                                <a:pt x="f35" y="f18"/>
                              </a:lnTo>
                              <a:lnTo>
                                <a:pt x="f34" y="f16"/>
                              </a:lnTo>
                              <a:lnTo>
                                <a:pt x="f33" y="f14"/>
                              </a:lnTo>
                              <a:lnTo>
                                <a:pt x="f32" y="f12"/>
                              </a:lnTo>
                              <a:lnTo>
                                <a:pt x="f31" y="f10"/>
                              </a:lnTo>
                              <a:lnTo>
                                <a:pt x="f8" y="f5"/>
                              </a:lnTo>
                            </a:path>
                          </a:pathLst>
                        </a:custGeom>
                        <a:noFill/>
                        <a:ln>
                          <a:noFill/>
                          <a:prstDash val="solid"/>
                        </a:ln>
                      </wps:spPr>
                      <wps:txbx>
                        <w:txbxContent>
                          <w:p w:rsidR="00CE2ADF" w:rsidRDefault="00CE2ADF"/>
                        </w:txbxContent>
                      </wps:txbx>
                      <wps:bodyPr vert="horz" wrap="square" lIns="0" tIns="0" rIns="0" bIns="0" anchor="t" anchorCtr="0" compatLnSpc="0"/>
                    </wps:wsp>
                    <wps:wsp>
                      <wps:cNvPr id="12" name="Freeform 69"/>
                      <wps:cNvSpPr/>
                      <wps:spPr>
                        <a:xfrm>
                          <a:off x="111236" y="138961"/>
                          <a:ext cx="235083" cy="173516"/>
                        </a:xfrm>
                        <a:custGeom>
                          <a:avLst/>
                          <a:gdLst>
                            <a:gd name="f0" fmla="val 10800000"/>
                            <a:gd name="f1" fmla="val 5400000"/>
                            <a:gd name="f2" fmla="val 360"/>
                            <a:gd name="f3" fmla="val 180"/>
                            <a:gd name="f4" fmla="val w"/>
                            <a:gd name="f5" fmla="val h"/>
                            <a:gd name="f6" fmla="val 0"/>
                            <a:gd name="f7" fmla="val 370"/>
                            <a:gd name="f8" fmla="val 273"/>
                            <a:gd name="f9" fmla="val 150"/>
                            <a:gd name="f10" fmla="val 205"/>
                            <a:gd name="f11" fmla="val 120"/>
                            <a:gd name="f12" fmla="val 99"/>
                            <a:gd name="f13" fmla="val 140"/>
                            <a:gd name="f14" fmla="val 55"/>
                            <a:gd name="f15" fmla="val 193"/>
                            <a:gd name="f16" fmla="val 75"/>
                            <a:gd name="f17" fmla="val 160"/>
                            <a:gd name="f18" fmla="val 200"/>
                            <a:gd name="f19" fmla="val 79"/>
                            <a:gd name="f20" fmla="val 265"/>
                            <a:gd name="f21" fmla="val 240"/>
                            <a:gd name="f22" fmla="val 213"/>
                            <a:gd name="f23" fmla="val 275"/>
                            <a:gd name="f24" fmla="val 260"/>
                            <a:gd name="f25" fmla="val 69"/>
                            <a:gd name="f26" fmla="val 215"/>
                            <a:gd name="f27" fmla="val 4"/>
                            <a:gd name="f28" fmla="val 305"/>
                            <a:gd name="f29" fmla="val 330"/>
                            <a:gd name="f30" fmla="val 9"/>
                            <a:gd name="f31" fmla="val 345"/>
                            <a:gd name="f32" fmla="val 19"/>
                            <a:gd name="f33" fmla="val 355"/>
                            <a:gd name="f34" fmla="val 29"/>
                            <a:gd name="f35" fmla="val 365"/>
                            <a:gd name="f36" fmla="val 49"/>
                            <a:gd name="f37" fmla="val 94"/>
                            <a:gd name="f38" fmla="val 109"/>
                            <a:gd name="f39" fmla="val 350"/>
                            <a:gd name="f40" fmla="val 124"/>
                            <a:gd name="f41" fmla="val 134"/>
                            <a:gd name="f42" fmla="val 320"/>
                            <a:gd name="f43" fmla="val 144"/>
                            <a:gd name="f44" fmla="val 149"/>
                            <a:gd name="f45" fmla="val 290"/>
                            <a:gd name="f46" fmla="val 295"/>
                            <a:gd name="f47" fmla="val 300"/>
                            <a:gd name="f48" fmla="val 74"/>
                            <a:gd name="f49" fmla="+- 0 0 0"/>
                            <a:gd name="f50" fmla="*/ f4 1 370"/>
                            <a:gd name="f51" fmla="*/ f5 1 273"/>
                            <a:gd name="f52" fmla="+- f8 0 f6"/>
                            <a:gd name="f53" fmla="+- f7 0 f6"/>
                            <a:gd name="f54" fmla="*/ f49 f0 1"/>
                            <a:gd name="f55" fmla="*/ f53 1 370"/>
                            <a:gd name="f56" fmla="*/ f52 1 273"/>
                            <a:gd name="f57" fmla="*/ 150 f53 1"/>
                            <a:gd name="f58" fmla="*/ 273 f52 1"/>
                            <a:gd name="f59" fmla="*/ 205 f53 1"/>
                            <a:gd name="f60" fmla="*/ 0 f52 1"/>
                            <a:gd name="f61" fmla="*/ 120 f53 1"/>
                            <a:gd name="f62" fmla="*/ 99 f52 1"/>
                            <a:gd name="f63" fmla="*/ 140 f53 1"/>
                            <a:gd name="f64" fmla="*/ 55 f53 1"/>
                            <a:gd name="f65" fmla="*/ 193 f52 1"/>
                            <a:gd name="f66" fmla="*/ 75 f53 1"/>
                            <a:gd name="f67" fmla="*/ 0 f53 1"/>
                            <a:gd name="f68" fmla="*/ 160 f53 1"/>
                            <a:gd name="f69" fmla="*/ 200 f53 1"/>
                            <a:gd name="f70" fmla="*/ 79 f52 1"/>
                            <a:gd name="f71" fmla="*/ 265 f53 1"/>
                            <a:gd name="f72" fmla="*/ 240 f53 1"/>
                            <a:gd name="f73" fmla="*/ 213 f52 1"/>
                            <a:gd name="f74" fmla="*/ 275 f53 1"/>
                            <a:gd name="f75" fmla="*/ 260 f53 1"/>
                            <a:gd name="f76" fmla="*/ 69 f52 1"/>
                            <a:gd name="f77" fmla="*/ 215 f53 1"/>
                            <a:gd name="f78" fmla="*/ 4 f52 1"/>
                            <a:gd name="f79" fmla="*/ 305 f53 1"/>
                            <a:gd name="f80" fmla="*/ 330 f53 1"/>
                            <a:gd name="f81" fmla="*/ 9 f52 1"/>
                            <a:gd name="f82" fmla="*/ 345 f53 1"/>
                            <a:gd name="f83" fmla="*/ 19 f52 1"/>
                            <a:gd name="f84" fmla="*/ 355 f53 1"/>
                            <a:gd name="f85" fmla="*/ 29 f52 1"/>
                            <a:gd name="f86" fmla="*/ 365 f53 1"/>
                            <a:gd name="f87" fmla="*/ 49 f52 1"/>
                            <a:gd name="f88" fmla="*/ 370 f53 1"/>
                            <a:gd name="f89" fmla="*/ 94 f52 1"/>
                            <a:gd name="f90" fmla="*/ 360 f53 1"/>
                            <a:gd name="f91" fmla="*/ 109 f52 1"/>
                            <a:gd name="f92" fmla="*/ 350 f53 1"/>
                            <a:gd name="f93" fmla="*/ 124 f52 1"/>
                            <a:gd name="f94" fmla="*/ 134 f52 1"/>
                            <a:gd name="f95" fmla="*/ 320 f53 1"/>
                            <a:gd name="f96" fmla="*/ 144 f52 1"/>
                            <a:gd name="f97" fmla="*/ 149 f52 1"/>
                            <a:gd name="f98" fmla="*/ 290 f53 1"/>
                            <a:gd name="f99" fmla="*/ 295 f53 1"/>
                            <a:gd name="f100" fmla="*/ 300 f53 1"/>
                            <a:gd name="f101" fmla="*/ 74 f52 1"/>
                            <a:gd name="f102" fmla="*/ f54 1 f3"/>
                            <a:gd name="f103" fmla="*/ f57 1 370"/>
                            <a:gd name="f104" fmla="*/ f58 1 273"/>
                            <a:gd name="f105" fmla="*/ f59 1 370"/>
                            <a:gd name="f106" fmla="*/ f60 1 273"/>
                            <a:gd name="f107" fmla="*/ f61 1 370"/>
                            <a:gd name="f108" fmla="*/ f62 1 273"/>
                            <a:gd name="f109" fmla="*/ f63 1 370"/>
                            <a:gd name="f110" fmla="*/ f64 1 370"/>
                            <a:gd name="f111" fmla="*/ f65 1 273"/>
                            <a:gd name="f112" fmla="*/ f66 1 370"/>
                            <a:gd name="f113" fmla="*/ f67 1 370"/>
                            <a:gd name="f114" fmla="*/ f68 1 370"/>
                            <a:gd name="f115" fmla="*/ f69 1 370"/>
                            <a:gd name="f116" fmla="*/ f70 1 273"/>
                            <a:gd name="f117" fmla="*/ f71 1 370"/>
                            <a:gd name="f118" fmla="*/ f72 1 370"/>
                            <a:gd name="f119" fmla="*/ f73 1 273"/>
                            <a:gd name="f120" fmla="*/ f74 1 370"/>
                            <a:gd name="f121" fmla="*/ f75 1 370"/>
                            <a:gd name="f122" fmla="*/ f76 1 273"/>
                            <a:gd name="f123" fmla="*/ f77 1 370"/>
                            <a:gd name="f124" fmla="*/ f78 1 273"/>
                            <a:gd name="f125" fmla="*/ f79 1 370"/>
                            <a:gd name="f126" fmla="*/ f80 1 370"/>
                            <a:gd name="f127" fmla="*/ f81 1 273"/>
                            <a:gd name="f128" fmla="*/ f82 1 370"/>
                            <a:gd name="f129" fmla="*/ f83 1 273"/>
                            <a:gd name="f130" fmla="*/ f84 1 370"/>
                            <a:gd name="f131" fmla="*/ f85 1 273"/>
                            <a:gd name="f132" fmla="*/ f86 1 370"/>
                            <a:gd name="f133" fmla="*/ f87 1 273"/>
                            <a:gd name="f134" fmla="*/ f88 1 370"/>
                            <a:gd name="f135" fmla="*/ f89 1 273"/>
                            <a:gd name="f136" fmla="*/ f90 1 370"/>
                            <a:gd name="f137" fmla="*/ f91 1 273"/>
                            <a:gd name="f138" fmla="*/ f92 1 370"/>
                            <a:gd name="f139" fmla="*/ f93 1 273"/>
                            <a:gd name="f140" fmla="*/ f94 1 273"/>
                            <a:gd name="f141" fmla="*/ f95 1 370"/>
                            <a:gd name="f142" fmla="*/ f96 1 273"/>
                            <a:gd name="f143" fmla="*/ f97 1 273"/>
                            <a:gd name="f144" fmla="*/ f98 1 370"/>
                            <a:gd name="f145" fmla="*/ f99 1 370"/>
                            <a:gd name="f146" fmla="*/ f100 1 370"/>
                            <a:gd name="f147" fmla="*/ f101 1 273"/>
                            <a:gd name="f148" fmla="*/ 0 1 f55"/>
                            <a:gd name="f149" fmla="*/ f7 1 f55"/>
                            <a:gd name="f150" fmla="*/ 0 1 f56"/>
                            <a:gd name="f151" fmla="*/ f8 1 f56"/>
                            <a:gd name="f152" fmla="+- f102 0 f1"/>
                            <a:gd name="f153" fmla="*/ f103 1 f55"/>
                            <a:gd name="f154" fmla="*/ f104 1 f56"/>
                            <a:gd name="f155" fmla="*/ f105 1 f55"/>
                            <a:gd name="f156" fmla="*/ f106 1 f56"/>
                            <a:gd name="f157" fmla="*/ f107 1 f55"/>
                            <a:gd name="f158" fmla="*/ f108 1 f56"/>
                            <a:gd name="f159" fmla="*/ f109 1 f55"/>
                            <a:gd name="f160" fmla="*/ f110 1 f55"/>
                            <a:gd name="f161" fmla="*/ f111 1 f56"/>
                            <a:gd name="f162" fmla="*/ f112 1 f55"/>
                            <a:gd name="f163" fmla="*/ f113 1 f55"/>
                            <a:gd name="f164" fmla="*/ f114 1 f55"/>
                            <a:gd name="f165" fmla="*/ f115 1 f55"/>
                            <a:gd name="f166" fmla="*/ f116 1 f56"/>
                            <a:gd name="f167" fmla="*/ f117 1 f55"/>
                            <a:gd name="f168" fmla="*/ f118 1 f55"/>
                            <a:gd name="f169" fmla="*/ f119 1 f56"/>
                            <a:gd name="f170" fmla="*/ f120 1 f55"/>
                            <a:gd name="f171" fmla="*/ f121 1 f55"/>
                            <a:gd name="f172" fmla="*/ f122 1 f56"/>
                            <a:gd name="f173" fmla="*/ f123 1 f55"/>
                            <a:gd name="f174" fmla="*/ f124 1 f56"/>
                            <a:gd name="f175" fmla="*/ f125 1 f55"/>
                            <a:gd name="f176" fmla="*/ f126 1 f55"/>
                            <a:gd name="f177" fmla="*/ f127 1 f56"/>
                            <a:gd name="f178" fmla="*/ f128 1 f55"/>
                            <a:gd name="f179" fmla="*/ f129 1 f56"/>
                            <a:gd name="f180" fmla="*/ f130 1 f55"/>
                            <a:gd name="f181" fmla="*/ f131 1 f56"/>
                            <a:gd name="f182" fmla="*/ f132 1 f55"/>
                            <a:gd name="f183" fmla="*/ f133 1 f56"/>
                            <a:gd name="f184" fmla="*/ f134 1 f55"/>
                            <a:gd name="f185" fmla="*/ f135 1 f56"/>
                            <a:gd name="f186" fmla="*/ f136 1 f55"/>
                            <a:gd name="f187" fmla="*/ f137 1 f56"/>
                            <a:gd name="f188" fmla="*/ f138 1 f55"/>
                            <a:gd name="f189" fmla="*/ f139 1 f56"/>
                            <a:gd name="f190" fmla="*/ f140 1 f56"/>
                            <a:gd name="f191" fmla="*/ f141 1 f55"/>
                            <a:gd name="f192" fmla="*/ f142 1 f56"/>
                            <a:gd name="f193" fmla="*/ f143 1 f56"/>
                            <a:gd name="f194" fmla="*/ f144 1 f55"/>
                            <a:gd name="f195" fmla="*/ f145 1 f55"/>
                            <a:gd name="f196" fmla="*/ f146 1 f55"/>
                            <a:gd name="f197" fmla="*/ f147 1 f56"/>
                            <a:gd name="f198" fmla="*/ f148 f50 1"/>
                            <a:gd name="f199" fmla="*/ f149 f50 1"/>
                            <a:gd name="f200" fmla="*/ f151 f51 1"/>
                            <a:gd name="f201" fmla="*/ f150 f51 1"/>
                            <a:gd name="f202" fmla="*/ f153 f50 1"/>
                            <a:gd name="f203" fmla="*/ f154 f51 1"/>
                            <a:gd name="f204" fmla="*/ f155 f50 1"/>
                            <a:gd name="f205" fmla="*/ f156 f51 1"/>
                            <a:gd name="f206" fmla="*/ f157 f50 1"/>
                            <a:gd name="f207" fmla="*/ f158 f51 1"/>
                            <a:gd name="f208" fmla="*/ f159 f50 1"/>
                            <a:gd name="f209" fmla="*/ f160 f50 1"/>
                            <a:gd name="f210" fmla="*/ f161 f51 1"/>
                            <a:gd name="f211" fmla="*/ f162 f50 1"/>
                            <a:gd name="f212" fmla="*/ f163 f50 1"/>
                            <a:gd name="f213" fmla="*/ f164 f50 1"/>
                            <a:gd name="f214" fmla="*/ f165 f50 1"/>
                            <a:gd name="f215" fmla="*/ f166 f51 1"/>
                            <a:gd name="f216" fmla="*/ f167 f50 1"/>
                            <a:gd name="f217" fmla="*/ f168 f50 1"/>
                            <a:gd name="f218" fmla="*/ f169 f51 1"/>
                            <a:gd name="f219" fmla="*/ f170 f50 1"/>
                            <a:gd name="f220" fmla="*/ f171 f50 1"/>
                            <a:gd name="f221" fmla="*/ f172 f51 1"/>
                            <a:gd name="f222" fmla="*/ f173 f50 1"/>
                            <a:gd name="f223" fmla="*/ f174 f51 1"/>
                            <a:gd name="f224" fmla="*/ f175 f50 1"/>
                            <a:gd name="f225" fmla="*/ f176 f50 1"/>
                            <a:gd name="f226" fmla="*/ f177 f51 1"/>
                            <a:gd name="f227" fmla="*/ f178 f50 1"/>
                            <a:gd name="f228" fmla="*/ f179 f51 1"/>
                            <a:gd name="f229" fmla="*/ f180 f50 1"/>
                            <a:gd name="f230" fmla="*/ f181 f51 1"/>
                            <a:gd name="f231" fmla="*/ f182 f50 1"/>
                            <a:gd name="f232" fmla="*/ f183 f51 1"/>
                            <a:gd name="f233" fmla="*/ f184 f50 1"/>
                            <a:gd name="f234" fmla="*/ f185 f51 1"/>
                            <a:gd name="f235" fmla="*/ f186 f50 1"/>
                            <a:gd name="f236" fmla="*/ f187 f51 1"/>
                            <a:gd name="f237" fmla="*/ f188 f50 1"/>
                            <a:gd name="f238" fmla="*/ f189 f51 1"/>
                            <a:gd name="f239" fmla="*/ f190 f51 1"/>
                            <a:gd name="f240" fmla="*/ f191 f50 1"/>
                            <a:gd name="f241" fmla="*/ f192 f51 1"/>
                            <a:gd name="f242" fmla="*/ f193 f51 1"/>
                            <a:gd name="f243" fmla="*/ f194 f50 1"/>
                            <a:gd name="f244" fmla="*/ f195 f50 1"/>
                            <a:gd name="f245" fmla="*/ f196 f50 1"/>
                            <a:gd name="f246" fmla="*/ f197 f51 1"/>
                          </a:gdLst>
                          <a:ahLst/>
                          <a:cxnLst>
                            <a:cxn ang="3cd4">
                              <a:pos x="hc" y="t"/>
                            </a:cxn>
                            <a:cxn ang="0">
                              <a:pos x="r" y="vc"/>
                            </a:cxn>
                            <a:cxn ang="cd4">
                              <a:pos x="hc" y="b"/>
                            </a:cxn>
                            <a:cxn ang="cd2">
                              <a:pos x="l" y="vc"/>
                            </a:cxn>
                            <a:cxn ang="f152">
                              <a:pos x="f202" y="f203"/>
                            </a:cxn>
                            <a:cxn ang="f152">
                              <a:pos x="f204" y="f205"/>
                            </a:cxn>
                            <a:cxn ang="f152">
                              <a:pos x="f206" y="f207"/>
                            </a:cxn>
                            <a:cxn ang="f152">
                              <a:pos x="f208" y="f207"/>
                            </a:cxn>
                            <a:cxn ang="f152">
                              <a:pos x="f209" y="f210"/>
                            </a:cxn>
                            <a:cxn ang="f152">
                              <a:pos x="f211" y="f210"/>
                            </a:cxn>
                            <a:cxn ang="f152">
                              <a:pos x="f212" y="f203"/>
                            </a:cxn>
                            <a:cxn ang="f152">
                              <a:pos x="f202" y="f203"/>
                            </a:cxn>
                            <a:cxn ang="f152">
                              <a:pos x="f213" y="f203"/>
                            </a:cxn>
                            <a:cxn ang="f152">
                              <a:pos x="f214" y="f215"/>
                            </a:cxn>
                            <a:cxn ang="f152">
                              <a:pos x="f216" y="f215"/>
                            </a:cxn>
                            <a:cxn ang="f152">
                              <a:pos x="f217" y="f218"/>
                            </a:cxn>
                            <a:cxn ang="f152">
                              <a:pos x="f219" y="f218"/>
                            </a:cxn>
                            <a:cxn ang="f152">
                              <a:pos x="f220" y="f203"/>
                            </a:cxn>
                            <a:cxn ang="f152">
                              <a:pos x="f213" y="f203"/>
                            </a:cxn>
                            <a:cxn ang="f152">
                              <a:pos x="f214" y="f221"/>
                            </a:cxn>
                            <a:cxn ang="f152">
                              <a:pos x="f222" y="f223"/>
                            </a:cxn>
                            <a:cxn ang="f152">
                              <a:pos x="f224" y="f223"/>
                            </a:cxn>
                            <a:cxn ang="f152">
                              <a:pos x="f224" y="f223"/>
                            </a:cxn>
                            <a:cxn ang="f152">
                              <a:pos x="f225" y="f226"/>
                            </a:cxn>
                            <a:cxn ang="f152">
                              <a:pos x="f227" y="f228"/>
                            </a:cxn>
                            <a:cxn ang="f152">
                              <a:pos x="f229" y="f230"/>
                            </a:cxn>
                            <a:cxn ang="f152">
                              <a:pos x="f229" y="f230"/>
                            </a:cxn>
                            <a:cxn ang="f152">
                              <a:pos x="f231" y="f232"/>
                            </a:cxn>
                            <a:cxn ang="f152">
                              <a:pos x="f233" y="f215"/>
                            </a:cxn>
                            <a:cxn ang="f152">
                              <a:pos x="f233" y="f215"/>
                            </a:cxn>
                            <a:cxn ang="f152">
                              <a:pos x="f231" y="f234"/>
                            </a:cxn>
                            <a:cxn ang="f152">
                              <a:pos x="f235" y="f236"/>
                            </a:cxn>
                            <a:cxn ang="f152">
                              <a:pos x="f237" y="f238"/>
                            </a:cxn>
                            <a:cxn ang="f152">
                              <a:pos x="f227" y="f239"/>
                            </a:cxn>
                            <a:cxn ang="f152">
                              <a:pos x="f227" y="f239"/>
                            </a:cxn>
                            <a:cxn ang="f152">
                              <a:pos x="f240" y="f241"/>
                            </a:cxn>
                            <a:cxn ang="f152">
                              <a:pos x="f224" y="f242"/>
                            </a:cxn>
                            <a:cxn ang="f152">
                              <a:pos x="f220" y="f242"/>
                            </a:cxn>
                            <a:cxn ang="f152">
                              <a:pos x="f219" y="f215"/>
                            </a:cxn>
                            <a:cxn ang="f152">
                              <a:pos x="f243" y="f215"/>
                            </a:cxn>
                            <a:cxn ang="f152">
                              <a:pos x="f243" y="f215"/>
                            </a:cxn>
                            <a:cxn ang="f152">
                              <a:pos x="f244" y="f215"/>
                            </a:cxn>
                            <a:cxn ang="f152">
                              <a:pos x="f245" y="f246"/>
                            </a:cxn>
                            <a:cxn ang="f152">
                              <a:pos x="f245" y="f246"/>
                            </a:cxn>
                            <a:cxn ang="f152">
                              <a:pos x="f244" y="f221"/>
                            </a:cxn>
                            <a:cxn ang="f152">
                              <a:pos x="f243" y="f221"/>
                            </a:cxn>
                            <a:cxn ang="f152">
                              <a:pos x="f214" y="f221"/>
                            </a:cxn>
                          </a:cxnLst>
                          <a:rect l="f198" t="f201" r="f199" b="f200"/>
                          <a:pathLst>
                            <a:path w="370" h="273">
                              <a:moveTo>
                                <a:pt x="f9" y="f8"/>
                              </a:moveTo>
                              <a:lnTo>
                                <a:pt x="f10" y="f6"/>
                              </a:lnTo>
                              <a:lnTo>
                                <a:pt x="f11" y="f12"/>
                              </a:lnTo>
                              <a:lnTo>
                                <a:pt x="f13" y="f12"/>
                              </a:lnTo>
                              <a:lnTo>
                                <a:pt x="f14" y="f15"/>
                              </a:lnTo>
                              <a:lnTo>
                                <a:pt x="f16" y="f15"/>
                              </a:lnTo>
                              <a:lnTo>
                                <a:pt x="f6" y="f8"/>
                              </a:lnTo>
                              <a:lnTo>
                                <a:pt x="f9" y="f8"/>
                              </a:lnTo>
                              <a:close/>
                              <a:moveTo>
                                <a:pt x="f17" y="f8"/>
                              </a:moveTo>
                              <a:lnTo>
                                <a:pt x="f18" y="f19"/>
                              </a:lnTo>
                              <a:lnTo>
                                <a:pt x="f20" y="f19"/>
                              </a:lnTo>
                              <a:lnTo>
                                <a:pt x="f21" y="f22"/>
                              </a:lnTo>
                              <a:lnTo>
                                <a:pt x="f23" y="f22"/>
                              </a:lnTo>
                              <a:lnTo>
                                <a:pt x="f24" y="f8"/>
                              </a:lnTo>
                              <a:lnTo>
                                <a:pt x="f17" y="f8"/>
                              </a:lnTo>
                              <a:close/>
                              <a:moveTo>
                                <a:pt x="f18" y="f25"/>
                              </a:moveTo>
                              <a:lnTo>
                                <a:pt x="f26" y="f27"/>
                              </a:lnTo>
                              <a:lnTo>
                                <a:pt x="f28" y="f27"/>
                              </a:lnTo>
                              <a:lnTo>
                                <a:pt x="f29" y="f30"/>
                              </a:lnTo>
                              <a:lnTo>
                                <a:pt x="f31" y="f32"/>
                              </a:lnTo>
                              <a:lnTo>
                                <a:pt x="f33" y="f34"/>
                              </a:lnTo>
                              <a:lnTo>
                                <a:pt x="f35" y="f36"/>
                              </a:lnTo>
                              <a:lnTo>
                                <a:pt x="f7" y="f19"/>
                              </a:lnTo>
                              <a:lnTo>
                                <a:pt x="f35" y="f37"/>
                              </a:lnTo>
                              <a:lnTo>
                                <a:pt x="f2" y="f38"/>
                              </a:lnTo>
                              <a:lnTo>
                                <a:pt x="f39" y="f40"/>
                              </a:lnTo>
                              <a:lnTo>
                                <a:pt x="f31" y="f41"/>
                              </a:lnTo>
                              <a:lnTo>
                                <a:pt x="f42" y="f43"/>
                              </a:lnTo>
                              <a:lnTo>
                                <a:pt x="f28" y="f44"/>
                              </a:lnTo>
                              <a:lnTo>
                                <a:pt x="f24" y="f44"/>
                              </a:lnTo>
                              <a:lnTo>
                                <a:pt x="f23" y="f19"/>
                              </a:lnTo>
                              <a:lnTo>
                                <a:pt x="f45" y="f19"/>
                              </a:lnTo>
                              <a:lnTo>
                                <a:pt x="f46" y="f19"/>
                              </a:lnTo>
                              <a:lnTo>
                                <a:pt x="f47" y="f48"/>
                              </a:lnTo>
                              <a:lnTo>
                                <a:pt x="f46" y="f25"/>
                              </a:lnTo>
                              <a:lnTo>
                                <a:pt x="f45" y="f25"/>
                              </a:lnTo>
                              <a:lnTo>
                                <a:pt x="f18" y="f25"/>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13" name="Freeform 70"/>
                      <wps:cNvSpPr/>
                      <wps:spPr>
                        <a:xfrm>
                          <a:off x="22320" y="22320"/>
                          <a:ext cx="422635" cy="195123"/>
                        </a:xfrm>
                        <a:custGeom>
                          <a:avLst/>
                          <a:gdLst>
                            <a:gd name="f0" fmla="val 10800000"/>
                            <a:gd name="f1" fmla="val 5400000"/>
                            <a:gd name="f2" fmla="val 360"/>
                            <a:gd name="f3" fmla="val 180"/>
                            <a:gd name="f4" fmla="val w"/>
                            <a:gd name="f5" fmla="val h"/>
                            <a:gd name="f6" fmla="val 0"/>
                            <a:gd name="f7" fmla="val 665"/>
                            <a:gd name="f8" fmla="val 308"/>
                            <a:gd name="f9" fmla="val 600"/>
                            <a:gd name="f10" fmla="val 263"/>
                            <a:gd name="f11" fmla="val 660"/>
                            <a:gd name="f12" fmla="val 253"/>
                            <a:gd name="f13" fmla="val 298"/>
                            <a:gd name="f14" fmla="val 650"/>
                            <a:gd name="f15" fmla="val 268"/>
                            <a:gd name="f16" fmla="val 640"/>
                            <a:gd name="f17" fmla="val 645"/>
                            <a:gd name="f18" fmla="val 635"/>
                            <a:gd name="f19" fmla="val 630"/>
                            <a:gd name="f20" fmla="val 273"/>
                            <a:gd name="f21" fmla="val 615"/>
                            <a:gd name="f22" fmla="val 620"/>
                            <a:gd name="f23" fmla="val 610"/>
                            <a:gd name="f24" fmla="val 575"/>
                            <a:gd name="f25" fmla="val 198"/>
                            <a:gd name="f26" fmla="val 159"/>
                            <a:gd name="f27" fmla="val 625"/>
                            <a:gd name="f28" fmla="val 169"/>
                            <a:gd name="f29" fmla="val 595"/>
                            <a:gd name="f30" fmla="val 193"/>
                            <a:gd name="f31" fmla="val 188"/>
                            <a:gd name="f32" fmla="val 203"/>
                            <a:gd name="f33" fmla="val 605"/>
                            <a:gd name="f34" fmla="val 228"/>
                            <a:gd name="f35" fmla="val 218"/>
                            <a:gd name="f36" fmla="val 655"/>
                            <a:gd name="f37" fmla="val 243"/>
                            <a:gd name="f38" fmla="val 590"/>
                            <a:gd name="f39" fmla="val 580"/>
                            <a:gd name="f40" fmla="val 208"/>
                            <a:gd name="f41" fmla="val 555"/>
                            <a:gd name="f42" fmla="val 124"/>
                            <a:gd name="f43" fmla="val 550"/>
                            <a:gd name="f44" fmla="val 139"/>
                            <a:gd name="f45" fmla="val 154"/>
                            <a:gd name="f46" fmla="val 565"/>
                            <a:gd name="f47" fmla="val 149"/>
                            <a:gd name="f48" fmla="val 585"/>
                            <a:gd name="f49" fmla="val 144"/>
                            <a:gd name="f50" fmla="val 570"/>
                            <a:gd name="f51" fmla="val 119"/>
                            <a:gd name="f52" fmla="val 560"/>
                            <a:gd name="f53" fmla="val 109"/>
                            <a:gd name="f54" fmla="val 129"/>
                            <a:gd name="f55" fmla="val 164"/>
                            <a:gd name="f56" fmla="val 545"/>
                            <a:gd name="f57" fmla="val 535"/>
                            <a:gd name="f58" fmla="val 540"/>
                            <a:gd name="f59" fmla="val 470"/>
                            <a:gd name="f60" fmla="val 94"/>
                            <a:gd name="f61" fmla="val 490"/>
                            <a:gd name="f62" fmla="val 39"/>
                            <a:gd name="f63" fmla="val 500"/>
                            <a:gd name="f64" fmla="val 44"/>
                            <a:gd name="f65" fmla="val 485"/>
                            <a:gd name="f66" fmla="val 84"/>
                            <a:gd name="f67" fmla="val 520"/>
                            <a:gd name="f68" fmla="val 54"/>
                            <a:gd name="f69" fmla="val 530"/>
                            <a:gd name="f70" fmla="val 64"/>
                            <a:gd name="f71" fmla="val 515"/>
                            <a:gd name="f72" fmla="val 104"/>
                            <a:gd name="f73" fmla="val 74"/>
                            <a:gd name="f74" fmla="val 510"/>
                            <a:gd name="f75" fmla="val 114"/>
                            <a:gd name="f76" fmla="val 69"/>
                            <a:gd name="f77" fmla="val 480"/>
                            <a:gd name="f78" fmla="val 99"/>
                            <a:gd name="f79" fmla="val 425"/>
                            <a:gd name="f80" fmla="val 445"/>
                            <a:gd name="f81" fmla="val 30"/>
                            <a:gd name="f82" fmla="val 25"/>
                            <a:gd name="f83" fmla="val 430"/>
                            <a:gd name="f84" fmla="val 15"/>
                            <a:gd name="f85" fmla="val 475"/>
                            <a:gd name="f86" fmla="val 455"/>
                            <a:gd name="f87" fmla="val 35"/>
                            <a:gd name="f88" fmla="val 435"/>
                            <a:gd name="f89" fmla="val 79"/>
                            <a:gd name="f90" fmla="val 355"/>
                            <a:gd name="f91" fmla="val 370"/>
                            <a:gd name="f92" fmla="val 49"/>
                            <a:gd name="f93" fmla="val 380"/>
                            <a:gd name="f94" fmla="val 390"/>
                            <a:gd name="f95" fmla="val 365"/>
                            <a:gd name="f96" fmla="val 10"/>
                            <a:gd name="f97" fmla="val 375"/>
                            <a:gd name="f98" fmla="val 5"/>
                            <a:gd name="f99" fmla="val 385"/>
                            <a:gd name="f100" fmla="val 395"/>
                            <a:gd name="f101" fmla="val 405"/>
                            <a:gd name="f102" fmla="val 20"/>
                            <a:gd name="f103" fmla="val 400"/>
                            <a:gd name="f104" fmla="val 59"/>
                            <a:gd name="f105" fmla="val 295"/>
                            <a:gd name="f106" fmla="val 290"/>
                            <a:gd name="f107" fmla="val 300"/>
                            <a:gd name="f108" fmla="val 330"/>
                            <a:gd name="f109" fmla="val 325"/>
                            <a:gd name="f110" fmla="val 335"/>
                            <a:gd name="f111" fmla="val 340"/>
                            <a:gd name="f112" fmla="val 305"/>
                            <a:gd name="f113" fmla="val 260"/>
                            <a:gd name="f114" fmla="val 245"/>
                            <a:gd name="f115" fmla="val 240"/>
                            <a:gd name="f116" fmla="val 285"/>
                            <a:gd name="f117" fmla="val 270"/>
                            <a:gd name="f118" fmla="val 265"/>
                            <a:gd name="f119" fmla="val 225"/>
                            <a:gd name="f120" fmla="val 235"/>
                            <a:gd name="f121" fmla="val 175"/>
                            <a:gd name="f122" fmla="val 185"/>
                            <a:gd name="f123" fmla="val 190"/>
                            <a:gd name="f124" fmla="val 195"/>
                            <a:gd name="f125" fmla="val 200"/>
                            <a:gd name="f126" fmla="val 160"/>
                            <a:gd name="f127" fmla="val 210"/>
                            <a:gd name="f128" fmla="val 205"/>
                            <a:gd name="f129" fmla="val 140"/>
                            <a:gd name="f130" fmla="val 120"/>
                            <a:gd name="f131" fmla="val 80"/>
                            <a:gd name="f132" fmla="val 90"/>
                            <a:gd name="f133" fmla="val 110"/>
                            <a:gd name="f134" fmla="val 130"/>
                            <a:gd name="f135" fmla="val 145"/>
                            <a:gd name="f136" fmla="val 134"/>
                            <a:gd name="f137" fmla="val 75"/>
                            <a:gd name="f138" fmla="val 179"/>
                            <a:gd name="f139" fmla="val 100"/>
                            <a:gd name="f140" fmla="val 174"/>
                            <a:gd name="f141" fmla="val 95"/>
                            <a:gd name="f142" fmla="val 70"/>
                            <a:gd name="f143" fmla="val 55"/>
                            <a:gd name="f144" fmla="val 50"/>
                            <a:gd name="f145" fmla="val 65"/>
                            <a:gd name="f146" fmla="val 85"/>
                            <a:gd name="f147" fmla="val 60"/>
                            <a:gd name="f148" fmla="val 105"/>
                            <a:gd name="f149" fmla="val 233"/>
                            <a:gd name="f150" fmla="val 238"/>
                            <a:gd name="f151" fmla="val 248"/>
                            <a:gd name="f152" fmla="val 258"/>
                            <a:gd name="f153" fmla="val 293"/>
                            <a:gd name="f154" fmla="val 283"/>
                            <a:gd name="f155" fmla="+- 0 0 0"/>
                            <a:gd name="f156" fmla="*/ f4 1 665"/>
                            <a:gd name="f157" fmla="*/ f5 1 308"/>
                            <a:gd name="f158" fmla="+- f8 0 f6"/>
                            <a:gd name="f159" fmla="+- f7 0 f6"/>
                            <a:gd name="f160" fmla="*/ f155 f0 1"/>
                            <a:gd name="f161" fmla="*/ f159 1 665"/>
                            <a:gd name="f162" fmla="*/ f158 1 308"/>
                            <a:gd name="f163" fmla="*/ 650 f159 1"/>
                            <a:gd name="f164" fmla="*/ 268 f158 1"/>
                            <a:gd name="f165" fmla="*/ 615 f159 1"/>
                            <a:gd name="f166" fmla="*/ 273 f158 1"/>
                            <a:gd name="f167" fmla="*/ 620 f159 1"/>
                            <a:gd name="f168" fmla="*/ 159 f158 1"/>
                            <a:gd name="f169" fmla="*/ 605 f159 1"/>
                            <a:gd name="f170" fmla="*/ 228 f158 1"/>
                            <a:gd name="f171" fmla="*/ 625 f159 1"/>
                            <a:gd name="f172" fmla="*/ 198 f158 1"/>
                            <a:gd name="f173" fmla="*/ 550 f159 1"/>
                            <a:gd name="f174" fmla="*/ 139 f158 1"/>
                            <a:gd name="f175" fmla="*/ 565 f159 1"/>
                            <a:gd name="f176" fmla="*/ 585 f159 1"/>
                            <a:gd name="f177" fmla="*/ 119 f158 1"/>
                            <a:gd name="f178" fmla="*/ 560 f159 1"/>
                            <a:gd name="f179" fmla="*/ 109 f158 1"/>
                            <a:gd name="f180" fmla="*/ 580 f159 1"/>
                            <a:gd name="f181" fmla="*/ 600 f159 1"/>
                            <a:gd name="f182" fmla="*/ 169 f158 1"/>
                            <a:gd name="f183" fmla="*/ 535 f159 1"/>
                            <a:gd name="f184" fmla="*/ 149 f158 1"/>
                            <a:gd name="f185" fmla="*/ 520 f159 1"/>
                            <a:gd name="f186" fmla="*/ 54 f158 1"/>
                            <a:gd name="f187" fmla="*/ 510 f159 1"/>
                            <a:gd name="f188" fmla="*/ 124 f158 1"/>
                            <a:gd name="f189" fmla="*/ 425 f159 1"/>
                            <a:gd name="f190" fmla="*/ 74 f158 1"/>
                            <a:gd name="f191" fmla="*/ 470 f159 1"/>
                            <a:gd name="f192" fmla="*/ 39 f158 1"/>
                            <a:gd name="f193" fmla="*/ 370 f159 1"/>
                            <a:gd name="f194" fmla="*/ 380 f159 1"/>
                            <a:gd name="f195" fmla="*/ 390 f159 1"/>
                            <a:gd name="f196" fmla="*/ 44 f158 1"/>
                            <a:gd name="f197" fmla="*/ 35 f158 1"/>
                            <a:gd name="f198" fmla="*/ 365 f159 1"/>
                            <a:gd name="f199" fmla="*/ 10 f158 1"/>
                            <a:gd name="f200" fmla="*/ 385 f159 1"/>
                            <a:gd name="f201" fmla="*/ 5 f158 1"/>
                            <a:gd name="f202" fmla="*/ 405 f159 1"/>
                            <a:gd name="f203" fmla="*/ 25 f158 1"/>
                            <a:gd name="f204" fmla="*/ 15 f158 1"/>
                            <a:gd name="f205" fmla="*/ 375 f159 1"/>
                            <a:gd name="f206" fmla="*/ 20 f158 1"/>
                            <a:gd name="f207" fmla="*/ 400 f159 1"/>
                            <a:gd name="f208" fmla="*/ 49 f158 1"/>
                            <a:gd name="f209" fmla="*/ 64 f158 1"/>
                            <a:gd name="f210" fmla="*/ 360 f159 1"/>
                            <a:gd name="f211" fmla="*/ 300 f159 1"/>
                            <a:gd name="f212" fmla="*/ 0 f158 1"/>
                            <a:gd name="f213" fmla="*/ 330 f159 1"/>
                            <a:gd name="f214" fmla="*/ 59 f158 1"/>
                            <a:gd name="f215" fmla="*/ 245 f159 1"/>
                            <a:gd name="f216" fmla="*/ 265 f159 1"/>
                            <a:gd name="f217" fmla="*/ 190 f159 1"/>
                            <a:gd name="f218" fmla="*/ 200 f159 1"/>
                            <a:gd name="f219" fmla="*/ 175 f159 1"/>
                            <a:gd name="f220" fmla="*/ 210 f159 1"/>
                            <a:gd name="f221" fmla="*/ 185 f159 1"/>
                            <a:gd name="f222" fmla="*/ 80 f159 1"/>
                            <a:gd name="f223" fmla="*/ 114 f158 1"/>
                            <a:gd name="f224" fmla="*/ 130 f159 1"/>
                            <a:gd name="f225" fmla="*/ 179 f158 1"/>
                            <a:gd name="f226" fmla="*/ 100 f159 1"/>
                            <a:gd name="f227" fmla="*/ 164 f158 1"/>
                            <a:gd name="f228" fmla="*/ 95 f159 1"/>
                            <a:gd name="f229" fmla="*/ 70 f159 1"/>
                            <a:gd name="f230" fmla="*/ 174 f158 1"/>
                            <a:gd name="f231" fmla="*/ 50 f159 1"/>
                            <a:gd name="f232" fmla="*/ 65 f159 1"/>
                            <a:gd name="f233" fmla="*/ 75 f159 1"/>
                            <a:gd name="f234" fmla="*/ 90 f159 1"/>
                            <a:gd name="f235" fmla="*/ 110 f159 1"/>
                            <a:gd name="f236" fmla="*/ 105 f159 1"/>
                            <a:gd name="f237" fmla="*/ 188 f158 1"/>
                            <a:gd name="f238" fmla="*/ 60 f159 1"/>
                            <a:gd name="f239" fmla="*/ 218 f158 1"/>
                            <a:gd name="f240" fmla="*/ 248 f158 1"/>
                            <a:gd name="f241" fmla="*/ 308 f158 1"/>
                            <a:gd name="f242" fmla="*/ 263 f158 1"/>
                            <a:gd name="f243" fmla="*/ f160 1 f3"/>
                            <a:gd name="f244" fmla="*/ f163 1 665"/>
                            <a:gd name="f245" fmla="*/ f164 1 308"/>
                            <a:gd name="f246" fmla="*/ f165 1 665"/>
                            <a:gd name="f247" fmla="*/ f166 1 308"/>
                            <a:gd name="f248" fmla="*/ f167 1 665"/>
                            <a:gd name="f249" fmla="*/ f168 1 308"/>
                            <a:gd name="f250" fmla="*/ f169 1 665"/>
                            <a:gd name="f251" fmla="*/ f170 1 308"/>
                            <a:gd name="f252" fmla="*/ f171 1 665"/>
                            <a:gd name="f253" fmla="*/ f172 1 308"/>
                            <a:gd name="f254" fmla="*/ f173 1 665"/>
                            <a:gd name="f255" fmla="*/ f174 1 308"/>
                            <a:gd name="f256" fmla="*/ f175 1 665"/>
                            <a:gd name="f257" fmla="*/ f176 1 665"/>
                            <a:gd name="f258" fmla="*/ f177 1 308"/>
                            <a:gd name="f259" fmla="*/ f178 1 665"/>
                            <a:gd name="f260" fmla="*/ f179 1 308"/>
                            <a:gd name="f261" fmla="*/ f180 1 665"/>
                            <a:gd name="f262" fmla="*/ f181 1 665"/>
                            <a:gd name="f263" fmla="*/ f182 1 308"/>
                            <a:gd name="f264" fmla="*/ f183 1 665"/>
                            <a:gd name="f265" fmla="*/ f184 1 308"/>
                            <a:gd name="f266" fmla="*/ f185 1 665"/>
                            <a:gd name="f267" fmla="*/ f186 1 308"/>
                            <a:gd name="f268" fmla="*/ f187 1 665"/>
                            <a:gd name="f269" fmla="*/ f188 1 308"/>
                            <a:gd name="f270" fmla="*/ f189 1 665"/>
                            <a:gd name="f271" fmla="*/ f190 1 308"/>
                            <a:gd name="f272" fmla="*/ f191 1 665"/>
                            <a:gd name="f273" fmla="*/ f192 1 308"/>
                            <a:gd name="f274" fmla="*/ f193 1 665"/>
                            <a:gd name="f275" fmla="*/ f194 1 665"/>
                            <a:gd name="f276" fmla="*/ f195 1 665"/>
                            <a:gd name="f277" fmla="*/ f196 1 308"/>
                            <a:gd name="f278" fmla="*/ f197 1 308"/>
                            <a:gd name="f279" fmla="*/ f198 1 665"/>
                            <a:gd name="f280" fmla="*/ f199 1 308"/>
                            <a:gd name="f281" fmla="*/ f200 1 665"/>
                            <a:gd name="f282" fmla="*/ f201 1 308"/>
                            <a:gd name="f283" fmla="*/ f202 1 665"/>
                            <a:gd name="f284" fmla="*/ f203 1 308"/>
                            <a:gd name="f285" fmla="*/ f204 1 308"/>
                            <a:gd name="f286" fmla="*/ f205 1 665"/>
                            <a:gd name="f287" fmla="*/ f206 1 308"/>
                            <a:gd name="f288" fmla="*/ f207 1 665"/>
                            <a:gd name="f289" fmla="*/ f208 1 308"/>
                            <a:gd name="f290" fmla="*/ f209 1 308"/>
                            <a:gd name="f291" fmla="*/ f210 1 665"/>
                            <a:gd name="f292" fmla="*/ f211 1 665"/>
                            <a:gd name="f293" fmla="*/ f212 1 308"/>
                            <a:gd name="f294" fmla="*/ f213 1 665"/>
                            <a:gd name="f295" fmla="*/ f214 1 308"/>
                            <a:gd name="f296" fmla="*/ f215 1 665"/>
                            <a:gd name="f297" fmla="*/ f216 1 665"/>
                            <a:gd name="f298" fmla="*/ f217 1 665"/>
                            <a:gd name="f299" fmla="*/ f218 1 665"/>
                            <a:gd name="f300" fmla="*/ f219 1 665"/>
                            <a:gd name="f301" fmla="*/ f220 1 665"/>
                            <a:gd name="f302" fmla="*/ f221 1 665"/>
                            <a:gd name="f303" fmla="*/ f222 1 665"/>
                            <a:gd name="f304" fmla="*/ f223 1 308"/>
                            <a:gd name="f305" fmla="*/ f224 1 665"/>
                            <a:gd name="f306" fmla="*/ f225 1 308"/>
                            <a:gd name="f307" fmla="*/ f226 1 665"/>
                            <a:gd name="f308" fmla="*/ f227 1 308"/>
                            <a:gd name="f309" fmla="*/ f228 1 665"/>
                            <a:gd name="f310" fmla="*/ f229 1 665"/>
                            <a:gd name="f311" fmla="*/ f230 1 308"/>
                            <a:gd name="f312" fmla="*/ f231 1 665"/>
                            <a:gd name="f313" fmla="*/ f232 1 665"/>
                            <a:gd name="f314" fmla="*/ f233 1 665"/>
                            <a:gd name="f315" fmla="*/ f234 1 665"/>
                            <a:gd name="f316" fmla="*/ f235 1 665"/>
                            <a:gd name="f317" fmla="*/ f236 1 665"/>
                            <a:gd name="f318" fmla="*/ f237 1 308"/>
                            <a:gd name="f319" fmla="*/ f238 1 665"/>
                            <a:gd name="f320" fmla="*/ f239 1 308"/>
                            <a:gd name="f321" fmla="*/ f240 1 308"/>
                            <a:gd name="f322" fmla="*/ f241 1 308"/>
                            <a:gd name="f323" fmla="*/ f242 1 308"/>
                            <a:gd name="f324" fmla="*/ 0 1 f161"/>
                            <a:gd name="f325" fmla="*/ f7 1 f161"/>
                            <a:gd name="f326" fmla="*/ 0 1 f162"/>
                            <a:gd name="f327" fmla="*/ f8 1 f162"/>
                            <a:gd name="f328" fmla="+- f243 0 f1"/>
                            <a:gd name="f329" fmla="*/ f244 1 f161"/>
                            <a:gd name="f330" fmla="*/ f245 1 f162"/>
                            <a:gd name="f331" fmla="*/ f246 1 f161"/>
                            <a:gd name="f332" fmla="*/ f247 1 f162"/>
                            <a:gd name="f333" fmla="*/ f248 1 f161"/>
                            <a:gd name="f334" fmla="*/ f249 1 f162"/>
                            <a:gd name="f335" fmla="*/ f250 1 f161"/>
                            <a:gd name="f336" fmla="*/ f251 1 f162"/>
                            <a:gd name="f337" fmla="*/ f252 1 f161"/>
                            <a:gd name="f338" fmla="*/ f253 1 f162"/>
                            <a:gd name="f339" fmla="*/ f254 1 f161"/>
                            <a:gd name="f340" fmla="*/ f255 1 f162"/>
                            <a:gd name="f341" fmla="*/ f256 1 f161"/>
                            <a:gd name="f342" fmla="*/ f257 1 f161"/>
                            <a:gd name="f343" fmla="*/ f258 1 f162"/>
                            <a:gd name="f344" fmla="*/ f259 1 f161"/>
                            <a:gd name="f345" fmla="*/ f260 1 f162"/>
                            <a:gd name="f346" fmla="*/ f261 1 f161"/>
                            <a:gd name="f347" fmla="*/ f262 1 f161"/>
                            <a:gd name="f348" fmla="*/ f263 1 f162"/>
                            <a:gd name="f349" fmla="*/ f264 1 f161"/>
                            <a:gd name="f350" fmla="*/ f265 1 f162"/>
                            <a:gd name="f351" fmla="*/ f266 1 f161"/>
                            <a:gd name="f352" fmla="*/ f267 1 f162"/>
                            <a:gd name="f353" fmla="*/ f268 1 f161"/>
                            <a:gd name="f354" fmla="*/ f269 1 f162"/>
                            <a:gd name="f355" fmla="*/ f270 1 f161"/>
                            <a:gd name="f356" fmla="*/ f271 1 f162"/>
                            <a:gd name="f357" fmla="*/ f272 1 f161"/>
                            <a:gd name="f358" fmla="*/ f273 1 f162"/>
                            <a:gd name="f359" fmla="*/ f274 1 f161"/>
                            <a:gd name="f360" fmla="*/ f275 1 f161"/>
                            <a:gd name="f361" fmla="*/ f276 1 f161"/>
                            <a:gd name="f362" fmla="*/ f277 1 f162"/>
                            <a:gd name="f363" fmla="*/ f278 1 f162"/>
                            <a:gd name="f364" fmla="*/ f279 1 f161"/>
                            <a:gd name="f365" fmla="*/ f280 1 f162"/>
                            <a:gd name="f366" fmla="*/ f281 1 f161"/>
                            <a:gd name="f367" fmla="*/ f282 1 f162"/>
                            <a:gd name="f368" fmla="*/ f283 1 f161"/>
                            <a:gd name="f369" fmla="*/ f284 1 f162"/>
                            <a:gd name="f370" fmla="*/ f285 1 f162"/>
                            <a:gd name="f371" fmla="*/ f286 1 f161"/>
                            <a:gd name="f372" fmla="*/ f287 1 f162"/>
                            <a:gd name="f373" fmla="*/ f288 1 f161"/>
                            <a:gd name="f374" fmla="*/ f289 1 f162"/>
                            <a:gd name="f375" fmla="*/ f290 1 f162"/>
                            <a:gd name="f376" fmla="*/ f291 1 f161"/>
                            <a:gd name="f377" fmla="*/ f292 1 f161"/>
                            <a:gd name="f378" fmla="*/ f293 1 f162"/>
                            <a:gd name="f379" fmla="*/ f294 1 f161"/>
                            <a:gd name="f380" fmla="*/ f295 1 f162"/>
                            <a:gd name="f381" fmla="*/ f296 1 f161"/>
                            <a:gd name="f382" fmla="*/ f297 1 f161"/>
                            <a:gd name="f383" fmla="*/ f298 1 f161"/>
                            <a:gd name="f384" fmla="*/ f299 1 f161"/>
                            <a:gd name="f385" fmla="*/ f300 1 f161"/>
                            <a:gd name="f386" fmla="*/ f301 1 f161"/>
                            <a:gd name="f387" fmla="*/ f302 1 f161"/>
                            <a:gd name="f388" fmla="*/ f303 1 f161"/>
                            <a:gd name="f389" fmla="*/ f304 1 f162"/>
                            <a:gd name="f390" fmla="*/ f305 1 f161"/>
                            <a:gd name="f391" fmla="*/ f306 1 f162"/>
                            <a:gd name="f392" fmla="*/ f307 1 f161"/>
                            <a:gd name="f393" fmla="*/ f308 1 f162"/>
                            <a:gd name="f394" fmla="*/ f309 1 f161"/>
                            <a:gd name="f395" fmla="*/ f310 1 f161"/>
                            <a:gd name="f396" fmla="*/ f311 1 f162"/>
                            <a:gd name="f397" fmla="*/ f312 1 f161"/>
                            <a:gd name="f398" fmla="*/ f313 1 f161"/>
                            <a:gd name="f399" fmla="*/ f314 1 f161"/>
                            <a:gd name="f400" fmla="*/ f315 1 f161"/>
                            <a:gd name="f401" fmla="*/ f316 1 f161"/>
                            <a:gd name="f402" fmla="*/ f317 1 f161"/>
                            <a:gd name="f403" fmla="*/ f318 1 f162"/>
                            <a:gd name="f404" fmla="*/ f319 1 f161"/>
                            <a:gd name="f405" fmla="*/ f320 1 f162"/>
                            <a:gd name="f406" fmla="*/ f321 1 f162"/>
                            <a:gd name="f407" fmla="*/ f322 1 f162"/>
                            <a:gd name="f408" fmla="*/ f323 1 f162"/>
                            <a:gd name="f409" fmla="*/ f324 f156 1"/>
                            <a:gd name="f410" fmla="*/ f325 f156 1"/>
                            <a:gd name="f411" fmla="*/ f327 f157 1"/>
                            <a:gd name="f412" fmla="*/ f326 f157 1"/>
                            <a:gd name="f413" fmla="*/ f329 f156 1"/>
                            <a:gd name="f414" fmla="*/ f330 f157 1"/>
                            <a:gd name="f415" fmla="*/ f331 f156 1"/>
                            <a:gd name="f416" fmla="*/ f332 f157 1"/>
                            <a:gd name="f417" fmla="*/ f333 f156 1"/>
                            <a:gd name="f418" fmla="*/ f334 f157 1"/>
                            <a:gd name="f419" fmla="*/ f335 f156 1"/>
                            <a:gd name="f420" fmla="*/ f336 f157 1"/>
                            <a:gd name="f421" fmla="*/ f337 f156 1"/>
                            <a:gd name="f422" fmla="*/ f338 f157 1"/>
                            <a:gd name="f423" fmla="*/ f339 f156 1"/>
                            <a:gd name="f424" fmla="*/ f340 f157 1"/>
                            <a:gd name="f425" fmla="*/ f341 f156 1"/>
                            <a:gd name="f426" fmla="*/ f342 f156 1"/>
                            <a:gd name="f427" fmla="*/ f343 f157 1"/>
                            <a:gd name="f428" fmla="*/ f344 f156 1"/>
                            <a:gd name="f429" fmla="*/ f345 f157 1"/>
                            <a:gd name="f430" fmla="*/ f346 f156 1"/>
                            <a:gd name="f431" fmla="*/ f347 f156 1"/>
                            <a:gd name="f432" fmla="*/ f348 f157 1"/>
                            <a:gd name="f433" fmla="*/ f349 f156 1"/>
                            <a:gd name="f434" fmla="*/ f350 f157 1"/>
                            <a:gd name="f435" fmla="*/ f351 f156 1"/>
                            <a:gd name="f436" fmla="*/ f352 f157 1"/>
                            <a:gd name="f437" fmla="*/ f353 f156 1"/>
                            <a:gd name="f438" fmla="*/ f354 f157 1"/>
                            <a:gd name="f439" fmla="*/ f355 f156 1"/>
                            <a:gd name="f440" fmla="*/ f356 f157 1"/>
                            <a:gd name="f441" fmla="*/ f357 f156 1"/>
                            <a:gd name="f442" fmla="*/ f358 f157 1"/>
                            <a:gd name="f443" fmla="*/ f359 f156 1"/>
                            <a:gd name="f444" fmla="*/ f360 f156 1"/>
                            <a:gd name="f445" fmla="*/ f361 f156 1"/>
                            <a:gd name="f446" fmla="*/ f362 f157 1"/>
                            <a:gd name="f447" fmla="*/ f363 f157 1"/>
                            <a:gd name="f448" fmla="*/ f364 f156 1"/>
                            <a:gd name="f449" fmla="*/ f365 f157 1"/>
                            <a:gd name="f450" fmla="*/ f366 f156 1"/>
                            <a:gd name="f451" fmla="*/ f367 f157 1"/>
                            <a:gd name="f452" fmla="*/ f368 f156 1"/>
                            <a:gd name="f453" fmla="*/ f369 f157 1"/>
                            <a:gd name="f454" fmla="*/ f370 f157 1"/>
                            <a:gd name="f455" fmla="*/ f371 f156 1"/>
                            <a:gd name="f456" fmla="*/ f372 f157 1"/>
                            <a:gd name="f457" fmla="*/ f373 f156 1"/>
                            <a:gd name="f458" fmla="*/ f374 f157 1"/>
                            <a:gd name="f459" fmla="*/ f375 f157 1"/>
                            <a:gd name="f460" fmla="*/ f376 f156 1"/>
                            <a:gd name="f461" fmla="*/ f377 f156 1"/>
                            <a:gd name="f462" fmla="*/ f378 f157 1"/>
                            <a:gd name="f463" fmla="*/ f379 f156 1"/>
                            <a:gd name="f464" fmla="*/ f380 f157 1"/>
                            <a:gd name="f465" fmla="*/ f381 f156 1"/>
                            <a:gd name="f466" fmla="*/ f382 f156 1"/>
                            <a:gd name="f467" fmla="*/ f383 f156 1"/>
                            <a:gd name="f468" fmla="*/ f384 f156 1"/>
                            <a:gd name="f469" fmla="*/ f385 f156 1"/>
                            <a:gd name="f470" fmla="*/ f386 f156 1"/>
                            <a:gd name="f471" fmla="*/ f387 f156 1"/>
                            <a:gd name="f472" fmla="*/ f388 f156 1"/>
                            <a:gd name="f473" fmla="*/ f389 f157 1"/>
                            <a:gd name="f474" fmla="*/ f390 f156 1"/>
                            <a:gd name="f475" fmla="*/ f391 f157 1"/>
                            <a:gd name="f476" fmla="*/ f392 f156 1"/>
                            <a:gd name="f477" fmla="*/ f393 f157 1"/>
                            <a:gd name="f478" fmla="*/ f394 f156 1"/>
                            <a:gd name="f479" fmla="*/ f395 f156 1"/>
                            <a:gd name="f480" fmla="*/ f396 f157 1"/>
                            <a:gd name="f481" fmla="*/ f397 f156 1"/>
                            <a:gd name="f482" fmla="*/ f398 f156 1"/>
                            <a:gd name="f483" fmla="*/ f399 f156 1"/>
                            <a:gd name="f484" fmla="*/ f400 f156 1"/>
                            <a:gd name="f485" fmla="*/ f401 f156 1"/>
                            <a:gd name="f486" fmla="*/ f402 f156 1"/>
                            <a:gd name="f487" fmla="*/ f403 f157 1"/>
                            <a:gd name="f488" fmla="*/ f404 f156 1"/>
                            <a:gd name="f489" fmla="*/ f405 f157 1"/>
                            <a:gd name="f490" fmla="*/ f406 f157 1"/>
                            <a:gd name="f491" fmla="*/ f407 f157 1"/>
                            <a:gd name="f492" fmla="*/ f408 f157 1"/>
                          </a:gdLst>
                          <a:ahLst/>
                          <a:cxnLst>
                            <a:cxn ang="3cd4">
                              <a:pos x="hc" y="t"/>
                            </a:cxn>
                            <a:cxn ang="0">
                              <a:pos x="r" y="vc"/>
                            </a:cxn>
                            <a:cxn ang="cd4">
                              <a:pos x="hc" y="b"/>
                            </a:cxn>
                            <a:cxn ang="cd2">
                              <a:pos x="l" y="vc"/>
                            </a:cxn>
                            <a:cxn ang="f328">
                              <a:pos x="f413" y="f414"/>
                            </a:cxn>
                            <a:cxn ang="f328">
                              <a:pos x="f415" y="f416"/>
                            </a:cxn>
                            <a:cxn ang="f328">
                              <a:pos x="f417" y="f418"/>
                            </a:cxn>
                            <a:cxn ang="f328">
                              <a:pos x="f419" y="f420"/>
                            </a:cxn>
                            <a:cxn ang="f328">
                              <a:pos x="f421" y="f422"/>
                            </a:cxn>
                            <a:cxn ang="f328">
                              <a:pos x="f423" y="f424"/>
                            </a:cxn>
                            <a:cxn ang="f328">
                              <a:pos x="f425" y="f418"/>
                            </a:cxn>
                            <a:cxn ang="f328">
                              <a:pos x="f426" y="f424"/>
                            </a:cxn>
                            <a:cxn ang="f328">
                              <a:pos x="f425" y="f427"/>
                            </a:cxn>
                            <a:cxn ang="f328">
                              <a:pos x="f428" y="f429"/>
                            </a:cxn>
                            <a:cxn ang="f328">
                              <a:pos x="f430" y="f429"/>
                            </a:cxn>
                            <a:cxn ang="f328">
                              <a:pos x="f431" y="f424"/>
                            </a:cxn>
                            <a:cxn ang="f328">
                              <a:pos x="f425" y="f432"/>
                            </a:cxn>
                            <a:cxn ang="f328">
                              <a:pos x="f433" y="f434"/>
                            </a:cxn>
                            <a:cxn ang="f328">
                              <a:pos x="f423" y="f427"/>
                            </a:cxn>
                            <a:cxn ang="f328">
                              <a:pos x="f435" y="f436"/>
                            </a:cxn>
                            <a:cxn ang="f328">
                              <a:pos x="f437" y="f438"/>
                            </a:cxn>
                            <a:cxn ang="f328">
                              <a:pos x="f439" y="f440"/>
                            </a:cxn>
                            <a:cxn ang="f328">
                              <a:pos x="f441" y="f442"/>
                            </a:cxn>
                            <a:cxn ang="f328">
                              <a:pos x="f443" y="f442"/>
                            </a:cxn>
                            <a:cxn ang="f328">
                              <a:pos x="f444" y="f436"/>
                            </a:cxn>
                            <a:cxn ang="f328">
                              <a:pos x="f445" y="f446"/>
                            </a:cxn>
                            <a:cxn ang="f328">
                              <a:pos x="f444" y="f447"/>
                            </a:cxn>
                            <a:cxn ang="f328">
                              <a:pos x="f448" y="f449"/>
                            </a:cxn>
                            <a:cxn ang="f328">
                              <a:pos x="f450" y="f451"/>
                            </a:cxn>
                            <a:cxn ang="f328">
                              <a:pos x="f452" y="f453"/>
                            </a:cxn>
                            <a:cxn ang="f328">
                              <a:pos x="f450" y="f454"/>
                            </a:cxn>
                            <a:cxn ang="f328">
                              <a:pos x="f455" y="f456"/>
                            </a:cxn>
                            <a:cxn ang="f328">
                              <a:pos x="f457" y="f447"/>
                            </a:cxn>
                            <a:cxn ang="f328">
                              <a:pos x="f452" y="f458"/>
                            </a:cxn>
                            <a:cxn ang="f328">
                              <a:pos x="f455" y="f459"/>
                            </a:cxn>
                            <a:cxn ang="f328">
                              <a:pos x="f460" y="f458"/>
                            </a:cxn>
                            <a:cxn ang="f328">
                              <a:pos x="f461" y="f462"/>
                            </a:cxn>
                            <a:cxn ang="f328">
                              <a:pos x="f463" y="f464"/>
                            </a:cxn>
                            <a:cxn ang="f328">
                              <a:pos x="f465" y="f453"/>
                            </a:cxn>
                            <a:cxn ang="f328">
                              <a:pos x="f466" y="f436"/>
                            </a:cxn>
                            <a:cxn ang="f328">
                              <a:pos x="f465" y="f449"/>
                            </a:cxn>
                            <a:cxn ang="f328">
                              <a:pos x="f467" y="f459"/>
                            </a:cxn>
                            <a:cxn ang="f328">
                              <a:pos x="f468" y="f458"/>
                            </a:cxn>
                            <a:cxn ang="f328">
                              <a:pos x="f467" y="f446"/>
                            </a:cxn>
                            <a:cxn ang="f328">
                              <a:pos x="f469" y="f442"/>
                            </a:cxn>
                            <a:cxn ang="f328">
                              <a:pos x="f468" y="f447"/>
                            </a:cxn>
                            <a:cxn ang="f328">
                              <a:pos x="f470" y="f464"/>
                            </a:cxn>
                            <a:cxn ang="f328">
                              <a:pos x="f471" y="f440"/>
                            </a:cxn>
                            <a:cxn ang="f328">
                              <a:pos x="f472" y="f473"/>
                            </a:cxn>
                            <a:cxn ang="f328">
                              <a:pos x="f474" y="f473"/>
                            </a:cxn>
                            <a:cxn ang="f328">
                              <a:pos x="f472" y="f475"/>
                            </a:cxn>
                            <a:cxn ang="f328">
                              <a:pos x="f476" y="f477"/>
                            </a:cxn>
                            <a:cxn ang="f328">
                              <a:pos x="f478" y="f418"/>
                            </a:cxn>
                            <a:cxn ang="f328">
                              <a:pos x="f479" y="f480"/>
                            </a:cxn>
                            <a:cxn ang="f328">
                              <a:pos x="f481" y="f477"/>
                            </a:cxn>
                            <a:cxn ang="f328">
                              <a:pos x="f482" y="f424"/>
                            </a:cxn>
                            <a:cxn ang="f328">
                              <a:pos x="f483" y="f434"/>
                            </a:cxn>
                            <a:cxn ang="f328">
                              <a:pos x="f482" y="f434"/>
                            </a:cxn>
                            <a:cxn ang="f328">
                              <a:pos x="f482" y="f477"/>
                            </a:cxn>
                            <a:cxn ang="f328">
                              <a:pos x="f484" y="f434"/>
                            </a:cxn>
                            <a:cxn ang="f328">
                              <a:pos x="f485" y="f418"/>
                            </a:cxn>
                            <a:cxn ang="f328">
                              <a:pos x="f486" y="f475"/>
                            </a:cxn>
                            <a:cxn ang="f328">
                              <a:pos x="f483" y="f487"/>
                            </a:cxn>
                            <a:cxn ang="f328">
                              <a:pos x="f488" y="f489"/>
                            </a:cxn>
                            <a:cxn ang="f328">
                              <a:pos x="f479" y="f490"/>
                            </a:cxn>
                            <a:cxn ang="f328">
                              <a:pos x="f488" y="f491"/>
                            </a:cxn>
                            <a:cxn ang="f328">
                              <a:pos x="f482" y="f492"/>
                            </a:cxn>
                          </a:cxnLst>
                          <a:rect l="f409" t="f412" r="f410" b="f411"/>
                          <a:pathLst>
                            <a:path w="665" h="308">
                              <a:moveTo>
                                <a:pt x="f9" y="f10"/>
                              </a:moveTo>
                              <a:lnTo>
                                <a:pt x="f11" y="f12"/>
                              </a:lnTo>
                              <a:lnTo>
                                <a:pt x="f7" y="f13"/>
                              </a:lnTo>
                              <a:lnTo>
                                <a:pt x="f11" y="f13"/>
                              </a:lnTo>
                              <a:lnTo>
                                <a:pt x="f14" y="f15"/>
                              </a:lnTo>
                              <a:lnTo>
                                <a:pt x="f16" y="f15"/>
                              </a:lnTo>
                              <a:lnTo>
                                <a:pt x="f17" y="f13"/>
                              </a:lnTo>
                              <a:lnTo>
                                <a:pt x="f18" y="f13"/>
                              </a:lnTo>
                              <a:lnTo>
                                <a:pt x="f19" y="f20"/>
                              </a:lnTo>
                              <a:lnTo>
                                <a:pt x="f21" y="f20"/>
                              </a:lnTo>
                              <a:lnTo>
                                <a:pt x="f22" y="f8"/>
                              </a:lnTo>
                              <a:lnTo>
                                <a:pt x="f23" y="f8"/>
                              </a:lnTo>
                              <a:lnTo>
                                <a:pt x="f9" y="f10"/>
                              </a:lnTo>
                              <a:close/>
                              <a:moveTo>
                                <a:pt x="f24" y="f25"/>
                              </a:moveTo>
                              <a:lnTo>
                                <a:pt x="f22" y="f26"/>
                              </a:lnTo>
                              <a:lnTo>
                                <a:pt x="f27" y="f28"/>
                              </a:lnTo>
                              <a:lnTo>
                                <a:pt x="f29" y="f30"/>
                              </a:lnTo>
                              <a:lnTo>
                                <a:pt x="f18" y="f31"/>
                              </a:lnTo>
                              <a:lnTo>
                                <a:pt x="f16" y="f32"/>
                              </a:lnTo>
                              <a:lnTo>
                                <a:pt x="f33" y="f34"/>
                              </a:lnTo>
                              <a:lnTo>
                                <a:pt x="f14" y="f35"/>
                              </a:lnTo>
                              <a:lnTo>
                                <a:pt x="f36" y="f34"/>
                              </a:lnTo>
                              <a:lnTo>
                                <a:pt x="f29" y="f37"/>
                              </a:lnTo>
                              <a:lnTo>
                                <a:pt x="f38" y="f34"/>
                              </a:lnTo>
                              <a:lnTo>
                                <a:pt x="f27" y="f25"/>
                              </a:lnTo>
                              <a:lnTo>
                                <a:pt x="f39" y="f40"/>
                              </a:lnTo>
                              <a:lnTo>
                                <a:pt x="f24" y="f25"/>
                              </a:lnTo>
                              <a:close/>
                              <a:moveTo>
                                <a:pt x="f41" y="f42"/>
                              </a:moveTo>
                              <a:lnTo>
                                <a:pt x="f41" y="f42"/>
                              </a:lnTo>
                              <a:lnTo>
                                <a:pt x="f43" y="f44"/>
                              </a:lnTo>
                              <a:lnTo>
                                <a:pt x="f43" y="f45"/>
                              </a:lnTo>
                              <a:lnTo>
                                <a:pt x="f46" y="f26"/>
                              </a:lnTo>
                              <a:lnTo>
                                <a:pt x="f39" y="f47"/>
                              </a:lnTo>
                              <a:lnTo>
                                <a:pt x="f48" y="f49"/>
                              </a:lnTo>
                              <a:lnTo>
                                <a:pt x="f48" y="f44"/>
                              </a:lnTo>
                              <a:lnTo>
                                <a:pt x="f39" y="f42"/>
                              </a:lnTo>
                              <a:lnTo>
                                <a:pt x="f50" y="f51"/>
                              </a:lnTo>
                              <a:lnTo>
                                <a:pt x="f46" y="f51"/>
                              </a:lnTo>
                              <a:lnTo>
                                <a:pt x="f41" y="f42"/>
                              </a:lnTo>
                              <a:close/>
                              <a:moveTo>
                                <a:pt x="f43" y="f51"/>
                              </a:moveTo>
                              <a:lnTo>
                                <a:pt x="f43" y="f51"/>
                              </a:lnTo>
                              <a:lnTo>
                                <a:pt x="f52" y="f53"/>
                              </a:lnTo>
                              <a:lnTo>
                                <a:pt x="f50" y="f53"/>
                              </a:lnTo>
                              <a:lnTo>
                                <a:pt x="f39" y="f53"/>
                              </a:lnTo>
                              <a:lnTo>
                                <a:pt x="f38" y="f51"/>
                              </a:lnTo>
                              <a:lnTo>
                                <a:pt x="f29" y="f54"/>
                              </a:lnTo>
                              <a:lnTo>
                                <a:pt x="f9" y="f44"/>
                              </a:lnTo>
                              <a:lnTo>
                                <a:pt x="f29" y="f47"/>
                              </a:lnTo>
                              <a:lnTo>
                                <a:pt x="f48" y="f26"/>
                              </a:lnTo>
                              <a:lnTo>
                                <a:pt x="f24" y="f28"/>
                              </a:lnTo>
                              <a:lnTo>
                                <a:pt x="f46" y="f28"/>
                              </a:lnTo>
                              <a:lnTo>
                                <a:pt x="f41" y="f55"/>
                              </a:lnTo>
                              <a:lnTo>
                                <a:pt x="f56" y="f26"/>
                              </a:lnTo>
                              <a:lnTo>
                                <a:pt x="f57" y="f47"/>
                              </a:lnTo>
                              <a:lnTo>
                                <a:pt x="f57" y="f44"/>
                              </a:lnTo>
                              <a:lnTo>
                                <a:pt x="f58" y="f54"/>
                              </a:lnTo>
                              <a:lnTo>
                                <a:pt x="f43" y="f51"/>
                              </a:lnTo>
                              <a:close/>
                              <a:moveTo>
                                <a:pt x="f59" y="f60"/>
                              </a:moveTo>
                              <a:lnTo>
                                <a:pt x="f61" y="f62"/>
                              </a:lnTo>
                              <a:lnTo>
                                <a:pt x="f63" y="f64"/>
                              </a:lnTo>
                              <a:lnTo>
                                <a:pt x="f65" y="f66"/>
                              </a:lnTo>
                              <a:lnTo>
                                <a:pt x="f67" y="f68"/>
                              </a:lnTo>
                              <a:lnTo>
                                <a:pt x="f69" y="f70"/>
                              </a:lnTo>
                              <a:lnTo>
                                <a:pt x="f71" y="f72"/>
                              </a:lnTo>
                              <a:lnTo>
                                <a:pt x="f56" y="f73"/>
                              </a:lnTo>
                              <a:lnTo>
                                <a:pt x="f41" y="f66"/>
                              </a:lnTo>
                              <a:lnTo>
                                <a:pt x="f74" y="f42"/>
                              </a:lnTo>
                              <a:lnTo>
                                <a:pt x="f63" y="f75"/>
                              </a:lnTo>
                              <a:lnTo>
                                <a:pt x="f71" y="f76"/>
                              </a:lnTo>
                              <a:lnTo>
                                <a:pt x="f77" y="f78"/>
                              </a:lnTo>
                              <a:lnTo>
                                <a:pt x="f59" y="f60"/>
                              </a:lnTo>
                              <a:close/>
                              <a:moveTo>
                                <a:pt x="f79" y="f73"/>
                              </a:moveTo>
                              <a:lnTo>
                                <a:pt x="f80" y="f81"/>
                              </a:lnTo>
                              <a:lnTo>
                                <a:pt x="f79" y="f82"/>
                              </a:lnTo>
                              <a:lnTo>
                                <a:pt x="f83" y="f84"/>
                              </a:lnTo>
                              <a:lnTo>
                                <a:pt x="f85" y="f81"/>
                              </a:lnTo>
                              <a:lnTo>
                                <a:pt x="f59" y="f62"/>
                              </a:lnTo>
                              <a:lnTo>
                                <a:pt x="f86" y="f87"/>
                              </a:lnTo>
                              <a:lnTo>
                                <a:pt x="f88" y="f89"/>
                              </a:lnTo>
                              <a:lnTo>
                                <a:pt x="f79" y="f73"/>
                              </a:lnTo>
                              <a:close/>
                              <a:moveTo>
                                <a:pt x="f90" y="f62"/>
                              </a:moveTo>
                              <a:lnTo>
                                <a:pt x="f91" y="f62"/>
                              </a:lnTo>
                              <a:lnTo>
                                <a:pt x="f91" y="f92"/>
                              </a:lnTo>
                              <a:lnTo>
                                <a:pt x="f93" y="f68"/>
                              </a:lnTo>
                              <a:lnTo>
                                <a:pt x="f94" y="f68"/>
                              </a:lnTo>
                              <a:lnTo>
                                <a:pt x="f94" y="f92"/>
                              </a:lnTo>
                              <a:lnTo>
                                <a:pt x="f94" y="f64"/>
                              </a:lnTo>
                              <a:lnTo>
                                <a:pt x="f94" y="f62"/>
                              </a:lnTo>
                              <a:lnTo>
                                <a:pt x="f93" y="f87"/>
                              </a:lnTo>
                              <a:lnTo>
                                <a:pt x="f95" y="f81"/>
                              </a:lnTo>
                              <a:lnTo>
                                <a:pt x="f95" y="f84"/>
                              </a:lnTo>
                              <a:lnTo>
                                <a:pt x="f95" y="f96"/>
                              </a:lnTo>
                              <a:lnTo>
                                <a:pt x="f97" y="f98"/>
                              </a:lnTo>
                              <a:lnTo>
                                <a:pt x="f99" y="f98"/>
                              </a:lnTo>
                              <a:lnTo>
                                <a:pt x="f100" y="f98"/>
                              </a:lnTo>
                              <a:lnTo>
                                <a:pt x="f101" y="f96"/>
                              </a:lnTo>
                              <a:lnTo>
                                <a:pt x="f101" y="f102"/>
                              </a:lnTo>
                              <a:lnTo>
                                <a:pt x="f101" y="f82"/>
                              </a:lnTo>
                              <a:lnTo>
                                <a:pt x="f100" y="f82"/>
                              </a:lnTo>
                              <a:lnTo>
                                <a:pt x="f100" y="f84"/>
                              </a:lnTo>
                              <a:lnTo>
                                <a:pt x="f99" y="f84"/>
                              </a:lnTo>
                              <a:lnTo>
                                <a:pt x="f97" y="f84"/>
                              </a:lnTo>
                              <a:lnTo>
                                <a:pt x="f97" y="f102"/>
                              </a:lnTo>
                              <a:lnTo>
                                <a:pt x="f99" y="f82"/>
                              </a:lnTo>
                              <a:lnTo>
                                <a:pt x="f103" y="f87"/>
                              </a:lnTo>
                              <a:lnTo>
                                <a:pt x="f101" y="f62"/>
                              </a:lnTo>
                              <a:lnTo>
                                <a:pt x="f101" y="f92"/>
                              </a:lnTo>
                              <a:lnTo>
                                <a:pt x="f103" y="f104"/>
                              </a:lnTo>
                              <a:lnTo>
                                <a:pt x="f94" y="f70"/>
                              </a:lnTo>
                              <a:lnTo>
                                <a:pt x="f97" y="f70"/>
                              </a:lnTo>
                              <a:lnTo>
                                <a:pt x="f91" y="f104"/>
                              </a:lnTo>
                              <a:lnTo>
                                <a:pt x="f2" y="f68"/>
                              </a:lnTo>
                              <a:lnTo>
                                <a:pt x="f2" y="f92"/>
                              </a:lnTo>
                              <a:lnTo>
                                <a:pt x="f90" y="f62"/>
                              </a:lnTo>
                              <a:close/>
                              <a:moveTo>
                                <a:pt x="f105" y="f70"/>
                              </a:moveTo>
                              <a:lnTo>
                                <a:pt x="f106" y="f98"/>
                              </a:lnTo>
                              <a:lnTo>
                                <a:pt x="f107" y="f6"/>
                              </a:lnTo>
                              <a:lnTo>
                                <a:pt x="f108" y="f62"/>
                              </a:lnTo>
                              <a:lnTo>
                                <a:pt x="f109" y="f6"/>
                              </a:lnTo>
                              <a:lnTo>
                                <a:pt x="f110" y="f6"/>
                              </a:lnTo>
                              <a:lnTo>
                                <a:pt x="f111" y="f104"/>
                              </a:lnTo>
                              <a:lnTo>
                                <a:pt x="f108" y="f104"/>
                              </a:lnTo>
                              <a:lnTo>
                                <a:pt x="f107" y="f82"/>
                              </a:lnTo>
                              <a:lnTo>
                                <a:pt x="f112" y="f104"/>
                              </a:lnTo>
                              <a:lnTo>
                                <a:pt x="f105" y="f70"/>
                              </a:lnTo>
                              <a:close/>
                              <a:moveTo>
                                <a:pt x="f113" y="f64"/>
                              </a:moveTo>
                              <a:lnTo>
                                <a:pt x="f114" y="f82"/>
                              </a:lnTo>
                              <a:lnTo>
                                <a:pt x="f115" y="f92"/>
                              </a:lnTo>
                              <a:lnTo>
                                <a:pt x="f113" y="f64"/>
                              </a:lnTo>
                              <a:close/>
                              <a:moveTo>
                                <a:pt x="f116" y="f70"/>
                              </a:moveTo>
                              <a:lnTo>
                                <a:pt x="f117" y="f70"/>
                              </a:lnTo>
                              <a:lnTo>
                                <a:pt x="f118" y="f68"/>
                              </a:lnTo>
                              <a:lnTo>
                                <a:pt x="f115" y="f104"/>
                              </a:lnTo>
                              <a:lnTo>
                                <a:pt x="f115" y="f73"/>
                              </a:lnTo>
                              <a:lnTo>
                                <a:pt x="f119" y="f89"/>
                              </a:lnTo>
                              <a:lnTo>
                                <a:pt x="f120" y="f84"/>
                              </a:lnTo>
                              <a:lnTo>
                                <a:pt x="f114" y="f96"/>
                              </a:lnTo>
                              <a:lnTo>
                                <a:pt x="f116" y="f70"/>
                              </a:lnTo>
                              <a:close/>
                              <a:moveTo>
                                <a:pt x="f121" y="f92"/>
                              </a:moveTo>
                              <a:lnTo>
                                <a:pt x="f122" y="f70"/>
                              </a:lnTo>
                              <a:lnTo>
                                <a:pt x="f123" y="f70"/>
                              </a:lnTo>
                              <a:lnTo>
                                <a:pt x="f124" y="f104"/>
                              </a:lnTo>
                              <a:lnTo>
                                <a:pt x="f125" y="f68"/>
                              </a:lnTo>
                              <a:lnTo>
                                <a:pt x="f125" y="f92"/>
                              </a:lnTo>
                              <a:lnTo>
                                <a:pt x="f124" y="f64"/>
                              </a:lnTo>
                              <a:lnTo>
                                <a:pt x="f123" y="f64"/>
                              </a:lnTo>
                              <a:lnTo>
                                <a:pt x="f3" y="f92"/>
                              </a:lnTo>
                              <a:lnTo>
                                <a:pt x="f121" y="f92"/>
                              </a:lnTo>
                              <a:close/>
                              <a:moveTo>
                                <a:pt x="f122" y="f78"/>
                              </a:moveTo>
                              <a:lnTo>
                                <a:pt x="f126" y="f92"/>
                              </a:lnTo>
                              <a:lnTo>
                                <a:pt x="f121" y="f62"/>
                              </a:lnTo>
                              <a:lnTo>
                                <a:pt x="f123" y="f87"/>
                              </a:lnTo>
                              <a:lnTo>
                                <a:pt x="f125" y="f87"/>
                              </a:lnTo>
                              <a:lnTo>
                                <a:pt x="f127" y="f64"/>
                              </a:lnTo>
                              <a:lnTo>
                                <a:pt x="f127" y="f68"/>
                              </a:lnTo>
                              <a:lnTo>
                                <a:pt x="f127" y="f104"/>
                              </a:lnTo>
                              <a:lnTo>
                                <a:pt x="f128" y="f70"/>
                              </a:lnTo>
                              <a:lnTo>
                                <a:pt x="f124" y="f76"/>
                              </a:lnTo>
                              <a:lnTo>
                                <a:pt x="f122" y="f73"/>
                              </a:lnTo>
                              <a:lnTo>
                                <a:pt x="f125" y="f60"/>
                              </a:lnTo>
                              <a:lnTo>
                                <a:pt x="f122" y="f78"/>
                              </a:lnTo>
                              <a:close/>
                              <a:moveTo>
                                <a:pt x="f129" y="f44"/>
                              </a:moveTo>
                              <a:lnTo>
                                <a:pt x="f130" y="f42"/>
                              </a:lnTo>
                              <a:lnTo>
                                <a:pt x="f131" y="f75"/>
                              </a:lnTo>
                              <a:lnTo>
                                <a:pt x="f132" y="f72"/>
                              </a:lnTo>
                              <a:lnTo>
                                <a:pt x="f130" y="f53"/>
                              </a:lnTo>
                              <a:lnTo>
                                <a:pt x="f133" y="f66"/>
                              </a:lnTo>
                              <a:lnTo>
                                <a:pt x="f130" y="f73"/>
                              </a:lnTo>
                              <a:lnTo>
                                <a:pt x="f134" y="f75"/>
                              </a:lnTo>
                              <a:lnTo>
                                <a:pt x="f135" y="f136"/>
                              </a:lnTo>
                              <a:lnTo>
                                <a:pt x="f129" y="f44"/>
                              </a:lnTo>
                              <a:close/>
                              <a:moveTo>
                                <a:pt x="f137" y="f31"/>
                              </a:moveTo>
                              <a:lnTo>
                                <a:pt x="f131" y="f138"/>
                              </a:lnTo>
                              <a:lnTo>
                                <a:pt x="f132" y="f138"/>
                              </a:lnTo>
                              <a:lnTo>
                                <a:pt x="f139" y="f140"/>
                              </a:lnTo>
                              <a:lnTo>
                                <a:pt x="f139" y="f55"/>
                              </a:lnTo>
                              <a:lnTo>
                                <a:pt x="f139" y="f26"/>
                              </a:lnTo>
                              <a:lnTo>
                                <a:pt x="f141" y="f26"/>
                              </a:lnTo>
                              <a:lnTo>
                                <a:pt x="f132" y="f26"/>
                              </a:lnTo>
                              <a:lnTo>
                                <a:pt x="f131" y="f28"/>
                              </a:lnTo>
                              <a:lnTo>
                                <a:pt x="f142" y="f140"/>
                              </a:lnTo>
                              <a:lnTo>
                                <a:pt x="f143" y="f140"/>
                              </a:lnTo>
                              <a:lnTo>
                                <a:pt x="f144" y="f55"/>
                              </a:lnTo>
                              <a:lnTo>
                                <a:pt x="f144" y="f45"/>
                              </a:lnTo>
                              <a:lnTo>
                                <a:pt x="f143" y="f49"/>
                              </a:lnTo>
                              <a:lnTo>
                                <a:pt x="f145" y="f44"/>
                              </a:lnTo>
                              <a:lnTo>
                                <a:pt x="f142" y="f136"/>
                              </a:lnTo>
                              <a:lnTo>
                                <a:pt x="f137" y="f136"/>
                              </a:lnTo>
                              <a:lnTo>
                                <a:pt x="f146" y="f44"/>
                              </a:lnTo>
                              <a:lnTo>
                                <a:pt x="f137" y="f47"/>
                              </a:lnTo>
                              <a:lnTo>
                                <a:pt x="f142" y="f49"/>
                              </a:lnTo>
                              <a:lnTo>
                                <a:pt x="f145" y="f47"/>
                              </a:lnTo>
                              <a:lnTo>
                                <a:pt x="f147" y="f26"/>
                              </a:lnTo>
                              <a:lnTo>
                                <a:pt x="f145" y="f55"/>
                              </a:lnTo>
                              <a:lnTo>
                                <a:pt x="f137" y="f26"/>
                              </a:lnTo>
                              <a:lnTo>
                                <a:pt x="f132" y="f47"/>
                              </a:lnTo>
                              <a:lnTo>
                                <a:pt x="f141" y="f47"/>
                              </a:lnTo>
                              <a:lnTo>
                                <a:pt x="f148" y="f47"/>
                              </a:lnTo>
                              <a:lnTo>
                                <a:pt x="f133" y="f26"/>
                              </a:lnTo>
                              <a:lnTo>
                                <a:pt x="f133" y="f28"/>
                              </a:lnTo>
                              <a:lnTo>
                                <a:pt x="f148" y="f138"/>
                              </a:lnTo>
                              <a:lnTo>
                                <a:pt x="f139" y="f31"/>
                              </a:lnTo>
                              <a:lnTo>
                                <a:pt x="f132" y="f30"/>
                              </a:lnTo>
                              <a:lnTo>
                                <a:pt x="f146" y="f30"/>
                              </a:lnTo>
                              <a:lnTo>
                                <a:pt x="f137" y="f31"/>
                              </a:lnTo>
                              <a:close/>
                              <a:moveTo>
                                <a:pt x="f147" y="f35"/>
                              </a:moveTo>
                              <a:lnTo>
                                <a:pt x="f87" y="f35"/>
                              </a:lnTo>
                              <a:lnTo>
                                <a:pt x="f144" y="f149"/>
                              </a:lnTo>
                              <a:lnTo>
                                <a:pt x="f147" y="f35"/>
                              </a:lnTo>
                              <a:close/>
                              <a:moveTo>
                                <a:pt x="f132" y="f32"/>
                              </a:moveTo>
                              <a:lnTo>
                                <a:pt x="f146" y="f35"/>
                              </a:lnTo>
                              <a:lnTo>
                                <a:pt x="f142" y="f35"/>
                              </a:lnTo>
                              <a:lnTo>
                                <a:pt x="f147" y="f150"/>
                              </a:lnTo>
                              <a:lnTo>
                                <a:pt x="f142" y="f151"/>
                              </a:lnTo>
                              <a:lnTo>
                                <a:pt x="f145" y="f152"/>
                              </a:lnTo>
                              <a:lnTo>
                                <a:pt x="f102" y="f35"/>
                              </a:lnTo>
                              <a:lnTo>
                                <a:pt x="f82" y="f32"/>
                              </a:lnTo>
                              <a:lnTo>
                                <a:pt x="f132" y="f32"/>
                              </a:lnTo>
                              <a:close/>
                              <a:moveTo>
                                <a:pt x="f147" y="f8"/>
                              </a:moveTo>
                              <a:lnTo>
                                <a:pt x="f6" y="f153"/>
                              </a:lnTo>
                              <a:lnTo>
                                <a:pt x="f6" y="f154"/>
                              </a:lnTo>
                              <a:lnTo>
                                <a:pt x="f144" y="f153"/>
                              </a:lnTo>
                              <a:lnTo>
                                <a:pt x="f143" y="f10"/>
                              </a:lnTo>
                              <a:lnTo>
                                <a:pt x="f145" y="f10"/>
                              </a:lnTo>
                              <a:lnTo>
                                <a:pt x="f147" y="f8"/>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14" name="Freeform 71"/>
                      <wps:cNvSpPr/>
                      <wps:spPr>
                        <a:xfrm>
                          <a:off x="219236" y="15837"/>
                          <a:ext cx="8997" cy="6483"/>
                        </a:xfrm>
                        <a:custGeom>
                          <a:avLst/>
                          <a:gdLst>
                            <a:gd name="f0" fmla="val 10800000"/>
                            <a:gd name="f1" fmla="val 5400000"/>
                            <a:gd name="f2" fmla="val 180"/>
                            <a:gd name="f3" fmla="val w"/>
                            <a:gd name="f4" fmla="val h"/>
                            <a:gd name="f5" fmla="val 0"/>
                            <a:gd name="f6" fmla="val 15"/>
                            <a:gd name="f7" fmla="val 10"/>
                            <a:gd name="f8" fmla="val 5"/>
                            <a:gd name="f9" fmla="+- 0 0 0"/>
                            <a:gd name="f10" fmla="*/ f3 1 15"/>
                            <a:gd name="f11" fmla="*/ f4 1 10"/>
                            <a:gd name="f12" fmla="+- f7 0 f5"/>
                            <a:gd name="f13" fmla="+- f6 0 f5"/>
                            <a:gd name="f14" fmla="*/ f9 f0 1"/>
                            <a:gd name="f15" fmla="*/ f12 1 10"/>
                            <a:gd name="f16" fmla="*/ f13 1 15"/>
                            <a:gd name="f17" fmla="*/ 0 f13 1"/>
                            <a:gd name="f18" fmla="*/ 10 f12 1"/>
                            <a:gd name="f19" fmla="*/ 5 f13 1"/>
                            <a:gd name="f20" fmla="*/ 0 f12 1"/>
                            <a:gd name="f21" fmla="*/ 15 f13 1"/>
                            <a:gd name="f22" fmla="*/ f14 1 f2"/>
                            <a:gd name="f23" fmla="*/ f17 1 15"/>
                            <a:gd name="f24" fmla="*/ f18 1 10"/>
                            <a:gd name="f25" fmla="*/ f19 1 15"/>
                            <a:gd name="f26" fmla="*/ f20 1 10"/>
                            <a:gd name="f27" fmla="*/ f21 1 15"/>
                            <a:gd name="f28" fmla="*/ 0 1 f16"/>
                            <a:gd name="f29" fmla="*/ f6 1 f16"/>
                            <a:gd name="f30" fmla="*/ 0 1 f15"/>
                            <a:gd name="f31" fmla="*/ f7 1 f15"/>
                            <a:gd name="f32" fmla="+- f22 0 f1"/>
                            <a:gd name="f33" fmla="*/ f23 1 f16"/>
                            <a:gd name="f34" fmla="*/ f24 1 f15"/>
                            <a:gd name="f35" fmla="*/ f25 1 f16"/>
                            <a:gd name="f36" fmla="*/ f26 1 f15"/>
                            <a:gd name="f37" fmla="*/ f27 1 f16"/>
                            <a:gd name="f38" fmla="*/ f28 f10 1"/>
                            <a:gd name="f39" fmla="*/ f29 f10 1"/>
                            <a:gd name="f40" fmla="*/ f31 f11 1"/>
                            <a:gd name="f41" fmla="*/ f30 f11 1"/>
                            <a:gd name="f42" fmla="*/ f33 f10 1"/>
                            <a:gd name="f43" fmla="*/ f34 f11 1"/>
                            <a:gd name="f44" fmla="*/ f35 f10 1"/>
                            <a:gd name="f45" fmla="*/ f36 f11 1"/>
                            <a:gd name="f46" fmla="*/ f37 f10 1"/>
                          </a:gdLst>
                          <a:ahLst/>
                          <a:cxnLst>
                            <a:cxn ang="3cd4">
                              <a:pos x="hc" y="t"/>
                            </a:cxn>
                            <a:cxn ang="0">
                              <a:pos x="r" y="vc"/>
                            </a:cxn>
                            <a:cxn ang="cd4">
                              <a:pos x="hc" y="b"/>
                            </a:cxn>
                            <a:cxn ang="cd2">
                              <a:pos x="l" y="vc"/>
                            </a:cxn>
                            <a:cxn ang="f32">
                              <a:pos x="f42" y="f43"/>
                            </a:cxn>
                            <a:cxn ang="f32">
                              <a:pos x="f44" y="f45"/>
                            </a:cxn>
                            <a:cxn ang="f32">
                              <a:pos x="f46" y="f45"/>
                            </a:cxn>
                            <a:cxn ang="f32">
                              <a:pos x="f44" y="f43"/>
                            </a:cxn>
                            <a:cxn ang="f32">
                              <a:pos x="f42" y="f43"/>
                            </a:cxn>
                          </a:cxnLst>
                          <a:rect l="f38" t="f41" r="f39" b="f40"/>
                          <a:pathLst>
                            <a:path w="15" h="10">
                              <a:moveTo>
                                <a:pt x="f5" y="f7"/>
                              </a:moveTo>
                              <a:lnTo>
                                <a:pt x="f8" y="f5"/>
                              </a:lnTo>
                              <a:lnTo>
                                <a:pt x="f6" y="f5"/>
                              </a:lnTo>
                              <a:lnTo>
                                <a:pt x="f8" y="f7"/>
                              </a:lnTo>
                              <a:lnTo>
                                <a:pt x="f5"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15" name="Freeform 72"/>
                      <wps:cNvSpPr/>
                      <wps:spPr>
                        <a:xfrm>
                          <a:off x="31683" y="312477"/>
                          <a:ext cx="184315" cy="132478"/>
                        </a:xfrm>
                        <a:custGeom>
                          <a:avLst/>
                          <a:gdLst>
                            <a:gd name="f0" fmla="val 10800000"/>
                            <a:gd name="f1" fmla="val 5400000"/>
                            <a:gd name="f2" fmla="val 180"/>
                            <a:gd name="f3" fmla="val w"/>
                            <a:gd name="f4" fmla="val h"/>
                            <a:gd name="f5" fmla="val 0"/>
                            <a:gd name="f6" fmla="val 290"/>
                            <a:gd name="f7" fmla="val 208"/>
                            <a:gd name="f8" fmla="val 203"/>
                            <a:gd name="f9" fmla="val 285"/>
                            <a:gd name="f10" fmla="val 275"/>
                            <a:gd name="f11" fmla="val 260"/>
                            <a:gd name="f12" fmla="val 250"/>
                            <a:gd name="f13" fmla="val 198"/>
                            <a:gd name="f14" fmla="val 240"/>
                            <a:gd name="f15" fmla="val 225"/>
                            <a:gd name="f16" fmla="val 193"/>
                            <a:gd name="f17" fmla="val 215"/>
                            <a:gd name="f18" fmla="val 188"/>
                            <a:gd name="f19" fmla="val 200"/>
                            <a:gd name="f20" fmla="val 190"/>
                            <a:gd name="f21" fmla="val 183"/>
                            <a:gd name="f22" fmla="val 178"/>
                            <a:gd name="f23" fmla="val 170"/>
                            <a:gd name="f24" fmla="val 173"/>
                            <a:gd name="f25" fmla="val 155"/>
                            <a:gd name="f26" fmla="val 169"/>
                            <a:gd name="f27" fmla="val 145"/>
                            <a:gd name="f28" fmla="val 164"/>
                            <a:gd name="f29" fmla="val 135"/>
                            <a:gd name="f30" fmla="val 154"/>
                            <a:gd name="f31" fmla="val 125"/>
                            <a:gd name="f32" fmla="val 149"/>
                            <a:gd name="f33" fmla="val 115"/>
                            <a:gd name="f34" fmla="val 144"/>
                            <a:gd name="f35" fmla="val 105"/>
                            <a:gd name="f36" fmla="val 134"/>
                            <a:gd name="f37" fmla="val 100"/>
                            <a:gd name="f38" fmla="val 129"/>
                            <a:gd name="f39" fmla="val 90"/>
                            <a:gd name="f40" fmla="val 124"/>
                            <a:gd name="f41" fmla="val 80"/>
                            <a:gd name="f42" fmla="val 114"/>
                            <a:gd name="f43" fmla="val 70"/>
                            <a:gd name="f44" fmla="val 109"/>
                            <a:gd name="f45" fmla="val 65"/>
                            <a:gd name="f46" fmla="val 99"/>
                            <a:gd name="f47" fmla="val 55"/>
                            <a:gd name="f48" fmla="val 89"/>
                            <a:gd name="f49" fmla="val 50"/>
                            <a:gd name="f50" fmla="val 84"/>
                            <a:gd name="f51" fmla="val 45"/>
                            <a:gd name="f52" fmla="val 74"/>
                            <a:gd name="f53" fmla="val 35"/>
                            <a:gd name="f54" fmla="val 64"/>
                            <a:gd name="f55" fmla="val 30"/>
                            <a:gd name="f56" fmla="val 54"/>
                            <a:gd name="f57" fmla="val 25"/>
                            <a:gd name="f58" fmla="val 49"/>
                            <a:gd name="f59" fmla="val 20"/>
                            <a:gd name="f60" fmla="val 39"/>
                            <a:gd name="f61" fmla="val 15"/>
                            <a:gd name="f62" fmla="val 29"/>
                            <a:gd name="f63" fmla="val 10"/>
                            <a:gd name="f64" fmla="val 5"/>
                            <a:gd name="f65" fmla="val 24"/>
                            <a:gd name="f66" fmla="val 34"/>
                            <a:gd name="f67" fmla="val 44"/>
                            <a:gd name="f68" fmla="val 40"/>
                            <a:gd name="f69" fmla="val 69"/>
                            <a:gd name="f70" fmla="val 79"/>
                            <a:gd name="f71" fmla="val 60"/>
                            <a:gd name="f72" fmla="val 94"/>
                            <a:gd name="f73" fmla="val 75"/>
                            <a:gd name="f74" fmla="val 104"/>
                            <a:gd name="f75" fmla="val 85"/>
                            <a:gd name="f76" fmla="val 119"/>
                            <a:gd name="f77" fmla="val 110"/>
                            <a:gd name="f78" fmla="val 120"/>
                            <a:gd name="f79" fmla="val 139"/>
                            <a:gd name="f80" fmla="val 130"/>
                            <a:gd name="f81" fmla="val 140"/>
                            <a:gd name="f82" fmla="val 150"/>
                            <a:gd name="f83" fmla="val 159"/>
                            <a:gd name="f84" fmla="val 160"/>
                            <a:gd name="f85" fmla="val 205"/>
                            <a:gd name="f86" fmla="val 265"/>
                            <a:gd name="f87" fmla="+- 0 0 0"/>
                            <a:gd name="f88" fmla="*/ f3 1 290"/>
                            <a:gd name="f89" fmla="*/ f4 1 208"/>
                            <a:gd name="f90" fmla="+- f7 0 f5"/>
                            <a:gd name="f91" fmla="+- f6 0 f5"/>
                            <a:gd name="f92" fmla="*/ f87 f0 1"/>
                            <a:gd name="f93" fmla="*/ f91 1 290"/>
                            <a:gd name="f94" fmla="*/ f90 1 208"/>
                            <a:gd name="f95" fmla="*/ 285 f91 1"/>
                            <a:gd name="f96" fmla="*/ 208 f90 1"/>
                            <a:gd name="f97" fmla="*/ 260 f91 1"/>
                            <a:gd name="f98" fmla="*/ 203 f90 1"/>
                            <a:gd name="f99" fmla="*/ 240 f91 1"/>
                            <a:gd name="f100" fmla="*/ 198 f90 1"/>
                            <a:gd name="f101" fmla="*/ 215 f91 1"/>
                            <a:gd name="f102" fmla="*/ 188 f90 1"/>
                            <a:gd name="f103" fmla="*/ 190 f91 1"/>
                            <a:gd name="f104" fmla="*/ 183 f90 1"/>
                            <a:gd name="f105" fmla="*/ 170 f91 1"/>
                            <a:gd name="f106" fmla="*/ 173 f90 1"/>
                            <a:gd name="f107" fmla="*/ 145 f91 1"/>
                            <a:gd name="f108" fmla="*/ 164 f90 1"/>
                            <a:gd name="f109" fmla="*/ 125 f91 1"/>
                            <a:gd name="f110" fmla="*/ 149 f90 1"/>
                            <a:gd name="f111" fmla="*/ 105 f91 1"/>
                            <a:gd name="f112" fmla="*/ 134 f90 1"/>
                            <a:gd name="f113" fmla="*/ 90 f91 1"/>
                            <a:gd name="f114" fmla="*/ 124 f90 1"/>
                            <a:gd name="f115" fmla="*/ 70 f91 1"/>
                            <a:gd name="f116" fmla="*/ 109 f90 1"/>
                            <a:gd name="f117" fmla="*/ 55 f91 1"/>
                            <a:gd name="f118" fmla="*/ 89 f90 1"/>
                            <a:gd name="f119" fmla="*/ 45 f91 1"/>
                            <a:gd name="f120" fmla="*/ 74 f90 1"/>
                            <a:gd name="f121" fmla="*/ 30 f91 1"/>
                            <a:gd name="f122" fmla="*/ 54 f90 1"/>
                            <a:gd name="f123" fmla="*/ 20 f91 1"/>
                            <a:gd name="f124" fmla="*/ 39 f90 1"/>
                            <a:gd name="f125" fmla="*/ 10 f91 1"/>
                            <a:gd name="f126" fmla="*/ 20 f90 1"/>
                            <a:gd name="f127" fmla="*/ 0 f91 1"/>
                            <a:gd name="f128" fmla="*/ 0 f90 1"/>
                            <a:gd name="f129" fmla="*/ 5 f90 1"/>
                            <a:gd name="f130" fmla="*/ 24 f90 1"/>
                            <a:gd name="f131" fmla="*/ 44 f90 1"/>
                            <a:gd name="f132" fmla="*/ 40 f91 1"/>
                            <a:gd name="f133" fmla="*/ 64 f90 1"/>
                            <a:gd name="f134" fmla="*/ 79 f90 1"/>
                            <a:gd name="f135" fmla="*/ 94 f90 1"/>
                            <a:gd name="f136" fmla="*/ 85 f91 1"/>
                            <a:gd name="f137" fmla="*/ 100 f91 1"/>
                            <a:gd name="f138" fmla="*/ 120 f91 1"/>
                            <a:gd name="f139" fmla="*/ 139 f90 1"/>
                            <a:gd name="f140" fmla="*/ 140 f91 1"/>
                            <a:gd name="f141" fmla="*/ 154 f90 1"/>
                            <a:gd name="f142" fmla="*/ 160 f91 1"/>
                            <a:gd name="f143" fmla="*/ 180 f91 1"/>
                            <a:gd name="f144" fmla="*/ 205 f91 1"/>
                            <a:gd name="f145" fmla="*/ 225 f91 1"/>
                            <a:gd name="f146" fmla="*/ 250 f91 1"/>
                            <a:gd name="f147" fmla="*/ 193 f90 1"/>
                            <a:gd name="f148" fmla="*/ 275 f91 1"/>
                            <a:gd name="f149" fmla="*/ f92 1 f2"/>
                            <a:gd name="f150" fmla="*/ f95 1 290"/>
                            <a:gd name="f151" fmla="*/ f96 1 208"/>
                            <a:gd name="f152" fmla="*/ f97 1 290"/>
                            <a:gd name="f153" fmla="*/ f98 1 208"/>
                            <a:gd name="f154" fmla="*/ f99 1 290"/>
                            <a:gd name="f155" fmla="*/ f100 1 208"/>
                            <a:gd name="f156" fmla="*/ f101 1 290"/>
                            <a:gd name="f157" fmla="*/ f102 1 208"/>
                            <a:gd name="f158" fmla="*/ f103 1 290"/>
                            <a:gd name="f159" fmla="*/ f104 1 208"/>
                            <a:gd name="f160" fmla="*/ f105 1 290"/>
                            <a:gd name="f161" fmla="*/ f106 1 208"/>
                            <a:gd name="f162" fmla="*/ f107 1 290"/>
                            <a:gd name="f163" fmla="*/ f108 1 208"/>
                            <a:gd name="f164" fmla="*/ f109 1 290"/>
                            <a:gd name="f165" fmla="*/ f110 1 208"/>
                            <a:gd name="f166" fmla="*/ f111 1 290"/>
                            <a:gd name="f167" fmla="*/ f112 1 208"/>
                            <a:gd name="f168" fmla="*/ f113 1 290"/>
                            <a:gd name="f169" fmla="*/ f114 1 208"/>
                            <a:gd name="f170" fmla="*/ f115 1 290"/>
                            <a:gd name="f171" fmla="*/ f116 1 208"/>
                            <a:gd name="f172" fmla="*/ f117 1 290"/>
                            <a:gd name="f173" fmla="*/ f118 1 208"/>
                            <a:gd name="f174" fmla="*/ f119 1 290"/>
                            <a:gd name="f175" fmla="*/ f120 1 208"/>
                            <a:gd name="f176" fmla="*/ f121 1 290"/>
                            <a:gd name="f177" fmla="*/ f122 1 208"/>
                            <a:gd name="f178" fmla="*/ f123 1 290"/>
                            <a:gd name="f179" fmla="*/ f124 1 208"/>
                            <a:gd name="f180" fmla="*/ f125 1 290"/>
                            <a:gd name="f181" fmla="*/ f126 1 208"/>
                            <a:gd name="f182" fmla="*/ f127 1 290"/>
                            <a:gd name="f183" fmla="*/ f128 1 208"/>
                            <a:gd name="f184" fmla="*/ f129 1 208"/>
                            <a:gd name="f185" fmla="*/ f130 1 208"/>
                            <a:gd name="f186" fmla="*/ f131 1 208"/>
                            <a:gd name="f187" fmla="*/ f132 1 290"/>
                            <a:gd name="f188" fmla="*/ f133 1 208"/>
                            <a:gd name="f189" fmla="*/ f134 1 208"/>
                            <a:gd name="f190" fmla="*/ f135 1 208"/>
                            <a:gd name="f191" fmla="*/ f136 1 290"/>
                            <a:gd name="f192" fmla="*/ f137 1 290"/>
                            <a:gd name="f193" fmla="*/ f138 1 290"/>
                            <a:gd name="f194" fmla="*/ f139 1 208"/>
                            <a:gd name="f195" fmla="*/ f140 1 290"/>
                            <a:gd name="f196" fmla="*/ f141 1 208"/>
                            <a:gd name="f197" fmla="*/ f142 1 290"/>
                            <a:gd name="f198" fmla="*/ f143 1 290"/>
                            <a:gd name="f199" fmla="*/ f144 1 290"/>
                            <a:gd name="f200" fmla="*/ f145 1 290"/>
                            <a:gd name="f201" fmla="*/ f146 1 290"/>
                            <a:gd name="f202" fmla="*/ f147 1 208"/>
                            <a:gd name="f203" fmla="*/ f148 1 290"/>
                            <a:gd name="f204" fmla="*/ 0 1 f93"/>
                            <a:gd name="f205" fmla="*/ f6 1 f93"/>
                            <a:gd name="f206" fmla="*/ 0 1 f94"/>
                            <a:gd name="f207" fmla="*/ f7 1 f94"/>
                            <a:gd name="f208" fmla="+- f149 0 f1"/>
                            <a:gd name="f209" fmla="*/ f150 1 f93"/>
                            <a:gd name="f210" fmla="*/ f151 1 f94"/>
                            <a:gd name="f211" fmla="*/ f152 1 f93"/>
                            <a:gd name="f212" fmla="*/ f153 1 f94"/>
                            <a:gd name="f213" fmla="*/ f154 1 f93"/>
                            <a:gd name="f214" fmla="*/ f155 1 f94"/>
                            <a:gd name="f215" fmla="*/ f156 1 f93"/>
                            <a:gd name="f216" fmla="*/ f157 1 f94"/>
                            <a:gd name="f217" fmla="*/ f158 1 f93"/>
                            <a:gd name="f218" fmla="*/ f159 1 f94"/>
                            <a:gd name="f219" fmla="*/ f160 1 f93"/>
                            <a:gd name="f220" fmla="*/ f161 1 f94"/>
                            <a:gd name="f221" fmla="*/ f162 1 f93"/>
                            <a:gd name="f222" fmla="*/ f163 1 f94"/>
                            <a:gd name="f223" fmla="*/ f164 1 f93"/>
                            <a:gd name="f224" fmla="*/ f165 1 f94"/>
                            <a:gd name="f225" fmla="*/ f166 1 f93"/>
                            <a:gd name="f226" fmla="*/ f167 1 f94"/>
                            <a:gd name="f227" fmla="*/ f168 1 f93"/>
                            <a:gd name="f228" fmla="*/ f169 1 f94"/>
                            <a:gd name="f229" fmla="*/ f170 1 f93"/>
                            <a:gd name="f230" fmla="*/ f171 1 f94"/>
                            <a:gd name="f231" fmla="*/ f172 1 f93"/>
                            <a:gd name="f232" fmla="*/ f173 1 f94"/>
                            <a:gd name="f233" fmla="*/ f174 1 f93"/>
                            <a:gd name="f234" fmla="*/ f175 1 f94"/>
                            <a:gd name="f235" fmla="*/ f176 1 f93"/>
                            <a:gd name="f236" fmla="*/ f177 1 f94"/>
                            <a:gd name="f237" fmla="*/ f178 1 f93"/>
                            <a:gd name="f238" fmla="*/ f179 1 f94"/>
                            <a:gd name="f239" fmla="*/ f180 1 f93"/>
                            <a:gd name="f240" fmla="*/ f181 1 f94"/>
                            <a:gd name="f241" fmla="*/ f182 1 f93"/>
                            <a:gd name="f242" fmla="*/ f183 1 f94"/>
                            <a:gd name="f243" fmla="*/ f184 1 f94"/>
                            <a:gd name="f244" fmla="*/ f185 1 f94"/>
                            <a:gd name="f245" fmla="*/ f186 1 f94"/>
                            <a:gd name="f246" fmla="*/ f187 1 f93"/>
                            <a:gd name="f247" fmla="*/ f188 1 f94"/>
                            <a:gd name="f248" fmla="*/ f189 1 f94"/>
                            <a:gd name="f249" fmla="*/ f190 1 f94"/>
                            <a:gd name="f250" fmla="*/ f191 1 f93"/>
                            <a:gd name="f251" fmla="*/ f192 1 f93"/>
                            <a:gd name="f252" fmla="*/ f193 1 f93"/>
                            <a:gd name="f253" fmla="*/ f194 1 f94"/>
                            <a:gd name="f254" fmla="*/ f195 1 f93"/>
                            <a:gd name="f255" fmla="*/ f196 1 f94"/>
                            <a:gd name="f256" fmla="*/ f197 1 f93"/>
                            <a:gd name="f257" fmla="*/ f198 1 f93"/>
                            <a:gd name="f258" fmla="*/ f199 1 f93"/>
                            <a:gd name="f259" fmla="*/ f200 1 f93"/>
                            <a:gd name="f260" fmla="*/ f201 1 f93"/>
                            <a:gd name="f261" fmla="*/ f202 1 f94"/>
                            <a:gd name="f262" fmla="*/ f203 1 f93"/>
                            <a:gd name="f263" fmla="*/ f204 f88 1"/>
                            <a:gd name="f264" fmla="*/ f205 f88 1"/>
                            <a:gd name="f265" fmla="*/ f207 f89 1"/>
                            <a:gd name="f266" fmla="*/ f206 f89 1"/>
                            <a:gd name="f267" fmla="*/ f209 f88 1"/>
                            <a:gd name="f268" fmla="*/ f210 f89 1"/>
                            <a:gd name="f269" fmla="*/ f211 f88 1"/>
                            <a:gd name="f270" fmla="*/ f212 f89 1"/>
                            <a:gd name="f271" fmla="*/ f213 f88 1"/>
                            <a:gd name="f272" fmla="*/ f214 f89 1"/>
                            <a:gd name="f273" fmla="*/ f215 f88 1"/>
                            <a:gd name="f274" fmla="*/ f216 f89 1"/>
                            <a:gd name="f275" fmla="*/ f217 f88 1"/>
                            <a:gd name="f276" fmla="*/ f218 f89 1"/>
                            <a:gd name="f277" fmla="*/ f219 f88 1"/>
                            <a:gd name="f278" fmla="*/ f220 f89 1"/>
                            <a:gd name="f279" fmla="*/ f221 f88 1"/>
                            <a:gd name="f280" fmla="*/ f222 f89 1"/>
                            <a:gd name="f281" fmla="*/ f223 f88 1"/>
                            <a:gd name="f282" fmla="*/ f224 f89 1"/>
                            <a:gd name="f283" fmla="*/ f225 f88 1"/>
                            <a:gd name="f284" fmla="*/ f226 f89 1"/>
                            <a:gd name="f285" fmla="*/ f227 f88 1"/>
                            <a:gd name="f286" fmla="*/ f228 f89 1"/>
                            <a:gd name="f287" fmla="*/ f229 f88 1"/>
                            <a:gd name="f288" fmla="*/ f230 f89 1"/>
                            <a:gd name="f289" fmla="*/ f231 f88 1"/>
                            <a:gd name="f290" fmla="*/ f232 f89 1"/>
                            <a:gd name="f291" fmla="*/ f233 f88 1"/>
                            <a:gd name="f292" fmla="*/ f234 f89 1"/>
                            <a:gd name="f293" fmla="*/ f235 f88 1"/>
                            <a:gd name="f294" fmla="*/ f236 f89 1"/>
                            <a:gd name="f295" fmla="*/ f237 f88 1"/>
                            <a:gd name="f296" fmla="*/ f238 f89 1"/>
                            <a:gd name="f297" fmla="*/ f239 f88 1"/>
                            <a:gd name="f298" fmla="*/ f240 f89 1"/>
                            <a:gd name="f299" fmla="*/ f241 f88 1"/>
                            <a:gd name="f300" fmla="*/ f242 f89 1"/>
                            <a:gd name="f301" fmla="*/ f243 f89 1"/>
                            <a:gd name="f302" fmla="*/ f244 f89 1"/>
                            <a:gd name="f303" fmla="*/ f245 f89 1"/>
                            <a:gd name="f304" fmla="*/ f246 f88 1"/>
                            <a:gd name="f305" fmla="*/ f247 f89 1"/>
                            <a:gd name="f306" fmla="*/ f248 f89 1"/>
                            <a:gd name="f307" fmla="*/ f249 f89 1"/>
                            <a:gd name="f308" fmla="*/ f250 f88 1"/>
                            <a:gd name="f309" fmla="*/ f251 f88 1"/>
                            <a:gd name="f310" fmla="*/ f252 f88 1"/>
                            <a:gd name="f311" fmla="*/ f253 f89 1"/>
                            <a:gd name="f312" fmla="*/ f254 f88 1"/>
                            <a:gd name="f313" fmla="*/ f255 f89 1"/>
                            <a:gd name="f314" fmla="*/ f256 f88 1"/>
                            <a:gd name="f315" fmla="*/ f257 f88 1"/>
                            <a:gd name="f316" fmla="*/ f258 f88 1"/>
                            <a:gd name="f317" fmla="*/ f259 f88 1"/>
                            <a:gd name="f318" fmla="*/ f260 f88 1"/>
                            <a:gd name="f319" fmla="*/ f261 f89 1"/>
                            <a:gd name="f320" fmla="*/ f262 f88 1"/>
                          </a:gdLst>
                          <a:ahLst/>
                          <a:cxnLst>
                            <a:cxn ang="3cd4">
                              <a:pos x="hc" y="t"/>
                            </a:cxn>
                            <a:cxn ang="0">
                              <a:pos x="r" y="vc"/>
                            </a:cxn>
                            <a:cxn ang="cd4">
                              <a:pos x="hc" y="b"/>
                            </a:cxn>
                            <a:cxn ang="cd2">
                              <a:pos x="l" y="vc"/>
                            </a:cxn>
                            <a:cxn ang="f208">
                              <a:pos x="f267" y="f268"/>
                            </a:cxn>
                            <a:cxn ang="f208">
                              <a:pos x="f269" y="f270"/>
                            </a:cxn>
                            <a:cxn ang="f208">
                              <a:pos x="f271" y="f272"/>
                            </a:cxn>
                            <a:cxn ang="f208">
                              <a:pos x="f273" y="f274"/>
                            </a:cxn>
                            <a:cxn ang="f208">
                              <a:pos x="f275" y="f276"/>
                            </a:cxn>
                            <a:cxn ang="f208">
                              <a:pos x="f277" y="f278"/>
                            </a:cxn>
                            <a:cxn ang="f208">
                              <a:pos x="f279" y="f280"/>
                            </a:cxn>
                            <a:cxn ang="f208">
                              <a:pos x="f281" y="f282"/>
                            </a:cxn>
                            <a:cxn ang="f208">
                              <a:pos x="f283" y="f284"/>
                            </a:cxn>
                            <a:cxn ang="f208">
                              <a:pos x="f285" y="f286"/>
                            </a:cxn>
                            <a:cxn ang="f208">
                              <a:pos x="f287" y="f288"/>
                            </a:cxn>
                            <a:cxn ang="f208">
                              <a:pos x="f289" y="f290"/>
                            </a:cxn>
                            <a:cxn ang="f208">
                              <a:pos x="f291" y="f292"/>
                            </a:cxn>
                            <a:cxn ang="f208">
                              <a:pos x="f293" y="f294"/>
                            </a:cxn>
                            <a:cxn ang="f208">
                              <a:pos x="f295" y="f296"/>
                            </a:cxn>
                            <a:cxn ang="f208">
                              <a:pos x="f297" y="f298"/>
                            </a:cxn>
                            <a:cxn ang="f208">
                              <a:pos x="f299" y="f300"/>
                            </a:cxn>
                            <a:cxn ang="f208">
                              <a:pos x="f297" y="f301"/>
                            </a:cxn>
                            <a:cxn ang="f208">
                              <a:pos x="f295" y="f302"/>
                            </a:cxn>
                            <a:cxn ang="f208">
                              <a:pos x="f293" y="f303"/>
                            </a:cxn>
                            <a:cxn ang="f208">
                              <a:pos x="f304" y="f305"/>
                            </a:cxn>
                            <a:cxn ang="f208">
                              <a:pos x="f289" y="f306"/>
                            </a:cxn>
                            <a:cxn ang="f208">
                              <a:pos x="f287" y="f307"/>
                            </a:cxn>
                            <a:cxn ang="f208">
                              <a:pos x="f308" y="f288"/>
                            </a:cxn>
                            <a:cxn ang="f208">
                              <a:pos x="f309" y="f286"/>
                            </a:cxn>
                            <a:cxn ang="f208">
                              <a:pos x="f310" y="f311"/>
                            </a:cxn>
                            <a:cxn ang="f208">
                              <a:pos x="f312" y="f313"/>
                            </a:cxn>
                            <a:cxn ang="f208">
                              <a:pos x="f314" y="f280"/>
                            </a:cxn>
                            <a:cxn ang="f208">
                              <a:pos x="f315" y="f278"/>
                            </a:cxn>
                            <a:cxn ang="f208">
                              <a:pos x="f316" y="f276"/>
                            </a:cxn>
                            <a:cxn ang="f208">
                              <a:pos x="f317" y="f274"/>
                            </a:cxn>
                            <a:cxn ang="f208">
                              <a:pos x="f318" y="f319"/>
                            </a:cxn>
                            <a:cxn ang="f208">
                              <a:pos x="f320" y="f272"/>
                            </a:cxn>
                          </a:cxnLst>
                          <a:rect l="f263" t="f266" r="f264" b="f265"/>
                          <a:pathLst>
                            <a:path w="290" h="208">
                              <a:moveTo>
                                <a:pt x="f6" y="f8"/>
                              </a:moveTo>
                              <a:lnTo>
                                <a:pt x="f9" y="f7"/>
                              </a:lnTo>
                              <a:lnTo>
                                <a:pt x="f10" y="f8"/>
                              </a:lnTo>
                              <a:lnTo>
                                <a:pt x="f11" y="f8"/>
                              </a:lnTo>
                              <a:lnTo>
                                <a:pt x="f12" y="f13"/>
                              </a:lnTo>
                              <a:lnTo>
                                <a:pt x="f14" y="f13"/>
                              </a:lnTo>
                              <a:lnTo>
                                <a:pt x="f15" y="f16"/>
                              </a:lnTo>
                              <a:lnTo>
                                <a:pt x="f17" y="f18"/>
                              </a:lnTo>
                              <a:lnTo>
                                <a:pt x="f19" y="f18"/>
                              </a:lnTo>
                              <a:lnTo>
                                <a:pt x="f20" y="f21"/>
                              </a:lnTo>
                              <a:lnTo>
                                <a:pt x="f2"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9" y="f60"/>
                              </a:lnTo>
                              <a:lnTo>
                                <a:pt x="f61" y="f62"/>
                              </a:lnTo>
                              <a:lnTo>
                                <a:pt x="f63" y="f59"/>
                              </a:lnTo>
                              <a:lnTo>
                                <a:pt x="f64" y="f63"/>
                              </a:lnTo>
                              <a:lnTo>
                                <a:pt x="f5" y="f5"/>
                              </a:lnTo>
                              <a:lnTo>
                                <a:pt x="f64" y="f5"/>
                              </a:lnTo>
                              <a:lnTo>
                                <a:pt x="f63" y="f64"/>
                              </a:lnTo>
                              <a:lnTo>
                                <a:pt x="f61" y="f61"/>
                              </a:lnTo>
                              <a:lnTo>
                                <a:pt x="f59" y="f65"/>
                              </a:lnTo>
                              <a:lnTo>
                                <a:pt x="f57" y="f66"/>
                              </a:lnTo>
                              <a:lnTo>
                                <a:pt x="f55" y="f67"/>
                              </a:lnTo>
                              <a:lnTo>
                                <a:pt x="f53" y="f56"/>
                              </a:lnTo>
                              <a:lnTo>
                                <a:pt x="f68" y="f54"/>
                              </a:lnTo>
                              <a:lnTo>
                                <a:pt x="f51" y="f69"/>
                              </a:lnTo>
                              <a:lnTo>
                                <a:pt x="f47" y="f70"/>
                              </a:lnTo>
                              <a:lnTo>
                                <a:pt x="f71" y="f48"/>
                              </a:lnTo>
                              <a:lnTo>
                                <a:pt x="f43" y="f72"/>
                              </a:lnTo>
                              <a:lnTo>
                                <a:pt x="f73" y="f74"/>
                              </a:lnTo>
                              <a:lnTo>
                                <a:pt x="f75" y="f44"/>
                              </a:lnTo>
                              <a:lnTo>
                                <a:pt x="f39" y="f76"/>
                              </a:lnTo>
                              <a:lnTo>
                                <a:pt x="f37" y="f40"/>
                              </a:lnTo>
                              <a:lnTo>
                                <a:pt x="f77" y="f36"/>
                              </a:lnTo>
                              <a:lnTo>
                                <a:pt x="f78" y="f79"/>
                              </a:lnTo>
                              <a:lnTo>
                                <a:pt x="f80" y="f34"/>
                              </a:lnTo>
                              <a:lnTo>
                                <a:pt x="f81" y="f30"/>
                              </a:lnTo>
                              <a:lnTo>
                                <a:pt x="f82" y="f83"/>
                              </a:lnTo>
                              <a:lnTo>
                                <a:pt x="f84" y="f28"/>
                              </a:lnTo>
                              <a:lnTo>
                                <a:pt x="f23" y="f26"/>
                              </a:lnTo>
                              <a:lnTo>
                                <a:pt x="f2" y="f24"/>
                              </a:lnTo>
                              <a:lnTo>
                                <a:pt x="f20" y="f22"/>
                              </a:lnTo>
                              <a:lnTo>
                                <a:pt x="f85" y="f21"/>
                              </a:lnTo>
                              <a:lnTo>
                                <a:pt x="f17" y="f21"/>
                              </a:lnTo>
                              <a:lnTo>
                                <a:pt x="f15" y="f18"/>
                              </a:lnTo>
                              <a:lnTo>
                                <a:pt x="f14" y="f16"/>
                              </a:lnTo>
                              <a:lnTo>
                                <a:pt x="f12" y="f16"/>
                              </a:lnTo>
                              <a:lnTo>
                                <a:pt x="f86" y="f13"/>
                              </a:lnTo>
                              <a:lnTo>
                                <a:pt x="f10" y="f13"/>
                              </a:lnTo>
                              <a:lnTo>
                                <a:pt x="f6" y="f8"/>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16" name="Freeform 73"/>
                      <wps:cNvSpPr/>
                      <wps:spPr>
                        <a:xfrm>
                          <a:off x="47521" y="293403"/>
                          <a:ext cx="186839" cy="135358"/>
                        </a:xfrm>
                        <a:custGeom>
                          <a:avLst/>
                          <a:gdLst>
                            <a:gd name="f0" fmla="val 10800000"/>
                            <a:gd name="f1" fmla="val 5400000"/>
                            <a:gd name="f2" fmla="val 180"/>
                            <a:gd name="f3" fmla="val w"/>
                            <a:gd name="f4" fmla="val h"/>
                            <a:gd name="f5" fmla="val 0"/>
                            <a:gd name="f6" fmla="val 295"/>
                            <a:gd name="f7" fmla="val 213"/>
                            <a:gd name="f8" fmla="val 208"/>
                            <a:gd name="f9" fmla="val 280"/>
                            <a:gd name="f10" fmla="val 265"/>
                            <a:gd name="f11" fmla="val 255"/>
                            <a:gd name="f12" fmla="val 240"/>
                            <a:gd name="f13" fmla="val 225"/>
                            <a:gd name="f14" fmla="val 203"/>
                            <a:gd name="f15" fmla="val 215"/>
                            <a:gd name="f16" fmla="val 200"/>
                            <a:gd name="f17" fmla="val 199"/>
                            <a:gd name="f18" fmla="val 190"/>
                            <a:gd name="f19" fmla="val 194"/>
                            <a:gd name="f20" fmla="val 189"/>
                            <a:gd name="f21" fmla="val 165"/>
                            <a:gd name="f22" fmla="val 184"/>
                            <a:gd name="f23" fmla="val 155"/>
                            <a:gd name="f24" fmla="val 179"/>
                            <a:gd name="f25" fmla="val 145"/>
                            <a:gd name="f26" fmla="val 174"/>
                            <a:gd name="f27" fmla="val 135"/>
                            <a:gd name="f28" fmla="val 169"/>
                            <a:gd name="f29" fmla="val 125"/>
                            <a:gd name="f30" fmla="val 164"/>
                            <a:gd name="f31" fmla="val 115"/>
                            <a:gd name="f32" fmla="val 154"/>
                            <a:gd name="f33" fmla="val 105"/>
                            <a:gd name="f34" fmla="val 149"/>
                            <a:gd name="f35" fmla="val 95"/>
                            <a:gd name="f36" fmla="val 139"/>
                            <a:gd name="f37" fmla="val 85"/>
                            <a:gd name="f38" fmla="val 134"/>
                            <a:gd name="f39" fmla="val 75"/>
                            <a:gd name="f40" fmla="val 124"/>
                            <a:gd name="f41" fmla="val 70"/>
                            <a:gd name="f42" fmla="val 119"/>
                            <a:gd name="f43" fmla="val 60"/>
                            <a:gd name="f44" fmla="val 109"/>
                            <a:gd name="f45" fmla="val 50"/>
                            <a:gd name="f46" fmla="val 99"/>
                            <a:gd name="f47" fmla="val 45"/>
                            <a:gd name="f48" fmla="val 89"/>
                            <a:gd name="f49" fmla="val 40"/>
                            <a:gd name="f50" fmla="val 84"/>
                            <a:gd name="f51" fmla="val 30"/>
                            <a:gd name="f52" fmla="val 74"/>
                            <a:gd name="f53" fmla="val 25"/>
                            <a:gd name="f54" fmla="val 64"/>
                            <a:gd name="f55" fmla="val 20"/>
                            <a:gd name="f56" fmla="val 54"/>
                            <a:gd name="f57" fmla="val 15"/>
                            <a:gd name="f58" fmla="val 10"/>
                            <a:gd name="f59" fmla="val 35"/>
                            <a:gd name="f60" fmla="val 5"/>
                            <a:gd name="f61" fmla="val 59"/>
                            <a:gd name="f62" fmla="val 69"/>
                            <a:gd name="f63" fmla="val 79"/>
                            <a:gd name="f64" fmla="val 55"/>
                            <a:gd name="f65" fmla="val 94"/>
                            <a:gd name="f66" fmla="val 65"/>
                            <a:gd name="f67" fmla="val 104"/>
                            <a:gd name="f68" fmla="val 114"/>
                            <a:gd name="f69" fmla="val 80"/>
                            <a:gd name="f70" fmla="val 90"/>
                            <a:gd name="f71" fmla="val 129"/>
                            <a:gd name="f72" fmla="val 144"/>
                            <a:gd name="f73" fmla="val 159"/>
                            <a:gd name="f74" fmla="val 160"/>
                            <a:gd name="f75" fmla="val 170"/>
                            <a:gd name="f76" fmla="val 205"/>
                            <a:gd name="f77" fmla="val 230"/>
                            <a:gd name="f78" fmla="+- 0 0 0"/>
                            <a:gd name="f79" fmla="*/ f3 1 295"/>
                            <a:gd name="f80" fmla="*/ f4 1 213"/>
                            <a:gd name="f81" fmla="+- f7 0 f5"/>
                            <a:gd name="f82" fmla="+- f6 0 f5"/>
                            <a:gd name="f83" fmla="*/ f78 f0 1"/>
                            <a:gd name="f84" fmla="*/ f82 1 295"/>
                            <a:gd name="f85" fmla="*/ f81 1 213"/>
                            <a:gd name="f86" fmla="*/ 295 f82 1"/>
                            <a:gd name="f87" fmla="*/ 213 f81 1"/>
                            <a:gd name="f88" fmla="*/ 265 f82 1"/>
                            <a:gd name="f89" fmla="*/ 240 f82 1"/>
                            <a:gd name="f90" fmla="*/ 208 f81 1"/>
                            <a:gd name="f91" fmla="*/ 215 f82 1"/>
                            <a:gd name="f92" fmla="*/ 203 f81 1"/>
                            <a:gd name="f93" fmla="*/ 190 f82 1"/>
                            <a:gd name="f94" fmla="*/ 194 f81 1"/>
                            <a:gd name="f95" fmla="*/ 165 f82 1"/>
                            <a:gd name="f96" fmla="*/ 184 f81 1"/>
                            <a:gd name="f97" fmla="*/ 145 f82 1"/>
                            <a:gd name="f98" fmla="*/ 174 f81 1"/>
                            <a:gd name="f99" fmla="*/ 125 f82 1"/>
                            <a:gd name="f100" fmla="*/ 164 f81 1"/>
                            <a:gd name="f101" fmla="*/ 105 f82 1"/>
                            <a:gd name="f102" fmla="*/ 149 f81 1"/>
                            <a:gd name="f103" fmla="*/ 85 f82 1"/>
                            <a:gd name="f104" fmla="*/ 134 f81 1"/>
                            <a:gd name="f105" fmla="*/ 70 f82 1"/>
                            <a:gd name="f106" fmla="*/ 119 f81 1"/>
                            <a:gd name="f107" fmla="*/ 50 f82 1"/>
                            <a:gd name="f108" fmla="*/ 99 f81 1"/>
                            <a:gd name="f109" fmla="*/ 40 f82 1"/>
                            <a:gd name="f110" fmla="*/ 84 f81 1"/>
                            <a:gd name="f111" fmla="*/ 25 f82 1"/>
                            <a:gd name="f112" fmla="*/ 64 f81 1"/>
                            <a:gd name="f113" fmla="*/ 15 f82 1"/>
                            <a:gd name="f114" fmla="*/ 45 f81 1"/>
                            <a:gd name="f115" fmla="*/ 5 f82 1"/>
                            <a:gd name="f116" fmla="*/ 25 f81 1"/>
                            <a:gd name="f117" fmla="*/ 0 f82 1"/>
                            <a:gd name="f118" fmla="*/ 0 f81 1"/>
                            <a:gd name="f119" fmla="*/ 10 f81 1"/>
                            <a:gd name="f120" fmla="*/ 30 f81 1"/>
                            <a:gd name="f121" fmla="*/ 50 f81 1"/>
                            <a:gd name="f122" fmla="*/ 35 f82 1"/>
                            <a:gd name="f123" fmla="*/ 69 f81 1"/>
                            <a:gd name="f124" fmla="*/ 89 f81 1"/>
                            <a:gd name="f125" fmla="*/ 65 f82 1"/>
                            <a:gd name="f126" fmla="*/ 104 f81 1"/>
                            <a:gd name="f127" fmla="*/ 80 f82 1"/>
                            <a:gd name="f128" fmla="*/ 95 f82 1"/>
                            <a:gd name="f129" fmla="*/ 139 f81 1"/>
                            <a:gd name="f130" fmla="*/ 115 f82 1"/>
                            <a:gd name="f131" fmla="*/ 135 f82 1"/>
                            <a:gd name="f132" fmla="*/ 160 f82 1"/>
                            <a:gd name="f133" fmla="*/ 180 f82 1"/>
                            <a:gd name="f134" fmla="*/ 205 f82 1"/>
                            <a:gd name="f135" fmla="*/ 230 f82 1"/>
                            <a:gd name="f136" fmla="*/ 199 f81 1"/>
                            <a:gd name="f137" fmla="*/ 255 f82 1"/>
                            <a:gd name="f138" fmla="*/ 280 f82 1"/>
                            <a:gd name="f139" fmla="*/ f83 1 f2"/>
                            <a:gd name="f140" fmla="*/ f86 1 295"/>
                            <a:gd name="f141" fmla="*/ f87 1 213"/>
                            <a:gd name="f142" fmla="*/ f88 1 295"/>
                            <a:gd name="f143" fmla="*/ f89 1 295"/>
                            <a:gd name="f144" fmla="*/ f90 1 213"/>
                            <a:gd name="f145" fmla="*/ f91 1 295"/>
                            <a:gd name="f146" fmla="*/ f92 1 213"/>
                            <a:gd name="f147" fmla="*/ f93 1 295"/>
                            <a:gd name="f148" fmla="*/ f94 1 213"/>
                            <a:gd name="f149" fmla="*/ f95 1 295"/>
                            <a:gd name="f150" fmla="*/ f96 1 213"/>
                            <a:gd name="f151" fmla="*/ f97 1 295"/>
                            <a:gd name="f152" fmla="*/ f98 1 213"/>
                            <a:gd name="f153" fmla="*/ f99 1 295"/>
                            <a:gd name="f154" fmla="*/ f100 1 213"/>
                            <a:gd name="f155" fmla="*/ f101 1 295"/>
                            <a:gd name="f156" fmla="*/ f102 1 213"/>
                            <a:gd name="f157" fmla="*/ f103 1 295"/>
                            <a:gd name="f158" fmla="*/ f104 1 213"/>
                            <a:gd name="f159" fmla="*/ f105 1 295"/>
                            <a:gd name="f160" fmla="*/ f106 1 213"/>
                            <a:gd name="f161" fmla="*/ f107 1 295"/>
                            <a:gd name="f162" fmla="*/ f108 1 213"/>
                            <a:gd name="f163" fmla="*/ f109 1 295"/>
                            <a:gd name="f164" fmla="*/ f110 1 213"/>
                            <a:gd name="f165" fmla="*/ f111 1 295"/>
                            <a:gd name="f166" fmla="*/ f112 1 213"/>
                            <a:gd name="f167" fmla="*/ f113 1 295"/>
                            <a:gd name="f168" fmla="*/ f114 1 213"/>
                            <a:gd name="f169" fmla="*/ f115 1 295"/>
                            <a:gd name="f170" fmla="*/ f116 1 213"/>
                            <a:gd name="f171" fmla="*/ f117 1 295"/>
                            <a:gd name="f172" fmla="*/ f118 1 213"/>
                            <a:gd name="f173" fmla="*/ f119 1 213"/>
                            <a:gd name="f174" fmla="*/ f120 1 213"/>
                            <a:gd name="f175" fmla="*/ f121 1 213"/>
                            <a:gd name="f176" fmla="*/ f122 1 295"/>
                            <a:gd name="f177" fmla="*/ f123 1 213"/>
                            <a:gd name="f178" fmla="*/ f124 1 213"/>
                            <a:gd name="f179" fmla="*/ f125 1 295"/>
                            <a:gd name="f180" fmla="*/ f126 1 213"/>
                            <a:gd name="f181" fmla="*/ f127 1 295"/>
                            <a:gd name="f182" fmla="*/ f128 1 295"/>
                            <a:gd name="f183" fmla="*/ f129 1 213"/>
                            <a:gd name="f184" fmla="*/ f130 1 295"/>
                            <a:gd name="f185" fmla="*/ f131 1 295"/>
                            <a:gd name="f186" fmla="*/ f132 1 295"/>
                            <a:gd name="f187" fmla="*/ f133 1 295"/>
                            <a:gd name="f188" fmla="*/ f134 1 295"/>
                            <a:gd name="f189" fmla="*/ f135 1 295"/>
                            <a:gd name="f190" fmla="*/ f136 1 213"/>
                            <a:gd name="f191" fmla="*/ f137 1 295"/>
                            <a:gd name="f192" fmla="*/ f138 1 295"/>
                            <a:gd name="f193" fmla="*/ 0 1 f84"/>
                            <a:gd name="f194" fmla="*/ f6 1 f84"/>
                            <a:gd name="f195" fmla="*/ 0 1 f85"/>
                            <a:gd name="f196" fmla="*/ f7 1 f85"/>
                            <a:gd name="f197" fmla="+- f139 0 f1"/>
                            <a:gd name="f198" fmla="*/ f140 1 f84"/>
                            <a:gd name="f199" fmla="*/ f141 1 f85"/>
                            <a:gd name="f200" fmla="*/ f142 1 f84"/>
                            <a:gd name="f201" fmla="*/ f143 1 f84"/>
                            <a:gd name="f202" fmla="*/ f144 1 f85"/>
                            <a:gd name="f203" fmla="*/ f145 1 f84"/>
                            <a:gd name="f204" fmla="*/ f146 1 f85"/>
                            <a:gd name="f205" fmla="*/ f147 1 f84"/>
                            <a:gd name="f206" fmla="*/ f148 1 f85"/>
                            <a:gd name="f207" fmla="*/ f149 1 f84"/>
                            <a:gd name="f208" fmla="*/ f150 1 f85"/>
                            <a:gd name="f209" fmla="*/ f151 1 f84"/>
                            <a:gd name="f210" fmla="*/ f152 1 f85"/>
                            <a:gd name="f211" fmla="*/ f153 1 f84"/>
                            <a:gd name="f212" fmla="*/ f154 1 f85"/>
                            <a:gd name="f213" fmla="*/ f155 1 f84"/>
                            <a:gd name="f214" fmla="*/ f156 1 f85"/>
                            <a:gd name="f215" fmla="*/ f157 1 f84"/>
                            <a:gd name="f216" fmla="*/ f158 1 f85"/>
                            <a:gd name="f217" fmla="*/ f159 1 f84"/>
                            <a:gd name="f218" fmla="*/ f160 1 f85"/>
                            <a:gd name="f219" fmla="*/ f161 1 f84"/>
                            <a:gd name="f220" fmla="*/ f162 1 f85"/>
                            <a:gd name="f221" fmla="*/ f163 1 f84"/>
                            <a:gd name="f222" fmla="*/ f164 1 f85"/>
                            <a:gd name="f223" fmla="*/ f165 1 f84"/>
                            <a:gd name="f224" fmla="*/ f166 1 f85"/>
                            <a:gd name="f225" fmla="*/ f167 1 f84"/>
                            <a:gd name="f226" fmla="*/ f168 1 f85"/>
                            <a:gd name="f227" fmla="*/ f169 1 f84"/>
                            <a:gd name="f228" fmla="*/ f170 1 f85"/>
                            <a:gd name="f229" fmla="*/ f171 1 f84"/>
                            <a:gd name="f230" fmla="*/ f172 1 f85"/>
                            <a:gd name="f231" fmla="*/ f173 1 f85"/>
                            <a:gd name="f232" fmla="*/ f174 1 f85"/>
                            <a:gd name="f233" fmla="*/ f175 1 f85"/>
                            <a:gd name="f234" fmla="*/ f176 1 f84"/>
                            <a:gd name="f235" fmla="*/ f177 1 f85"/>
                            <a:gd name="f236" fmla="*/ f178 1 f85"/>
                            <a:gd name="f237" fmla="*/ f179 1 f84"/>
                            <a:gd name="f238" fmla="*/ f180 1 f85"/>
                            <a:gd name="f239" fmla="*/ f181 1 f84"/>
                            <a:gd name="f240" fmla="*/ f182 1 f84"/>
                            <a:gd name="f241" fmla="*/ f183 1 f85"/>
                            <a:gd name="f242" fmla="*/ f184 1 f84"/>
                            <a:gd name="f243" fmla="*/ f185 1 f84"/>
                            <a:gd name="f244" fmla="*/ f186 1 f84"/>
                            <a:gd name="f245" fmla="*/ f187 1 f84"/>
                            <a:gd name="f246" fmla="*/ f188 1 f84"/>
                            <a:gd name="f247" fmla="*/ f189 1 f84"/>
                            <a:gd name="f248" fmla="*/ f190 1 f85"/>
                            <a:gd name="f249" fmla="*/ f191 1 f84"/>
                            <a:gd name="f250" fmla="*/ f192 1 f84"/>
                            <a:gd name="f251" fmla="*/ f193 f79 1"/>
                            <a:gd name="f252" fmla="*/ f194 f79 1"/>
                            <a:gd name="f253" fmla="*/ f196 f80 1"/>
                            <a:gd name="f254" fmla="*/ f195 f80 1"/>
                            <a:gd name="f255" fmla="*/ f198 f79 1"/>
                            <a:gd name="f256" fmla="*/ f199 f80 1"/>
                            <a:gd name="f257" fmla="*/ f200 f79 1"/>
                            <a:gd name="f258" fmla="*/ f201 f79 1"/>
                            <a:gd name="f259" fmla="*/ f202 f80 1"/>
                            <a:gd name="f260" fmla="*/ f203 f79 1"/>
                            <a:gd name="f261" fmla="*/ f204 f80 1"/>
                            <a:gd name="f262" fmla="*/ f205 f79 1"/>
                            <a:gd name="f263" fmla="*/ f206 f80 1"/>
                            <a:gd name="f264" fmla="*/ f207 f79 1"/>
                            <a:gd name="f265" fmla="*/ f208 f80 1"/>
                            <a:gd name="f266" fmla="*/ f209 f79 1"/>
                            <a:gd name="f267" fmla="*/ f210 f80 1"/>
                            <a:gd name="f268" fmla="*/ f211 f79 1"/>
                            <a:gd name="f269" fmla="*/ f212 f80 1"/>
                            <a:gd name="f270" fmla="*/ f213 f79 1"/>
                            <a:gd name="f271" fmla="*/ f214 f80 1"/>
                            <a:gd name="f272" fmla="*/ f215 f79 1"/>
                            <a:gd name="f273" fmla="*/ f216 f80 1"/>
                            <a:gd name="f274" fmla="*/ f217 f79 1"/>
                            <a:gd name="f275" fmla="*/ f218 f80 1"/>
                            <a:gd name="f276" fmla="*/ f219 f79 1"/>
                            <a:gd name="f277" fmla="*/ f220 f80 1"/>
                            <a:gd name="f278" fmla="*/ f221 f79 1"/>
                            <a:gd name="f279" fmla="*/ f222 f80 1"/>
                            <a:gd name="f280" fmla="*/ f223 f79 1"/>
                            <a:gd name="f281" fmla="*/ f224 f80 1"/>
                            <a:gd name="f282" fmla="*/ f225 f79 1"/>
                            <a:gd name="f283" fmla="*/ f226 f80 1"/>
                            <a:gd name="f284" fmla="*/ f227 f79 1"/>
                            <a:gd name="f285" fmla="*/ f228 f80 1"/>
                            <a:gd name="f286" fmla="*/ f229 f79 1"/>
                            <a:gd name="f287" fmla="*/ f230 f80 1"/>
                            <a:gd name="f288" fmla="*/ f231 f80 1"/>
                            <a:gd name="f289" fmla="*/ f232 f80 1"/>
                            <a:gd name="f290" fmla="*/ f233 f80 1"/>
                            <a:gd name="f291" fmla="*/ f234 f79 1"/>
                            <a:gd name="f292" fmla="*/ f235 f80 1"/>
                            <a:gd name="f293" fmla="*/ f236 f80 1"/>
                            <a:gd name="f294" fmla="*/ f237 f79 1"/>
                            <a:gd name="f295" fmla="*/ f238 f80 1"/>
                            <a:gd name="f296" fmla="*/ f239 f79 1"/>
                            <a:gd name="f297" fmla="*/ f240 f79 1"/>
                            <a:gd name="f298" fmla="*/ f241 f80 1"/>
                            <a:gd name="f299" fmla="*/ f242 f79 1"/>
                            <a:gd name="f300" fmla="*/ f243 f79 1"/>
                            <a:gd name="f301" fmla="*/ f244 f79 1"/>
                            <a:gd name="f302" fmla="*/ f245 f79 1"/>
                            <a:gd name="f303" fmla="*/ f246 f79 1"/>
                            <a:gd name="f304" fmla="*/ f247 f79 1"/>
                            <a:gd name="f305" fmla="*/ f248 f80 1"/>
                            <a:gd name="f306" fmla="*/ f249 f79 1"/>
                            <a:gd name="f307" fmla="*/ f250 f79 1"/>
                          </a:gdLst>
                          <a:ahLst/>
                          <a:cxnLst>
                            <a:cxn ang="3cd4">
                              <a:pos x="hc" y="t"/>
                            </a:cxn>
                            <a:cxn ang="0">
                              <a:pos x="r" y="vc"/>
                            </a:cxn>
                            <a:cxn ang="cd4">
                              <a:pos x="hc" y="b"/>
                            </a:cxn>
                            <a:cxn ang="cd2">
                              <a:pos x="l" y="vc"/>
                            </a:cxn>
                            <a:cxn ang="f197">
                              <a:pos x="f255" y="f256"/>
                            </a:cxn>
                            <a:cxn ang="f197">
                              <a:pos x="f257" y="f256"/>
                            </a:cxn>
                            <a:cxn ang="f197">
                              <a:pos x="f258" y="f259"/>
                            </a:cxn>
                            <a:cxn ang="f197">
                              <a:pos x="f260" y="f261"/>
                            </a:cxn>
                            <a:cxn ang="f197">
                              <a:pos x="f262" y="f263"/>
                            </a:cxn>
                            <a:cxn ang="f197">
                              <a:pos x="f264" y="f265"/>
                            </a:cxn>
                            <a:cxn ang="f197">
                              <a:pos x="f266" y="f267"/>
                            </a:cxn>
                            <a:cxn ang="f197">
                              <a:pos x="f268" y="f269"/>
                            </a:cxn>
                            <a:cxn ang="f197">
                              <a:pos x="f270" y="f271"/>
                            </a:cxn>
                            <a:cxn ang="f197">
                              <a:pos x="f272" y="f273"/>
                            </a:cxn>
                            <a:cxn ang="f197">
                              <a:pos x="f274" y="f275"/>
                            </a:cxn>
                            <a:cxn ang="f197">
                              <a:pos x="f276" y="f277"/>
                            </a:cxn>
                            <a:cxn ang="f197">
                              <a:pos x="f278" y="f279"/>
                            </a:cxn>
                            <a:cxn ang="f197">
                              <a:pos x="f280" y="f281"/>
                            </a:cxn>
                            <a:cxn ang="f197">
                              <a:pos x="f282" y="f283"/>
                            </a:cxn>
                            <a:cxn ang="f197">
                              <a:pos x="f284" y="f285"/>
                            </a:cxn>
                            <a:cxn ang="f197">
                              <a:pos x="f286" y="f287"/>
                            </a:cxn>
                            <a:cxn ang="f197">
                              <a:pos x="f284" y="f288"/>
                            </a:cxn>
                            <a:cxn ang="f197">
                              <a:pos x="f282" y="f289"/>
                            </a:cxn>
                            <a:cxn ang="f197">
                              <a:pos x="f280" y="f290"/>
                            </a:cxn>
                            <a:cxn ang="f197">
                              <a:pos x="f291" y="f292"/>
                            </a:cxn>
                            <a:cxn ang="f197">
                              <a:pos x="f276" y="f293"/>
                            </a:cxn>
                            <a:cxn ang="f197">
                              <a:pos x="f294" y="f295"/>
                            </a:cxn>
                            <a:cxn ang="f197">
                              <a:pos x="f296" y="f275"/>
                            </a:cxn>
                            <a:cxn ang="f197">
                              <a:pos x="f297" y="f298"/>
                            </a:cxn>
                            <a:cxn ang="f197">
                              <a:pos x="f299" y="f271"/>
                            </a:cxn>
                            <a:cxn ang="f197">
                              <a:pos x="f300" y="f269"/>
                            </a:cxn>
                            <a:cxn ang="f197">
                              <a:pos x="f301" y="f267"/>
                            </a:cxn>
                            <a:cxn ang="f197">
                              <a:pos x="f302" y="f265"/>
                            </a:cxn>
                            <a:cxn ang="f197">
                              <a:pos x="f303" y="f263"/>
                            </a:cxn>
                            <a:cxn ang="f197">
                              <a:pos x="f304" y="f305"/>
                            </a:cxn>
                            <a:cxn ang="f197">
                              <a:pos x="f306" y="f261"/>
                            </a:cxn>
                            <a:cxn ang="f197">
                              <a:pos x="f307" y="f259"/>
                            </a:cxn>
                          </a:cxnLst>
                          <a:rect l="f251" t="f254" r="f252" b="f253"/>
                          <a:pathLst>
                            <a:path w="295" h="213">
                              <a:moveTo>
                                <a:pt x="f6" y="f8"/>
                              </a:moveTo>
                              <a:lnTo>
                                <a:pt x="f6" y="f7"/>
                              </a:lnTo>
                              <a:lnTo>
                                <a:pt x="f9" y="f7"/>
                              </a:lnTo>
                              <a:lnTo>
                                <a:pt x="f10" y="f7"/>
                              </a:lnTo>
                              <a:lnTo>
                                <a:pt x="f11" y="f8"/>
                              </a:lnTo>
                              <a:lnTo>
                                <a:pt x="f12" y="f8"/>
                              </a:lnTo>
                              <a:lnTo>
                                <a:pt x="f13" y="f14"/>
                              </a:lnTo>
                              <a:lnTo>
                                <a:pt x="f15" y="f14"/>
                              </a:lnTo>
                              <a:lnTo>
                                <a:pt x="f16" y="f17"/>
                              </a:lnTo>
                              <a:lnTo>
                                <a:pt x="f18" y="f19"/>
                              </a:lnTo>
                              <a:lnTo>
                                <a:pt x="f2"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47"/>
                              </a:lnTo>
                              <a:lnTo>
                                <a:pt x="f58" y="f59"/>
                              </a:lnTo>
                              <a:lnTo>
                                <a:pt x="f60" y="f53"/>
                              </a:lnTo>
                              <a:lnTo>
                                <a:pt x="f5" y="f57"/>
                              </a:lnTo>
                              <a:lnTo>
                                <a:pt x="f5" y="f5"/>
                              </a:lnTo>
                              <a:lnTo>
                                <a:pt x="f60" y="f5"/>
                              </a:lnTo>
                              <a:lnTo>
                                <a:pt x="f60" y="f58"/>
                              </a:lnTo>
                              <a:lnTo>
                                <a:pt x="f58" y="f55"/>
                              </a:lnTo>
                              <a:lnTo>
                                <a:pt x="f57" y="f51"/>
                              </a:lnTo>
                              <a:lnTo>
                                <a:pt x="f55" y="f49"/>
                              </a:lnTo>
                              <a:lnTo>
                                <a:pt x="f53" y="f45"/>
                              </a:lnTo>
                              <a:lnTo>
                                <a:pt x="f51" y="f61"/>
                              </a:lnTo>
                              <a:lnTo>
                                <a:pt x="f59" y="f62"/>
                              </a:lnTo>
                              <a:lnTo>
                                <a:pt x="f49" y="f63"/>
                              </a:lnTo>
                              <a:lnTo>
                                <a:pt x="f45" y="f48"/>
                              </a:lnTo>
                              <a:lnTo>
                                <a:pt x="f64" y="f65"/>
                              </a:lnTo>
                              <a:lnTo>
                                <a:pt x="f66" y="f67"/>
                              </a:lnTo>
                              <a:lnTo>
                                <a:pt x="f41" y="f68"/>
                              </a:lnTo>
                              <a:lnTo>
                                <a:pt x="f69" y="f42"/>
                              </a:lnTo>
                              <a:lnTo>
                                <a:pt x="f70" y="f71"/>
                              </a:lnTo>
                              <a:lnTo>
                                <a:pt x="f35" y="f36"/>
                              </a:lnTo>
                              <a:lnTo>
                                <a:pt x="f33" y="f72"/>
                              </a:lnTo>
                              <a:lnTo>
                                <a:pt x="f31" y="f34"/>
                              </a:lnTo>
                              <a:lnTo>
                                <a:pt x="f29" y="f73"/>
                              </a:lnTo>
                              <a:lnTo>
                                <a:pt x="f27" y="f30"/>
                              </a:lnTo>
                              <a:lnTo>
                                <a:pt x="f25" y="f28"/>
                              </a:lnTo>
                              <a:lnTo>
                                <a:pt x="f74" y="f26"/>
                              </a:lnTo>
                              <a:lnTo>
                                <a:pt x="f75" y="f24"/>
                              </a:lnTo>
                              <a:lnTo>
                                <a:pt x="f2" y="f22"/>
                              </a:lnTo>
                              <a:lnTo>
                                <a:pt x="f18" y="f20"/>
                              </a:lnTo>
                              <a:lnTo>
                                <a:pt x="f76" y="f19"/>
                              </a:lnTo>
                              <a:lnTo>
                                <a:pt x="f15" y="f17"/>
                              </a:lnTo>
                              <a:lnTo>
                                <a:pt x="f77" y="f17"/>
                              </a:lnTo>
                              <a:lnTo>
                                <a:pt x="f12" y="f14"/>
                              </a:lnTo>
                              <a:lnTo>
                                <a:pt x="f11" y="f14"/>
                              </a:lnTo>
                              <a:lnTo>
                                <a:pt x="f10" y="f8"/>
                              </a:lnTo>
                              <a:lnTo>
                                <a:pt x="f9" y="f8"/>
                              </a:lnTo>
                              <a:lnTo>
                                <a:pt x="f6" y="f8"/>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17" name="Freeform 74"/>
                      <wps:cNvSpPr/>
                      <wps:spPr>
                        <a:xfrm>
                          <a:off x="69841" y="302757"/>
                          <a:ext cx="149403" cy="110880"/>
                        </a:xfrm>
                        <a:custGeom>
                          <a:avLst/>
                          <a:gdLst>
                            <a:gd name="f0" fmla="val 10800000"/>
                            <a:gd name="f1" fmla="val 5400000"/>
                            <a:gd name="f2" fmla="val 180"/>
                            <a:gd name="f3" fmla="val w"/>
                            <a:gd name="f4" fmla="val h"/>
                            <a:gd name="f5" fmla="val 0"/>
                            <a:gd name="f6" fmla="val 235"/>
                            <a:gd name="f7" fmla="val 174"/>
                            <a:gd name="f8" fmla="val 169"/>
                            <a:gd name="f9" fmla="val 225"/>
                            <a:gd name="f10" fmla="val 215"/>
                            <a:gd name="f11" fmla="val 205"/>
                            <a:gd name="f12" fmla="val 164"/>
                            <a:gd name="f13" fmla="val 195"/>
                            <a:gd name="f14" fmla="val 185"/>
                            <a:gd name="f15" fmla="val 159"/>
                            <a:gd name="f16" fmla="val 175"/>
                            <a:gd name="f17" fmla="val 165"/>
                            <a:gd name="f18" fmla="val 154"/>
                            <a:gd name="f19" fmla="val 155"/>
                            <a:gd name="f20" fmla="val 149"/>
                            <a:gd name="f21" fmla="val 145"/>
                            <a:gd name="f22" fmla="val 140"/>
                            <a:gd name="f23" fmla="val 144"/>
                            <a:gd name="f24" fmla="val 130"/>
                            <a:gd name="f25" fmla="val 139"/>
                            <a:gd name="f26" fmla="val 120"/>
                            <a:gd name="f27" fmla="val 134"/>
                            <a:gd name="f28" fmla="val 110"/>
                            <a:gd name="f29" fmla="val 129"/>
                            <a:gd name="f30" fmla="val 105"/>
                            <a:gd name="f31" fmla="val 124"/>
                            <a:gd name="f32" fmla="val 95"/>
                            <a:gd name="f33" fmla="val 119"/>
                            <a:gd name="f34" fmla="val 90"/>
                            <a:gd name="f35" fmla="val 114"/>
                            <a:gd name="f36" fmla="val 80"/>
                            <a:gd name="f37" fmla="val 109"/>
                            <a:gd name="f38" fmla="val 75"/>
                            <a:gd name="f39" fmla="val 99"/>
                            <a:gd name="f40" fmla="val 65"/>
                            <a:gd name="f41" fmla="val 94"/>
                            <a:gd name="f42" fmla="val 60"/>
                            <a:gd name="f43" fmla="val 89"/>
                            <a:gd name="f44" fmla="val 55"/>
                            <a:gd name="f45" fmla="val 84"/>
                            <a:gd name="f46" fmla="val 45"/>
                            <a:gd name="f47" fmla="val 74"/>
                            <a:gd name="f48" fmla="val 40"/>
                            <a:gd name="f49" fmla="val 69"/>
                            <a:gd name="f50" fmla="val 35"/>
                            <a:gd name="f51" fmla="val 59"/>
                            <a:gd name="f52" fmla="val 30"/>
                            <a:gd name="f53" fmla="val 54"/>
                            <a:gd name="f54" fmla="val 25"/>
                            <a:gd name="f55" fmla="val 49"/>
                            <a:gd name="f56" fmla="val 20"/>
                            <a:gd name="f57" fmla="val 39"/>
                            <a:gd name="f58" fmla="val 15"/>
                            <a:gd name="f59" fmla="val 10"/>
                            <a:gd name="f60" fmla="val 5"/>
                            <a:gd name="f61" fmla="val 44"/>
                            <a:gd name="f62" fmla="val 64"/>
                            <a:gd name="f63" fmla="val 50"/>
                            <a:gd name="f64" fmla="val 79"/>
                            <a:gd name="f65" fmla="val 70"/>
                            <a:gd name="f66" fmla="val 85"/>
                            <a:gd name="f67" fmla="val 104"/>
                            <a:gd name="f68" fmla="val 100"/>
                            <a:gd name="f69" fmla="val 115"/>
                            <a:gd name="f70" fmla="val 125"/>
                            <a:gd name="f71" fmla="val 150"/>
                            <a:gd name="f72" fmla="val 160"/>
                            <a:gd name="f73" fmla="+- 0 0 0"/>
                            <a:gd name="f74" fmla="*/ f3 1 235"/>
                            <a:gd name="f75" fmla="*/ f4 1 174"/>
                            <a:gd name="f76" fmla="+- f7 0 f5"/>
                            <a:gd name="f77" fmla="+- f6 0 f5"/>
                            <a:gd name="f78" fmla="*/ f73 f0 1"/>
                            <a:gd name="f79" fmla="*/ f77 1 235"/>
                            <a:gd name="f80" fmla="*/ f76 1 174"/>
                            <a:gd name="f81" fmla="*/ 235 f77 1"/>
                            <a:gd name="f82" fmla="*/ 174 f76 1"/>
                            <a:gd name="f83" fmla="*/ 215 f77 1"/>
                            <a:gd name="f84" fmla="*/ 169 f76 1"/>
                            <a:gd name="f85" fmla="*/ 195 f77 1"/>
                            <a:gd name="f86" fmla="*/ 164 f76 1"/>
                            <a:gd name="f87" fmla="*/ 175 f77 1"/>
                            <a:gd name="f88" fmla="*/ 159 f76 1"/>
                            <a:gd name="f89" fmla="*/ 155 f77 1"/>
                            <a:gd name="f90" fmla="*/ 149 f76 1"/>
                            <a:gd name="f91" fmla="*/ 140 f77 1"/>
                            <a:gd name="f92" fmla="*/ 144 f76 1"/>
                            <a:gd name="f93" fmla="*/ 120 f77 1"/>
                            <a:gd name="f94" fmla="*/ 134 f76 1"/>
                            <a:gd name="f95" fmla="*/ 105 f77 1"/>
                            <a:gd name="f96" fmla="*/ 124 f76 1"/>
                            <a:gd name="f97" fmla="*/ 90 f77 1"/>
                            <a:gd name="f98" fmla="*/ 114 f76 1"/>
                            <a:gd name="f99" fmla="*/ 75 f77 1"/>
                            <a:gd name="f100" fmla="*/ 99 f76 1"/>
                            <a:gd name="f101" fmla="*/ 60 f77 1"/>
                            <a:gd name="f102" fmla="*/ 89 f76 1"/>
                            <a:gd name="f103" fmla="*/ 45 f77 1"/>
                            <a:gd name="f104" fmla="*/ 74 f76 1"/>
                            <a:gd name="f105" fmla="*/ 35 f77 1"/>
                            <a:gd name="f106" fmla="*/ 59 f76 1"/>
                            <a:gd name="f107" fmla="*/ 25 f77 1"/>
                            <a:gd name="f108" fmla="*/ 49 f76 1"/>
                            <a:gd name="f109" fmla="*/ 15 f77 1"/>
                            <a:gd name="f110" fmla="*/ 35 f76 1"/>
                            <a:gd name="f111" fmla="*/ 5 f77 1"/>
                            <a:gd name="f112" fmla="*/ 15 f76 1"/>
                            <a:gd name="f113" fmla="*/ 0 f77 1"/>
                            <a:gd name="f114" fmla="*/ 0 f76 1"/>
                            <a:gd name="f115" fmla="*/ 10 f77 1"/>
                            <a:gd name="f116" fmla="*/ 5 f76 1"/>
                            <a:gd name="f117" fmla="*/ 25 f76 1"/>
                            <a:gd name="f118" fmla="*/ 39 f76 1"/>
                            <a:gd name="f119" fmla="*/ 64 f76 1"/>
                            <a:gd name="f120" fmla="*/ 55 f77 1"/>
                            <a:gd name="f121" fmla="*/ 79 f76 1"/>
                            <a:gd name="f122" fmla="*/ 70 f77 1"/>
                            <a:gd name="f123" fmla="*/ 85 f77 1"/>
                            <a:gd name="f124" fmla="*/ 104 f76 1"/>
                            <a:gd name="f125" fmla="*/ 100 f77 1"/>
                            <a:gd name="f126" fmla="*/ 115 f77 1"/>
                            <a:gd name="f127" fmla="*/ 130 f77 1"/>
                            <a:gd name="f128" fmla="*/ 150 f77 1"/>
                            <a:gd name="f129" fmla="*/ 165 f77 1"/>
                            <a:gd name="f130" fmla="*/ 185 f77 1"/>
                            <a:gd name="f131" fmla="*/ 154 f76 1"/>
                            <a:gd name="f132" fmla="*/ 205 f77 1"/>
                            <a:gd name="f133" fmla="*/ 225 f77 1"/>
                            <a:gd name="f134" fmla="*/ f78 1 f2"/>
                            <a:gd name="f135" fmla="*/ f81 1 235"/>
                            <a:gd name="f136" fmla="*/ f82 1 174"/>
                            <a:gd name="f137" fmla="*/ f83 1 235"/>
                            <a:gd name="f138" fmla="*/ f84 1 174"/>
                            <a:gd name="f139" fmla="*/ f85 1 235"/>
                            <a:gd name="f140" fmla="*/ f86 1 174"/>
                            <a:gd name="f141" fmla="*/ f87 1 235"/>
                            <a:gd name="f142" fmla="*/ f88 1 174"/>
                            <a:gd name="f143" fmla="*/ f89 1 235"/>
                            <a:gd name="f144" fmla="*/ f90 1 174"/>
                            <a:gd name="f145" fmla="*/ f91 1 235"/>
                            <a:gd name="f146" fmla="*/ f92 1 174"/>
                            <a:gd name="f147" fmla="*/ f93 1 235"/>
                            <a:gd name="f148" fmla="*/ f94 1 174"/>
                            <a:gd name="f149" fmla="*/ f95 1 235"/>
                            <a:gd name="f150" fmla="*/ f96 1 174"/>
                            <a:gd name="f151" fmla="*/ f97 1 235"/>
                            <a:gd name="f152" fmla="*/ f98 1 174"/>
                            <a:gd name="f153" fmla="*/ f99 1 235"/>
                            <a:gd name="f154" fmla="*/ f100 1 174"/>
                            <a:gd name="f155" fmla="*/ f101 1 235"/>
                            <a:gd name="f156" fmla="*/ f102 1 174"/>
                            <a:gd name="f157" fmla="*/ f103 1 235"/>
                            <a:gd name="f158" fmla="*/ f104 1 174"/>
                            <a:gd name="f159" fmla="*/ f105 1 235"/>
                            <a:gd name="f160" fmla="*/ f106 1 174"/>
                            <a:gd name="f161" fmla="*/ f107 1 235"/>
                            <a:gd name="f162" fmla="*/ f108 1 174"/>
                            <a:gd name="f163" fmla="*/ f109 1 235"/>
                            <a:gd name="f164" fmla="*/ f110 1 174"/>
                            <a:gd name="f165" fmla="*/ f111 1 235"/>
                            <a:gd name="f166" fmla="*/ f112 1 174"/>
                            <a:gd name="f167" fmla="*/ f113 1 235"/>
                            <a:gd name="f168" fmla="*/ f114 1 174"/>
                            <a:gd name="f169" fmla="*/ f115 1 235"/>
                            <a:gd name="f170" fmla="*/ f116 1 174"/>
                            <a:gd name="f171" fmla="*/ f117 1 174"/>
                            <a:gd name="f172" fmla="*/ f118 1 174"/>
                            <a:gd name="f173" fmla="*/ f119 1 174"/>
                            <a:gd name="f174" fmla="*/ f120 1 235"/>
                            <a:gd name="f175" fmla="*/ f121 1 174"/>
                            <a:gd name="f176" fmla="*/ f122 1 235"/>
                            <a:gd name="f177" fmla="*/ f123 1 235"/>
                            <a:gd name="f178" fmla="*/ f124 1 174"/>
                            <a:gd name="f179" fmla="*/ f125 1 235"/>
                            <a:gd name="f180" fmla="*/ f126 1 235"/>
                            <a:gd name="f181" fmla="*/ f127 1 235"/>
                            <a:gd name="f182" fmla="*/ f128 1 235"/>
                            <a:gd name="f183" fmla="*/ f129 1 235"/>
                            <a:gd name="f184" fmla="*/ f130 1 235"/>
                            <a:gd name="f185" fmla="*/ f131 1 174"/>
                            <a:gd name="f186" fmla="*/ f132 1 235"/>
                            <a:gd name="f187" fmla="*/ f133 1 235"/>
                            <a:gd name="f188" fmla="*/ 0 1 f79"/>
                            <a:gd name="f189" fmla="*/ f6 1 f79"/>
                            <a:gd name="f190" fmla="*/ 0 1 f80"/>
                            <a:gd name="f191" fmla="*/ f7 1 f80"/>
                            <a:gd name="f192" fmla="+- f134 0 f1"/>
                            <a:gd name="f193" fmla="*/ f135 1 f79"/>
                            <a:gd name="f194" fmla="*/ f136 1 f80"/>
                            <a:gd name="f195" fmla="*/ f137 1 f79"/>
                            <a:gd name="f196" fmla="*/ f138 1 f80"/>
                            <a:gd name="f197" fmla="*/ f139 1 f79"/>
                            <a:gd name="f198" fmla="*/ f140 1 f80"/>
                            <a:gd name="f199" fmla="*/ f141 1 f79"/>
                            <a:gd name="f200" fmla="*/ f142 1 f80"/>
                            <a:gd name="f201" fmla="*/ f143 1 f79"/>
                            <a:gd name="f202" fmla="*/ f144 1 f80"/>
                            <a:gd name="f203" fmla="*/ f145 1 f79"/>
                            <a:gd name="f204" fmla="*/ f146 1 f80"/>
                            <a:gd name="f205" fmla="*/ f147 1 f79"/>
                            <a:gd name="f206" fmla="*/ f148 1 f80"/>
                            <a:gd name="f207" fmla="*/ f149 1 f79"/>
                            <a:gd name="f208" fmla="*/ f150 1 f80"/>
                            <a:gd name="f209" fmla="*/ f151 1 f79"/>
                            <a:gd name="f210" fmla="*/ f152 1 f80"/>
                            <a:gd name="f211" fmla="*/ f153 1 f79"/>
                            <a:gd name="f212" fmla="*/ f154 1 f80"/>
                            <a:gd name="f213" fmla="*/ f155 1 f79"/>
                            <a:gd name="f214" fmla="*/ f156 1 f80"/>
                            <a:gd name="f215" fmla="*/ f157 1 f79"/>
                            <a:gd name="f216" fmla="*/ f158 1 f80"/>
                            <a:gd name="f217" fmla="*/ f159 1 f79"/>
                            <a:gd name="f218" fmla="*/ f160 1 f80"/>
                            <a:gd name="f219" fmla="*/ f161 1 f79"/>
                            <a:gd name="f220" fmla="*/ f162 1 f80"/>
                            <a:gd name="f221" fmla="*/ f163 1 f79"/>
                            <a:gd name="f222" fmla="*/ f164 1 f80"/>
                            <a:gd name="f223" fmla="*/ f165 1 f79"/>
                            <a:gd name="f224" fmla="*/ f166 1 f80"/>
                            <a:gd name="f225" fmla="*/ f167 1 f79"/>
                            <a:gd name="f226" fmla="*/ f168 1 f80"/>
                            <a:gd name="f227" fmla="*/ f169 1 f79"/>
                            <a:gd name="f228" fmla="*/ f170 1 f80"/>
                            <a:gd name="f229" fmla="*/ f171 1 f80"/>
                            <a:gd name="f230" fmla="*/ f172 1 f80"/>
                            <a:gd name="f231" fmla="*/ f173 1 f80"/>
                            <a:gd name="f232" fmla="*/ f174 1 f79"/>
                            <a:gd name="f233" fmla="*/ f175 1 f80"/>
                            <a:gd name="f234" fmla="*/ f176 1 f79"/>
                            <a:gd name="f235" fmla="*/ f177 1 f79"/>
                            <a:gd name="f236" fmla="*/ f178 1 f80"/>
                            <a:gd name="f237" fmla="*/ f179 1 f79"/>
                            <a:gd name="f238" fmla="*/ f180 1 f79"/>
                            <a:gd name="f239" fmla="*/ f181 1 f79"/>
                            <a:gd name="f240" fmla="*/ f182 1 f79"/>
                            <a:gd name="f241" fmla="*/ f183 1 f79"/>
                            <a:gd name="f242" fmla="*/ f184 1 f79"/>
                            <a:gd name="f243" fmla="*/ f185 1 f80"/>
                            <a:gd name="f244" fmla="*/ f186 1 f79"/>
                            <a:gd name="f245" fmla="*/ f187 1 f79"/>
                            <a:gd name="f246" fmla="*/ f188 f74 1"/>
                            <a:gd name="f247" fmla="*/ f189 f74 1"/>
                            <a:gd name="f248" fmla="*/ f191 f75 1"/>
                            <a:gd name="f249" fmla="*/ f190 f75 1"/>
                            <a:gd name="f250" fmla="*/ f193 f74 1"/>
                            <a:gd name="f251" fmla="*/ f194 f75 1"/>
                            <a:gd name="f252" fmla="*/ f195 f74 1"/>
                            <a:gd name="f253" fmla="*/ f196 f75 1"/>
                            <a:gd name="f254" fmla="*/ f197 f74 1"/>
                            <a:gd name="f255" fmla="*/ f198 f75 1"/>
                            <a:gd name="f256" fmla="*/ f199 f74 1"/>
                            <a:gd name="f257" fmla="*/ f200 f75 1"/>
                            <a:gd name="f258" fmla="*/ f201 f74 1"/>
                            <a:gd name="f259" fmla="*/ f202 f75 1"/>
                            <a:gd name="f260" fmla="*/ f203 f74 1"/>
                            <a:gd name="f261" fmla="*/ f204 f75 1"/>
                            <a:gd name="f262" fmla="*/ f205 f74 1"/>
                            <a:gd name="f263" fmla="*/ f206 f75 1"/>
                            <a:gd name="f264" fmla="*/ f207 f74 1"/>
                            <a:gd name="f265" fmla="*/ f208 f75 1"/>
                            <a:gd name="f266" fmla="*/ f209 f74 1"/>
                            <a:gd name="f267" fmla="*/ f210 f75 1"/>
                            <a:gd name="f268" fmla="*/ f211 f74 1"/>
                            <a:gd name="f269" fmla="*/ f212 f75 1"/>
                            <a:gd name="f270" fmla="*/ f213 f74 1"/>
                            <a:gd name="f271" fmla="*/ f214 f75 1"/>
                            <a:gd name="f272" fmla="*/ f215 f74 1"/>
                            <a:gd name="f273" fmla="*/ f216 f75 1"/>
                            <a:gd name="f274" fmla="*/ f217 f74 1"/>
                            <a:gd name="f275" fmla="*/ f218 f75 1"/>
                            <a:gd name="f276" fmla="*/ f219 f74 1"/>
                            <a:gd name="f277" fmla="*/ f220 f75 1"/>
                            <a:gd name="f278" fmla="*/ f221 f74 1"/>
                            <a:gd name="f279" fmla="*/ f222 f75 1"/>
                            <a:gd name="f280" fmla="*/ f223 f74 1"/>
                            <a:gd name="f281" fmla="*/ f224 f75 1"/>
                            <a:gd name="f282" fmla="*/ f225 f74 1"/>
                            <a:gd name="f283" fmla="*/ f226 f75 1"/>
                            <a:gd name="f284" fmla="*/ f227 f74 1"/>
                            <a:gd name="f285" fmla="*/ f228 f75 1"/>
                            <a:gd name="f286" fmla="*/ f229 f75 1"/>
                            <a:gd name="f287" fmla="*/ f230 f75 1"/>
                            <a:gd name="f288" fmla="*/ f231 f75 1"/>
                            <a:gd name="f289" fmla="*/ f232 f74 1"/>
                            <a:gd name="f290" fmla="*/ f233 f75 1"/>
                            <a:gd name="f291" fmla="*/ f234 f74 1"/>
                            <a:gd name="f292" fmla="*/ f235 f74 1"/>
                            <a:gd name="f293" fmla="*/ f236 f75 1"/>
                            <a:gd name="f294" fmla="*/ f237 f74 1"/>
                            <a:gd name="f295" fmla="*/ f238 f74 1"/>
                            <a:gd name="f296" fmla="*/ f239 f74 1"/>
                            <a:gd name="f297" fmla="*/ f240 f74 1"/>
                            <a:gd name="f298" fmla="*/ f241 f74 1"/>
                            <a:gd name="f299" fmla="*/ f242 f74 1"/>
                            <a:gd name="f300" fmla="*/ f243 f75 1"/>
                            <a:gd name="f301" fmla="*/ f244 f74 1"/>
                            <a:gd name="f302" fmla="*/ f245 f74 1"/>
                          </a:gdLst>
                          <a:ahLst/>
                          <a:cxnLst>
                            <a:cxn ang="3cd4">
                              <a:pos x="hc" y="t"/>
                            </a:cxn>
                            <a:cxn ang="0">
                              <a:pos x="r" y="vc"/>
                            </a:cxn>
                            <a:cxn ang="cd4">
                              <a:pos x="hc" y="b"/>
                            </a:cxn>
                            <a:cxn ang="cd2">
                              <a:pos x="l" y="vc"/>
                            </a:cxn>
                            <a:cxn ang="f192">
                              <a:pos x="f250" y="f251"/>
                            </a:cxn>
                            <a:cxn ang="f192">
                              <a:pos x="f252" y="f253"/>
                            </a:cxn>
                            <a:cxn ang="f192">
                              <a:pos x="f254" y="f255"/>
                            </a:cxn>
                            <a:cxn ang="f192">
                              <a:pos x="f256" y="f257"/>
                            </a:cxn>
                            <a:cxn ang="f192">
                              <a:pos x="f258" y="f259"/>
                            </a:cxn>
                            <a:cxn ang="f192">
                              <a:pos x="f260" y="f261"/>
                            </a:cxn>
                            <a:cxn ang="f192">
                              <a:pos x="f262" y="f263"/>
                            </a:cxn>
                            <a:cxn ang="f192">
                              <a:pos x="f264" y="f265"/>
                            </a:cxn>
                            <a:cxn ang="f192">
                              <a:pos x="f266" y="f267"/>
                            </a:cxn>
                            <a:cxn ang="f192">
                              <a:pos x="f268" y="f269"/>
                            </a:cxn>
                            <a:cxn ang="f192">
                              <a:pos x="f270" y="f271"/>
                            </a:cxn>
                            <a:cxn ang="f192">
                              <a:pos x="f272" y="f273"/>
                            </a:cxn>
                            <a:cxn ang="f192">
                              <a:pos x="f274" y="f275"/>
                            </a:cxn>
                            <a:cxn ang="f192">
                              <a:pos x="f276" y="f277"/>
                            </a:cxn>
                            <a:cxn ang="f192">
                              <a:pos x="f278" y="f279"/>
                            </a:cxn>
                            <a:cxn ang="f192">
                              <a:pos x="f280" y="f281"/>
                            </a:cxn>
                            <a:cxn ang="f192">
                              <a:pos x="f282" y="f283"/>
                            </a:cxn>
                            <a:cxn ang="f192">
                              <a:pos x="f284" y="f285"/>
                            </a:cxn>
                            <a:cxn ang="f192">
                              <a:pos x="f278" y="f286"/>
                            </a:cxn>
                            <a:cxn ang="f192">
                              <a:pos x="f276" y="f287"/>
                            </a:cxn>
                            <a:cxn ang="f192">
                              <a:pos x="f274" y="f277"/>
                            </a:cxn>
                            <a:cxn ang="f192">
                              <a:pos x="f272" y="f288"/>
                            </a:cxn>
                            <a:cxn ang="f192">
                              <a:pos x="f289" y="f290"/>
                            </a:cxn>
                            <a:cxn ang="f192">
                              <a:pos x="f291" y="f271"/>
                            </a:cxn>
                            <a:cxn ang="f192">
                              <a:pos x="f292" y="f293"/>
                            </a:cxn>
                            <a:cxn ang="f192">
                              <a:pos x="f294" y="f267"/>
                            </a:cxn>
                            <a:cxn ang="f192">
                              <a:pos x="f295" y="f265"/>
                            </a:cxn>
                            <a:cxn ang="f192">
                              <a:pos x="f296" y="f263"/>
                            </a:cxn>
                            <a:cxn ang="f192">
                              <a:pos x="f297" y="f261"/>
                            </a:cxn>
                            <a:cxn ang="f192">
                              <a:pos x="f298" y="f259"/>
                            </a:cxn>
                            <a:cxn ang="f192">
                              <a:pos x="f299" y="f300"/>
                            </a:cxn>
                            <a:cxn ang="f192">
                              <a:pos x="f301" y="f257"/>
                            </a:cxn>
                            <a:cxn ang="f192">
                              <a:pos x="f302" y="f255"/>
                            </a:cxn>
                          </a:cxnLst>
                          <a:rect l="f246" t="f249" r="f247" b="f248"/>
                          <a:pathLst>
                            <a:path w="235" h="174">
                              <a:moveTo>
                                <a:pt x="f6" y="f8"/>
                              </a:moveTo>
                              <a:lnTo>
                                <a:pt x="f6" y="f7"/>
                              </a:lnTo>
                              <a:lnTo>
                                <a:pt x="f9" y="f8"/>
                              </a:lnTo>
                              <a:lnTo>
                                <a:pt x="f10" y="f8"/>
                              </a:lnTo>
                              <a:lnTo>
                                <a:pt x="f11" y="f12"/>
                              </a:lnTo>
                              <a:lnTo>
                                <a:pt x="f13" y="f12"/>
                              </a:lnTo>
                              <a:lnTo>
                                <a:pt x="f14" y="f15"/>
                              </a:lnTo>
                              <a:lnTo>
                                <a:pt x="f16" y="f15"/>
                              </a:lnTo>
                              <a:lnTo>
                                <a:pt x="f17" y="f18"/>
                              </a:lnTo>
                              <a:lnTo>
                                <a:pt x="f19" y="f20"/>
                              </a:lnTo>
                              <a:lnTo>
                                <a:pt x="f21" y="f20"/>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53"/>
                              </a:lnTo>
                              <a:lnTo>
                                <a:pt x="f54" y="f55"/>
                              </a:lnTo>
                              <a:lnTo>
                                <a:pt x="f56" y="f57"/>
                              </a:lnTo>
                              <a:lnTo>
                                <a:pt x="f58" y="f50"/>
                              </a:lnTo>
                              <a:lnTo>
                                <a:pt x="f59" y="f54"/>
                              </a:lnTo>
                              <a:lnTo>
                                <a:pt x="f60" y="f58"/>
                              </a:lnTo>
                              <a:lnTo>
                                <a:pt x="f60" y="f59"/>
                              </a:lnTo>
                              <a:lnTo>
                                <a:pt x="f5" y="f5"/>
                              </a:lnTo>
                              <a:lnTo>
                                <a:pt x="f60" y="f5"/>
                              </a:lnTo>
                              <a:lnTo>
                                <a:pt x="f59" y="f60"/>
                              </a:lnTo>
                              <a:lnTo>
                                <a:pt x="f59" y="f58"/>
                              </a:lnTo>
                              <a:lnTo>
                                <a:pt x="f58" y="f54"/>
                              </a:lnTo>
                              <a:lnTo>
                                <a:pt x="f56" y="f52"/>
                              </a:lnTo>
                              <a:lnTo>
                                <a:pt x="f54" y="f57"/>
                              </a:lnTo>
                              <a:lnTo>
                                <a:pt x="f52" y="f61"/>
                              </a:lnTo>
                              <a:lnTo>
                                <a:pt x="f50" y="f55"/>
                              </a:lnTo>
                              <a:lnTo>
                                <a:pt x="f48" y="f51"/>
                              </a:lnTo>
                              <a:lnTo>
                                <a:pt x="f46" y="f62"/>
                              </a:lnTo>
                              <a:lnTo>
                                <a:pt x="f63" y="f47"/>
                              </a:lnTo>
                              <a:lnTo>
                                <a:pt x="f44" y="f64"/>
                              </a:lnTo>
                              <a:lnTo>
                                <a:pt x="f40" y="f45"/>
                              </a:lnTo>
                              <a:lnTo>
                                <a:pt x="f65" y="f43"/>
                              </a:lnTo>
                              <a:lnTo>
                                <a:pt x="f38" y="f39"/>
                              </a:lnTo>
                              <a:lnTo>
                                <a:pt x="f66" y="f67"/>
                              </a:lnTo>
                              <a:lnTo>
                                <a:pt x="f34" y="f37"/>
                              </a:lnTo>
                              <a:lnTo>
                                <a:pt x="f68" y="f35"/>
                              </a:lnTo>
                              <a:lnTo>
                                <a:pt x="f30" y="f33"/>
                              </a:lnTo>
                              <a:lnTo>
                                <a:pt x="f69" y="f31"/>
                              </a:lnTo>
                              <a:lnTo>
                                <a:pt x="f70" y="f29"/>
                              </a:lnTo>
                              <a:lnTo>
                                <a:pt x="f24" y="f27"/>
                              </a:lnTo>
                              <a:lnTo>
                                <a:pt x="f22" y="f25"/>
                              </a:lnTo>
                              <a:lnTo>
                                <a:pt x="f71" y="f23"/>
                              </a:lnTo>
                              <a:lnTo>
                                <a:pt x="f72" y="f23"/>
                              </a:lnTo>
                              <a:lnTo>
                                <a:pt x="f17" y="f20"/>
                              </a:lnTo>
                              <a:lnTo>
                                <a:pt x="f16" y="f18"/>
                              </a:lnTo>
                              <a:lnTo>
                                <a:pt x="f14" y="f18"/>
                              </a:lnTo>
                              <a:lnTo>
                                <a:pt x="f13" y="f15"/>
                              </a:lnTo>
                              <a:lnTo>
                                <a:pt x="f11" y="f15"/>
                              </a:lnTo>
                              <a:lnTo>
                                <a:pt x="f10" y="f12"/>
                              </a:lnTo>
                              <a:lnTo>
                                <a:pt x="f9" y="f12"/>
                              </a:lnTo>
                              <a:lnTo>
                                <a:pt x="f6" y="f8"/>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18" name="Freeform 75"/>
                      <wps:cNvSpPr/>
                      <wps:spPr>
                        <a:xfrm>
                          <a:off x="212762" y="425516"/>
                          <a:ext cx="22677" cy="19440"/>
                        </a:xfrm>
                        <a:custGeom>
                          <a:avLst/>
                          <a:gdLst>
                            <a:gd name="f0" fmla="val 10800000"/>
                            <a:gd name="f1" fmla="val 5400000"/>
                            <a:gd name="f2" fmla="val 180"/>
                            <a:gd name="f3" fmla="val w"/>
                            <a:gd name="f4" fmla="val h"/>
                            <a:gd name="f5" fmla="val 0"/>
                            <a:gd name="f6" fmla="val 35"/>
                            <a:gd name="f7" fmla="val 30"/>
                            <a:gd name="f8" fmla="val 25"/>
                            <a:gd name="f9" fmla="val 5"/>
                            <a:gd name="f10" fmla="+- 0 0 0"/>
                            <a:gd name="f11" fmla="*/ f3 1 35"/>
                            <a:gd name="f12" fmla="*/ f4 1 30"/>
                            <a:gd name="f13" fmla="+- f7 0 f5"/>
                            <a:gd name="f14" fmla="+- f6 0 f5"/>
                            <a:gd name="f15" fmla="*/ f10 f0 1"/>
                            <a:gd name="f16" fmla="*/ f14 1 35"/>
                            <a:gd name="f17" fmla="*/ f13 1 30"/>
                            <a:gd name="f18" fmla="*/ 0 f14 1"/>
                            <a:gd name="f19" fmla="*/ 25 f13 1"/>
                            <a:gd name="f20" fmla="*/ 30 f14 1"/>
                            <a:gd name="f21" fmla="*/ 0 f13 1"/>
                            <a:gd name="f22" fmla="*/ 35 f14 1"/>
                            <a:gd name="f23" fmla="*/ 5 f13 1"/>
                            <a:gd name="f24" fmla="*/ 5 f14 1"/>
                            <a:gd name="f25" fmla="*/ 30 f13 1"/>
                            <a:gd name="f26" fmla="*/ f15 1 f2"/>
                            <a:gd name="f27" fmla="*/ f18 1 35"/>
                            <a:gd name="f28" fmla="*/ f19 1 30"/>
                            <a:gd name="f29" fmla="*/ f20 1 35"/>
                            <a:gd name="f30" fmla="*/ f21 1 30"/>
                            <a:gd name="f31" fmla="*/ f22 1 35"/>
                            <a:gd name="f32" fmla="*/ f23 1 30"/>
                            <a:gd name="f33" fmla="*/ f24 1 35"/>
                            <a:gd name="f34" fmla="*/ f25 1 30"/>
                            <a:gd name="f35" fmla="*/ 0 1 f16"/>
                            <a:gd name="f36" fmla="*/ f6 1 f16"/>
                            <a:gd name="f37" fmla="*/ 0 1 f17"/>
                            <a:gd name="f38" fmla="*/ f7 1 f17"/>
                            <a:gd name="f39" fmla="+- f26 0 f1"/>
                            <a:gd name="f40" fmla="*/ f27 1 f16"/>
                            <a:gd name="f41" fmla="*/ f28 1 f17"/>
                            <a:gd name="f42" fmla="*/ f29 1 f16"/>
                            <a:gd name="f43" fmla="*/ f30 1 f17"/>
                            <a:gd name="f44" fmla="*/ f31 1 f16"/>
                            <a:gd name="f45" fmla="*/ f32 1 f17"/>
                            <a:gd name="f46" fmla="*/ f33 1 f16"/>
                            <a:gd name="f47" fmla="*/ f34 1 f17"/>
                            <a:gd name="f48" fmla="*/ f35 f11 1"/>
                            <a:gd name="f49" fmla="*/ f36 f11 1"/>
                            <a:gd name="f50" fmla="*/ f38 f12 1"/>
                            <a:gd name="f51" fmla="*/ f37 f12 1"/>
                            <a:gd name="f52" fmla="*/ f40 f11 1"/>
                            <a:gd name="f53" fmla="*/ f41 f12 1"/>
                            <a:gd name="f54" fmla="*/ f42 f11 1"/>
                            <a:gd name="f55" fmla="*/ f43 f12 1"/>
                            <a:gd name="f56" fmla="*/ f44 f11 1"/>
                            <a:gd name="f57" fmla="*/ f45 f12 1"/>
                            <a:gd name="f58" fmla="*/ f46 f11 1"/>
                            <a:gd name="f59" fmla="*/ f47 f12 1"/>
                          </a:gdLst>
                          <a:ahLst/>
                          <a:cxnLst>
                            <a:cxn ang="3cd4">
                              <a:pos x="hc" y="t"/>
                            </a:cxn>
                            <a:cxn ang="0">
                              <a:pos x="r" y="vc"/>
                            </a:cxn>
                            <a:cxn ang="cd4">
                              <a:pos x="hc" y="b"/>
                            </a:cxn>
                            <a:cxn ang="cd2">
                              <a:pos x="l" y="vc"/>
                            </a:cxn>
                            <a:cxn ang="f39">
                              <a:pos x="f52" y="f53"/>
                            </a:cxn>
                            <a:cxn ang="f39">
                              <a:pos x="f54" y="f55"/>
                            </a:cxn>
                            <a:cxn ang="f39">
                              <a:pos x="f56" y="f57"/>
                            </a:cxn>
                            <a:cxn ang="f39">
                              <a:pos x="f58" y="f59"/>
                            </a:cxn>
                            <a:cxn ang="f39">
                              <a:pos x="f52" y="f53"/>
                            </a:cxn>
                          </a:cxnLst>
                          <a:rect l="f48" t="f51" r="f49" b="f50"/>
                          <a:pathLst>
                            <a:path w="35" h="30">
                              <a:moveTo>
                                <a:pt x="f5" y="f8"/>
                              </a:moveTo>
                              <a:lnTo>
                                <a:pt x="f7" y="f5"/>
                              </a:lnTo>
                              <a:lnTo>
                                <a:pt x="f6" y="f9"/>
                              </a:lnTo>
                              <a:lnTo>
                                <a:pt x="f9" y="f7"/>
                              </a:lnTo>
                              <a:lnTo>
                                <a:pt x="f5" y="f8"/>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19" name="Freeform 76"/>
                      <wps:cNvSpPr/>
                      <wps:spPr>
                        <a:xfrm>
                          <a:off x="219236" y="410044"/>
                          <a:ext cx="16203" cy="18004"/>
                        </a:xfrm>
                        <a:custGeom>
                          <a:avLst/>
                          <a:gdLst>
                            <a:gd name="f0" fmla="val 10800000"/>
                            <a:gd name="f1" fmla="val 5400000"/>
                            <a:gd name="f2" fmla="val 180"/>
                            <a:gd name="f3" fmla="val w"/>
                            <a:gd name="f4" fmla="val h"/>
                            <a:gd name="f5" fmla="val 0"/>
                            <a:gd name="f6" fmla="val 25"/>
                            <a:gd name="f7" fmla="val 29"/>
                            <a:gd name="f8" fmla="val 20"/>
                            <a:gd name="f9" fmla="+- 0 0 0"/>
                            <a:gd name="f10" fmla="*/ f3 1 25"/>
                            <a:gd name="f11" fmla="*/ f4 1 29"/>
                            <a:gd name="f12" fmla="+- f7 0 f5"/>
                            <a:gd name="f13" fmla="+- f6 0 f5"/>
                            <a:gd name="f14" fmla="*/ f9 f0 1"/>
                            <a:gd name="f15" fmla="*/ f13 1 25"/>
                            <a:gd name="f16" fmla="*/ f12 1 29"/>
                            <a:gd name="f17" fmla="*/ 0 f13 1"/>
                            <a:gd name="f18" fmla="*/ 0 f12 1"/>
                            <a:gd name="f19" fmla="*/ 25 f13 1"/>
                            <a:gd name="f20" fmla="*/ 29 f12 1"/>
                            <a:gd name="f21" fmla="*/ 20 f13 1"/>
                            <a:gd name="f22" fmla="*/ f14 1 f2"/>
                            <a:gd name="f23" fmla="*/ f17 1 25"/>
                            <a:gd name="f24" fmla="*/ f18 1 29"/>
                            <a:gd name="f25" fmla="*/ f19 1 25"/>
                            <a:gd name="f26" fmla="*/ f20 1 29"/>
                            <a:gd name="f27" fmla="*/ f21 1 25"/>
                            <a:gd name="f28" fmla="*/ 0 1 f15"/>
                            <a:gd name="f29" fmla="*/ f6 1 f15"/>
                            <a:gd name="f30" fmla="*/ 0 1 f16"/>
                            <a:gd name="f31" fmla="*/ f7 1 f16"/>
                            <a:gd name="f32" fmla="+- f22 0 f1"/>
                            <a:gd name="f33" fmla="*/ f23 1 f15"/>
                            <a:gd name="f34" fmla="*/ f24 1 f16"/>
                            <a:gd name="f35" fmla="*/ f25 1 f15"/>
                            <a:gd name="f36" fmla="*/ f26 1 f16"/>
                            <a:gd name="f37" fmla="*/ f27 1 f15"/>
                            <a:gd name="f38" fmla="*/ f28 f10 1"/>
                            <a:gd name="f39" fmla="*/ f29 f10 1"/>
                            <a:gd name="f40" fmla="*/ f31 f11 1"/>
                            <a:gd name="f41" fmla="*/ f30 f11 1"/>
                            <a:gd name="f42" fmla="*/ f33 f10 1"/>
                            <a:gd name="f43" fmla="*/ f34 f11 1"/>
                            <a:gd name="f44" fmla="*/ f35 f10 1"/>
                            <a:gd name="f45" fmla="*/ f36 f11 1"/>
                            <a:gd name="f46" fmla="*/ f37 f10 1"/>
                          </a:gdLst>
                          <a:ahLst/>
                          <a:cxnLst>
                            <a:cxn ang="3cd4">
                              <a:pos x="hc" y="t"/>
                            </a:cxn>
                            <a:cxn ang="0">
                              <a:pos x="r" y="vc"/>
                            </a:cxn>
                            <a:cxn ang="cd4">
                              <a:pos x="hc" y="b"/>
                            </a:cxn>
                            <a:cxn ang="cd2">
                              <a:pos x="l" y="vc"/>
                            </a:cxn>
                            <a:cxn ang="f32">
                              <a:pos x="f42" y="f43"/>
                            </a:cxn>
                            <a:cxn ang="f32">
                              <a:pos x="f44" y="f45"/>
                            </a:cxn>
                            <a:cxn ang="f32">
                              <a:pos x="f46" y="f45"/>
                            </a:cxn>
                            <a:cxn ang="f32">
                              <a:pos x="f42" y="f43"/>
                            </a:cxn>
                            <a:cxn ang="f32">
                              <a:pos x="f42" y="f43"/>
                            </a:cxn>
                          </a:cxnLst>
                          <a:rect l="f38" t="f41" r="f39" b="f40"/>
                          <a:pathLst>
                            <a:path w="25" h="29">
                              <a:moveTo>
                                <a:pt x="f5" y="f5"/>
                              </a:moveTo>
                              <a:lnTo>
                                <a:pt x="f6" y="f7"/>
                              </a:lnTo>
                              <a:lnTo>
                                <a:pt x="f8" y="f7"/>
                              </a:lnTo>
                              <a:lnTo>
                                <a:pt x="f5" y="f5"/>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0" name="Freeform 77"/>
                      <wps:cNvSpPr/>
                      <wps:spPr>
                        <a:xfrm>
                          <a:off x="193679" y="407164"/>
                          <a:ext cx="25557" cy="33841"/>
                        </a:xfrm>
                        <a:custGeom>
                          <a:avLst/>
                          <a:gdLst>
                            <a:gd name="f0" fmla="val 10800000"/>
                            <a:gd name="f1" fmla="val 5400000"/>
                            <a:gd name="f2" fmla="val 180"/>
                            <a:gd name="f3" fmla="val w"/>
                            <a:gd name="f4" fmla="val h"/>
                            <a:gd name="f5" fmla="val 0"/>
                            <a:gd name="f6" fmla="val 40"/>
                            <a:gd name="f7" fmla="val 54"/>
                            <a:gd name="f8" fmla="val 20"/>
                            <a:gd name="f9" fmla="val 29"/>
                            <a:gd name="f10" fmla="val 35"/>
                            <a:gd name="f11" fmla="val 34"/>
                            <a:gd name="f12" fmla="val 15"/>
                            <a:gd name="f13" fmla="val 5"/>
                            <a:gd name="f14" fmla="val 49"/>
                            <a:gd name="f15" fmla="+- 0 0 0"/>
                            <a:gd name="f16" fmla="*/ f3 1 40"/>
                            <a:gd name="f17" fmla="*/ f4 1 54"/>
                            <a:gd name="f18" fmla="+- f7 0 f5"/>
                            <a:gd name="f19" fmla="+- f6 0 f5"/>
                            <a:gd name="f20" fmla="*/ f15 f0 1"/>
                            <a:gd name="f21" fmla="*/ f19 1 40"/>
                            <a:gd name="f22" fmla="*/ f18 1 54"/>
                            <a:gd name="f23" fmla="*/ 20 f19 1"/>
                            <a:gd name="f24" fmla="*/ 0 f18 1"/>
                            <a:gd name="f25" fmla="*/ 40 f19 1"/>
                            <a:gd name="f26" fmla="*/ 29 f18 1"/>
                            <a:gd name="f27" fmla="*/ 35 f19 1"/>
                            <a:gd name="f28" fmla="*/ 34 f18 1"/>
                            <a:gd name="f29" fmla="*/ 15 f19 1"/>
                            <a:gd name="f30" fmla="*/ 5 f19 1"/>
                            <a:gd name="f31" fmla="*/ 54 f18 1"/>
                            <a:gd name="f32" fmla="*/ 0 f19 1"/>
                            <a:gd name="f33" fmla="*/ 49 f18 1"/>
                            <a:gd name="f34" fmla="*/ f20 1 f2"/>
                            <a:gd name="f35" fmla="*/ f23 1 40"/>
                            <a:gd name="f36" fmla="*/ f24 1 54"/>
                            <a:gd name="f37" fmla="*/ f25 1 40"/>
                            <a:gd name="f38" fmla="*/ f26 1 54"/>
                            <a:gd name="f39" fmla="*/ f27 1 40"/>
                            <a:gd name="f40" fmla="*/ f28 1 54"/>
                            <a:gd name="f41" fmla="*/ f29 1 40"/>
                            <a:gd name="f42" fmla="*/ f30 1 40"/>
                            <a:gd name="f43" fmla="*/ f31 1 54"/>
                            <a:gd name="f44" fmla="*/ f32 1 40"/>
                            <a:gd name="f45" fmla="*/ f33 1 54"/>
                            <a:gd name="f46" fmla="*/ 0 1 f21"/>
                            <a:gd name="f47" fmla="*/ f6 1 f21"/>
                            <a:gd name="f48" fmla="*/ 0 1 f22"/>
                            <a:gd name="f49" fmla="*/ f7 1 f22"/>
                            <a:gd name="f50" fmla="+- f34 0 f1"/>
                            <a:gd name="f51" fmla="*/ f35 1 f21"/>
                            <a:gd name="f52" fmla="*/ f36 1 f22"/>
                            <a:gd name="f53" fmla="*/ f37 1 f21"/>
                            <a:gd name="f54" fmla="*/ f38 1 f22"/>
                            <a:gd name="f55" fmla="*/ f39 1 f21"/>
                            <a:gd name="f56" fmla="*/ f40 1 f22"/>
                            <a:gd name="f57" fmla="*/ f41 1 f21"/>
                            <a:gd name="f58" fmla="*/ f42 1 f21"/>
                            <a:gd name="f59" fmla="*/ f43 1 f22"/>
                            <a:gd name="f60" fmla="*/ f44 1 f21"/>
                            <a:gd name="f61" fmla="*/ f45 1 f22"/>
                            <a:gd name="f62" fmla="*/ f46 f16 1"/>
                            <a:gd name="f63" fmla="*/ f47 f16 1"/>
                            <a:gd name="f64" fmla="*/ f49 f17 1"/>
                            <a:gd name="f65" fmla="*/ f48 f17 1"/>
                            <a:gd name="f66" fmla="*/ f51 f16 1"/>
                            <a:gd name="f67" fmla="*/ f52 f17 1"/>
                            <a:gd name="f68" fmla="*/ f53 f16 1"/>
                            <a:gd name="f69" fmla="*/ f54 f17 1"/>
                            <a:gd name="f70" fmla="*/ f55 f16 1"/>
                            <a:gd name="f71" fmla="*/ f56 f17 1"/>
                            <a:gd name="f72" fmla="*/ f57 f16 1"/>
                            <a:gd name="f73" fmla="*/ f58 f16 1"/>
                            <a:gd name="f74" fmla="*/ f59 f17 1"/>
                            <a:gd name="f75" fmla="*/ f60 f16 1"/>
                            <a:gd name="f76" fmla="*/ f61 f17 1"/>
                          </a:gdLst>
                          <a:ahLst/>
                          <a:cxnLst>
                            <a:cxn ang="3cd4">
                              <a:pos x="hc" y="t"/>
                            </a:cxn>
                            <a:cxn ang="0">
                              <a:pos x="r" y="vc"/>
                            </a:cxn>
                            <a:cxn ang="cd4">
                              <a:pos x="hc" y="b"/>
                            </a:cxn>
                            <a:cxn ang="cd2">
                              <a:pos x="l" y="vc"/>
                            </a:cxn>
                            <a:cxn ang="f50">
                              <a:pos x="f66" y="f67"/>
                            </a:cxn>
                            <a:cxn ang="f50">
                              <a:pos x="f68" y="f69"/>
                            </a:cxn>
                            <a:cxn ang="f50">
                              <a:pos x="f70" y="f71"/>
                            </a:cxn>
                            <a:cxn ang="f50">
                              <a:pos x="f72" y="f67"/>
                            </a:cxn>
                            <a:cxn ang="f50">
                              <a:pos x="f66" y="f67"/>
                            </a:cxn>
                            <a:cxn ang="f50">
                              <a:pos x="f68" y="f69"/>
                            </a:cxn>
                            <a:cxn ang="f50">
                              <a:pos x="f68" y="f71"/>
                            </a:cxn>
                            <a:cxn ang="f50">
                              <a:pos x="f70" y="f71"/>
                            </a:cxn>
                            <a:cxn ang="f50">
                              <a:pos x="f68" y="f69"/>
                            </a:cxn>
                            <a:cxn ang="f50">
                              <a:pos x="f68" y="f69"/>
                            </a:cxn>
                            <a:cxn ang="f50">
                              <a:pos x="f70" y="f71"/>
                            </a:cxn>
                            <a:cxn ang="f50">
                              <a:pos x="f73" y="f74"/>
                            </a:cxn>
                            <a:cxn ang="f50">
                              <a:pos x="f75" y="f76"/>
                            </a:cxn>
                            <a:cxn ang="f50">
                              <a:pos x="f70" y="f69"/>
                            </a:cxn>
                            <a:cxn ang="f50">
                              <a:pos x="f68" y="f69"/>
                            </a:cxn>
                          </a:cxnLst>
                          <a:rect l="f62" t="f65" r="f63" b="f64"/>
                          <a:pathLst>
                            <a:path w="40" h="54">
                              <a:moveTo>
                                <a:pt x="f8" y="f5"/>
                              </a:moveTo>
                              <a:lnTo>
                                <a:pt x="f6" y="f9"/>
                              </a:lnTo>
                              <a:lnTo>
                                <a:pt x="f10" y="f11"/>
                              </a:lnTo>
                              <a:lnTo>
                                <a:pt x="f12" y="f5"/>
                              </a:lnTo>
                              <a:lnTo>
                                <a:pt x="f8" y="f5"/>
                              </a:lnTo>
                              <a:close/>
                              <a:moveTo>
                                <a:pt x="f6" y="f9"/>
                              </a:moveTo>
                              <a:lnTo>
                                <a:pt x="f6" y="f11"/>
                              </a:lnTo>
                              <a:lnTo>
                                <a:pt x="f10" y="f11"/>
                              </a:lnTo>
                              <a:lnTo>
                                <a:pt x="f6" y="f9"/>
                              </a:lnTo>
                              <a:close/>
                              <a:moveTo>
                                <a:pt x="f6" y="f9"/>
                              </a:moveTo>
                              <a:lnTo>
                                <a:pt x="f10" y="f11"/>
                              </a:lnTo>
                              <a:lnTo>
                                <a:pt x="f13" y="f7"/>
                              </a:lnTo>
                              <a:lnTo>
                                <a:pt x="f5" y="f14"/>
                              </a:lnTo>
                              <a:lnTo>
                                <a:pt x="f10" y="f9"/>
                              </a:lnTo>
                              <a:lnTo>
                                <a:pt x="f6"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1" name="Freeform 78"/>
                      <wps:cNvSpPr/>
                      <wps:spPr>
                        <a:xfrm>
                          <a:off x="174595" y="403917"/>
                          <a:ext cx="28081" cy="30595"/>
                        </a:xfrm>
                        <a:custGeom>
                          <a:avLst/>
                          <a:gdLst>
                            <a:gd name="f0" fmla="val 10800000"/>
                            <a:gd name="f1" fmla="val 5400000"/>
                            <a:gd name="f2" fmla="val 180"/>
                            <a:gd name="f3" fmla="val w"/>
                            <a:gd name="f4" fmla="val h"/>
                            <a:gd name="f5" fmla="val 0"/>
                            <a:gd name="f6" fmla="val 45"/>
                            <a:gd name="f7" fmla="val 49"/>
                            <a:gd name="f8" fmla="val 25"/>
                            <a:gd name="f9" fmla="val 40"/>
                            <a:gd name="f10" fmla="val 29"/>
                            <a:gd name="f11" fmla="val 35"/>
                            <a:gd name="f12" fmla="val 34"/>
                            <a:gd name="f13" fmla="val 20"/>
                            <a:gd name="f14" fmla="val 5"/>
                            <a:gd name="f15" fmla="val 44"/>
                            <a:gd name="f16" fmla="+- 0 0 0"/>
                            <a:gd name="f17" fmla="*/ f3 1 45"/>
                            <a:gd name="f18" fmla="*/ f4 1 49"/>
                            <a:gd name="f19" fmla="+- f7 0 f5"/>
                            <a:gd name="f20" fmla="+- f6 0 f5"/>
                            <a:gd name="f21" fmla="*/ f16 f0 1"/>
                            <a:gd name="f22" fmla="*/ f20 1 45"/>
                            <a:gd name="f23" fmla="*/ f19 1 49"/>
                            <a:gd name="f24" fmla="*/ 25 f20 1"/>
                            <a:gd name="f25" fmla="*/ 0 f19 1"/>
                            <a:gd name="f26" fmla="*/ 40 f20 1"/>
                            <a:gd name="f27" fmla="*/ 29 f19 1"/>
                            <a:gd name="f28" fmla="*/ 35 f20 1"/>
                            <a:gd name="f29" fmla="*/ 34 f19 1"/>
                            <a:gd name="f30" fmla="*/ 20 f20 1"/>
                            <a:gd name="f31" fmla="*/ 45 f20 1"/>
                            <a:gd name="f32" fmla="*/ 5 f20 1"/>
                            <a:gd name="f33" fmla="*/ 49 f19 1"/>
                            <a:gd name="f34" fmla="*/ 0 f20 1"/>
                            <a:gd name="f35" fmla="*/ 44 f19 1"/>
                            <a:gd name="f36" fmla="*/ f21 1 f2"/>
                            <a:gd name="f37" fmla="*/ f24 1 45"/>
                            <a:gd name="f38" fmla="*/ f25 1 49"/>
                            <a:gd name="f39" fmla="*/ f26 1 45"/>
                            <a:gd name="f40" fmla="*/ f27 1 49"/>
                            <a:gd name="f41" fmla="*/ f28 1 45"/>
                            <a:gd name="f42" fmla="*/ f29 1 49"/>
                            <a:gd name="f43" fmla="*/ f30 1 45"/>
                            <a:gd name="f44" fmla="*/ f31 1 45"/>
                            <a:gd name="f45" fmla="*/ f32 1 45"/>
                            <a:gd name="f46" fmla="*/ f33 1 49"/>
                            <a:gd name="f47" fmla="*/ f34 1 45"/>
                            <a:gd name="f48" fmla="*/ f35 1 49"/>
                            <a:gd name="f49" fmla="*/ 0 1 f22"/>
                            <a:gd name="f50" fmla="*/ f6 1 f22"/>
                            <a:gd name="f51" fmla="*/ 0 1 f23"/>
                            <a:gd name="f52" fmla="*/ f7 1 f23"/>
                            <a:gd name="f53" fmla="+- f36 0 f1"/>
                            <a:gd name="f54" fmla="*/ f37 1 f22"/>
                            <a:gd name="f55" fmla="*/ f38 1 f23"/>
                            <a:gd name="f56" fmla="*/ f39 1 f22"/>
                            <a:gd name="f57" fmla="*/ f40 1 f23"/>
                            <a:gd name="f58" fmla="*/ f41 1 f22"/>
                            <a:gd name="f59" fmla="*/ f42 1 f23"/>
                            <a:gd name="f60" fmla="*/ f43 1 f22"/>
                            <a:gd name="f61" fmla="*/ f44 1 f22"/>
                            <a:gd name="f62" fmla="*/ f45 1 f22"/>
                            <a:gd name="f63" fmla="*/ f46 1 f23"/>
                            <a:gd name="f64" fmla="*/ f47 1 f22"/>
                            <a:gd name="f65" fmla="*/ f48 1 f23"/>
                            <a:gd name="f66" fmla="*/ f49 f17 1"/>
                            <a:gd name="f67" fmla="*/ f50 f17 1"/>
                            <a:gd name="f68" fmla="*/ f52 f18 1"/>
                            <a:gd name="f69" fmla="*/ f51 f18 1"/>
                            <a:gd name="f70" fmla="*/ f54 f17 1"/>
                            <a:gd name="f71" fmla="*/ f55 f18 1"/>
                            <a:gd name="f72" fmla="*/ f56 f17 1"/>
                            <a:gd name="f73" fmla="*/ f57 f18 1"/>
                            <a:gd name="f74" fmla="*/ f58 f17 1"/>
                            <a:gd name="f75" fmla="*/ f59 f18 1"/>
                            <a:gd name="f76" fmla="*/ f60 f17 1"/>
                            <a:gd name="f77" fmla="*/ f61 f17 1"/>
                            <a:gd name="f78" fmla="*/ f62 f17 1"/>
                            <a:gd name="f79" fmla="*/ f63 f18 1"/>
                            <a:gd name="f80" fmla="*/ f64 f17 1"/>
                            <a:gd name="f81" fmla="*/ f65 f18 1"/>
                          </a:gdLst>
                          <a:ahLst/>
                          <a:cxnLst>
                            <a:cxn ang="3cd4">
                              <a:pos x="hc" y="t"/>
                            </a:cxn>
                            <a:cxn ang="0">
                              <a:pos x="r" y="vc"/>
                            </a:cxn>
                            <a:cxn ang="cd4">
                              <a:pos x="hc" y="b"/>
                            </a:cxn>
                            <a:cxn ang="cd2">
                              <a:pos x="l" y="vc"/>
                            </a:cxn>
                            <a:cxn ang="f53">
                              <a:pos x="f70" y="f71"/>
                            </a:cxn>
                            <a:cxn ang="f53">
                              <a:pos x="f72" y="f73"/>
                            </a:cxn>
                            <a:cxn ang="f53">
                              <a:pos x="f74" y="f75"/>
                            </a:cxn>
                            <a:cxn ang="f53">
                              <a:pos x="f76" y="f71"/>
                            </a:cxn>
                            <a:cxn ang="f53">
                              <a:pos x="f70" y="f71"/>
                            </a:cxn>
                            <a:cxn ang="f53">
                              <a:pos x="f72" y="f73"/>
                            </a:cxn>
                            <a:cxn ang="f53">
                              <a:pos x="f77" y="f75"/>
                            </a:cxn>
                            <a:cxn ang="f53">
                              <a:pos x="f72" y="f75"/>
                            </a:cxn>
                            <a:cxn ang="f53">
                              <a:pos x="f72" y="f73"/>
                            </a:cxn>
                            <a:cxn ang="f53">
                              <a:pos x="f72" y="f73"/>
                            </a:cxn>
                            <a:cxn ang="f53">
                              <a:pos x="f72" y="f75"/>
                            </a:cxn>
                            <a:cxn ang="f53">
                              <a:pos x="f78" y="f79"/>
                            </a:cxn>
                            <a:cxn ang="f53">
                              <a:pos x="f80" y="f81"/>
                            </a:cxn>
                            <a:cxn ang="f53">
                              <a:pos x="f72" y="f73"/>
                            </a:cxn>
                            <a:cxn ang="f53">
                              <a:pos x="f72" y="f73"/>
                            </a:cxn>
                          </a:cxnLst>
                          <a:rect l="f66" t="f69" r="f67" b="f68"/>
                          <a:pathLst>
                            <a:path w="45" h="49">
                              <a:moveTo>
                                <a:pt x="f8" y="f5"/>
                              </a:moveTo>
                              <a:lnTo>
                                <a:pt x="f9" y="f10"/>
                              </a:lnTo>
                              <a:lnTo>
                                <a:pt x="f11" y="f12"/>
                              </a:lnTo>
                              <a:lnTo>
                                <a:pt x="f13" y="f5"/>
                              </a:lnTo>
                              <a:lnTo>
                                <a:pt x="f8" y="f5"/>
                              </a:lnTo>
                              <a:close/>
                              <a:moveTo>
                                <a:pt x="f9" y="f10"/>
                              </a:moveTo>
                              <a:lnTo>
                                <a:pt x="f6" y="f12"/>
                              </a:lnTo>
                              <a:lnTo>
                                <a:pt x="f9" y="f12"/>
                              </a:lnTo>
                              <a:lnTo>
                                <a:pt x="f9" y="f10"/>
                              </a:lnTo>
                              <a:close/>
                              <a:moveTo>
                                <a:pt x="f9" y="f10"/>
                              </a:moveTo>
                              <a:lnTo>
                                <a:pt x="f9" y="f12"/>
                              </a:lnTo>
                              <a:lnTo>
                                <a:pt x="f14" y="f7"/>
                              </a:lnTo>
                              <a:lnTo>
                                <a:pt x="f5" y="f15"/>
                              </a:lnTo>
                              <a:lnTo>
                                <a:pt x="f9"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2" name="Freeform 79"/>
                      <wps:cNvSpPr/>
                      <wps:spPr>
                        <a:xfrm>
                          <a:off x="158758" y="397443"/>
                          <a:ext cx="25557" cy="30595"/>
                        </a:xfrm>
                        <a:custGeom>
                          <a:avLst/>
                          <a:gdLst>
                            <a:gd name="f0" fmla="val 10800000"/>
                            <a:gd name="f1" fmla="val 5400000"/>
                            <a:gd name="f2" fmla="val 180"/>
                            <a:gd name="f3" fmla="val w"/>
                            <a:gd name="f4" fmla="val h"/>
                            <a:gd name="f5" fmla="val 0"/>
                            <a:gd name="f6" fmla="val 40"/>
                            <a:gd name="f7" fmla="val 49"/>
                            <a:gd name="f8" fmla="val 25"/>
                            <a:gd name="f9" fmla="val 35"/>
                            <a:gd name="f10" fmla="val 20"/>
                            <a:gd name="f11" fmla="val 5"/>
                            <a:gd name="f12" fmla="+- 0 0 0"/>
                            <a:gd name="f13" fmla="*/ f3 1 40"/>
                            <a:gd name="f14" fmla="*/ f4 1 49"/>
                            <a:gd name="f15" fmla="+- f7 0 f5"/>
                            <a:gd name="f16" fmla="+- f6 0 f5"/>
                            <a:gd name="f17" fmla="*/ f12 f0 1"/>
                            <a:gd name="f18" fmla="*/ f16 1 40"/>
                            <a:gd name="f19" fmla="*/ f15 1 49"/>
                            <a:gd name="f20" fmla="*/ 25 f16 1"/>
                            <a:gd name="f21" fmla="*/ 0 f15 1"/>
                            <a:gd name="f22" fmla="*/ 40 f16 1"/>
                            <a:gd name="f23" fmla="*/ 35 f15 1"/>
                            <a:gd name="f24" fmla="*/ 35 f16 1"/>
                            <a:gd name="f25" fmla="*/ 20 f16 1"/>
                            <a:gd name="f26" fmla="*/ 5 f15 1"/>
                            <a:gd name="f27" fmla="*/ 0 f16 1"/>
                            <a:gd name="f28" fmla="*/ 49 f15 1"/>
                            <a:gd name="f29" fmla="*/ f17 1 f2"/>
                            <a:gd name="f30" fmla="*/ f20 1 40"/>
                            <a:gd name="f31" fmla="*/ f21 1 49"/>
                            <a:gd name="f32" fmla="*/ f22 1 40"/>
                            <a:gd name="f33" fmla="*/ f23 1 49"/>
                            <a:gd name="f34" fmla="*/ f24 1 40"/>
                            <a:gd name="f35" fmla="*/ f25 1 40"/>
                            <a:gd name="f36" fmla="*/ f26 1 49"/>
                            <a:gd name="f37" fmla="*/ f27 1 40"/>
                            <a:gd name="f38" fmla="*/ f28 1 49"/>
                            <a:gd name="f39" fmla="*/ 0 1 f18"/>
                            <a:gd name="f40" fmla="*/ f6 1 f18"/>
                            <a:gd name="f41" fmla="*/ 0 1 f19"/>
                            <a:gd name="f42" fmla="*/ f7 1 f19"/>
                            <a:gd name="f43" fmla="+- f29 0 f1"/>
                            <a:gd name="f44" fmla="*/ f30 1 f18"/>
                            <a:gd name="f45" fmla="*/ f31 1 f19"/>
                            <a:gd name="f46" fmla="*/ f32 1 f18"/>
                            <a:gd name="f47" fmla="*/ f33 1 f19"/>
                            <a:gd name="f48" fmla="*/ f34 1 f18"/>
                            <a:gd name="f49" fmla="*/ f35 1 f18"/>
                            <a:gd name="f50" fmla="*/ f36 1 f19"/>
                            <a:gd name="f51" fmla="*/ f37 1 f18"/>
                            <a:gd name="f52" fmla="*/ f38 1 f19"/>
                            <a:gd name="f53" fmla="*/ f39 f13 1"/>
                            <a:gd name="f54" fmla="*/ f40 f13 1"/>
                            <a:gd name="f55" fmla="*/ f42 f14 1"/>
                            <a:gd name="f56" fmla="*/ f41 f14 1"/>
                            <a:gd name="f57" fmla="*/ f44 f13 1"/>
                            <a:gd name="f58" fmla="*/ f45 f14 1"/>
                            <a:gd name="f59" fmla="*/ f46 f13 1"/>
                            <a:gd name="f60" fmla="*/ f47 f14 1"/>
                            <a:gd name="f61" fmla="*/ f48 f13 1"/>
                            <a:gd name="f62" fmla="*/ f49 f13 1"/>
                            <a:gd name="f63" fmla="*/ f50 f14 1"/>
                            <a:gd name="f64" fmla="*/ f51 f13 1"/>
                            <a:gd name="f65" fmla="*/ f52 f14 1"/>
                          </a:gdLst>
                          <a:ahLst/>
                          <a:cxnLst>
                            <a:cxn ang="3cd4">
                              <a:pos x="hc" y="t"/>
                            </a:cxn>
                            <a:cxn ang="0">
                              <a:pos x="r" y="vc"/>
                            </a:cxn>
                            <a:cxn ang="cd4">
                              <a:pos x="hc" y="b"/>
                            </a:cxn>
                            <a:cxn ang="cd2">
                              <a:pos x="l" y="vc"/>
                            </a:cxn>
                            <a:cxn ang="f43">
                              <a:pos x="f57" y="f58"/>
                            </a:cxn>
                            <a:cxn ang="f43">
                              <a:pos x="f59" y="f60"/>
                            </a:cxn>
                            <a:cxn ang="f43">
                              <a:pos x="f61" y="f60"/>
                            </a:cxn>
                            <a:cxn ang="f43">
                              <a:pos x="f62" y="f63"/>
                            </a:cxn>
                            <a:cxn ang="f43">
                              <a:pos x="f57" y="f58"/>
                            </a:cxn>
                            <a:cxn ang="f43">
                              <a:pos x="f59" y="f60"/>
                            </a:cxn>
                            <a:cxn ang="f43">
                              <a:pos x="f59" y="f60"/>
                            </a:cxn>
                            <a:cxn ang="f43">
                              <a:pos x="f59" y="f60"/>
                            </a:cxn>
                            <a:cxn ang="f43">
                              <a:pos x="f59" y="f60"/>
                            </a:cxn>
                            <a:cxn ang="f43">
                              <a:pos x="f59" y="f60"/>
                            </a:cxn>
                            <a:cxn ang="f43">
                              <a:pos x="f59" y="f60"/>
                            </a:cxn>
                            <a:cxn ang="f43">
                              <a:pos x="f64" y="f65"/>
                            </a:cxn>
                            <a:cxn ang="f43">
                              <a:pos x="f64" y="f65"/>
                            </a:cxn>
                            <a:cxn ang="f43">
                              <a:pos x="f61" y="f60"/>
                            </a:cxn>
                            <a:cxn ang="f43">
                              <a:pos x="f59" y="f60"/>
                            </a:cxn>
                          </a:cxnLst>
                          <a:rect l="f53" t="f56" r="f54" b="f55"/>
                          <a:pathLst>
                            <a:path w="40" h="49">
                              <a:moveTo>
                                <a:pt x="f8" y="f5"/>
                              </a:moveTo>
                              <a:lnTo>
                                <a:pt x="f6" y="f9"/>
                              </a:lnTo>
                              <a:lnTo>
                                <a:pt x="f9" y="f9"/>
                              </a:lnTo>
                              <a:lnTo>
                                <a:pt x="f10" y="f11"/>
                              </a:lnTo>
                              <a:lnTo>
                                <a:pt x="f8" y="f5"/>
                              </a:lnTo>
                              <a:close/>
                              <a:moveTo>
                                <a:pt x="f6" y="f9"/>
                              </a:moveTo>
                              <a:lnTo>
                                <a:pt x="f6" y="f9"/>
                              </a:lnTo>
                              <a:close/>
                              <a:moveTo>
                                <a:pt x="f6" y="f9"/>
                              </a:moveTo>
                              <a:lnTo>
                                <a:pt x="f6" y="f9"/>
                              </a:lnTo>
                              <a:lnTo>
                                <a:pt x="f5" y="f7"/>
                              </a:lnTo>
                              <a:lnTo>
                                <a:pt x="f9" y="f9"/>
                              </a:lnTo>
                              <a:lnTo>
                                <a:pt x="f6"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3" name="Freeform 80"/>
                      <wps:cNvSpPr/>
                      <wps:spPr>
                        <a:xfrm>
                          <a:off x="139683" y="394197"/>
                          <a:ext cx="28081" cy="28081"/>
                        </a:xfrm>
                        <a:custGeom>
                          <a:avLst/>
                          <a:gdLst>
                            <a:gd name="f0" fmla="val 10800000"/>
                            <a:gd name="f1" fmla="val 5400000"/>
                            <a:gd name="f2" fmla="val 180"/>
                            <a:gd name="f3" fmla="val w"/>
                            <a:gd name="f4" fmla="val h"/>
                            <a:gd name="f5" fmla="val 0"/>
                            <a:gd name="f6" fmla="val 45"/>
                            <a:gd name="f7" fmla="val 44"/>
                            <a:gd name="f8" fmla="val 35"/>
                            <a:gd name="f9" fmla="val 30"/>
                            <a:gd name="f10" fmla="val 40"/>
                            <a:gd name="f11" fmla="val 5"/>
                            <a:gd name="f12" fmla="+- 0 0 0"/>
                            <a:gd name="f13" fmla="*/ f3 1 45"/>
                            <a:gd name="f14" fmla="*/ f4 1 44"/>
                            <a:gd name="f15" fmla="+- f7 0 f5"/>
                            <a:gd name="f16" fmla="+- f6 0 f5"/>
                            <a:gd name="f17" fmla="*/ f12 f0 1"/>
                            <a:gd name="f18" fmla="*/ f16 1 45"/>
                            <a:gd name="f19" fmla="*/ f15 1 44"/>
                            <a:gd name="f20" fmla="*/ 35 f16 1"/>
                            <a:gd name="f21" fmla="*/ 0 f15 1"/>
                            <a:gd name="f22" fmla="*/ 45 f16 1"/>
                            <a:gd name="f23" fmla="*/ 30 f15 1"/>
                            <a:gd name="f24" fmla="*/ 40 f16 1"/>
                            <a:gd name="f25" fmla="*/ 30 f16 1"/>
                            <a:gd name="f26" fmla="*/ 35 f15 1"/>
                            <a:gd name="f27" fmla="*/ 5 f16 1"/>
                            <a:gd name="f28" fmla="*/ 44 f15 1"/>
                            <a:gd name="f29" fmla="*/ 0 f16 1"/>
                            <a:gd name="f30" fmla="*/ 40 f15 1"/>
                            <a:gd name="f31" fmla="*/ f17 1 f2"/>
                            <a:gd name="f32" fmla="*/ f20 1 45"/>
                            <a:gd name="f33" fmla="*/ f21 1 44"/>
                            <a:gd name="f34" fmla="*/ f22 1 45"/>
                            <a:gd name="f35" fmla="*/ f23 1 44"/>
                            <a:gd name="f36" fmla="*/ f24 1 45"/>
                            <a:gd name="f37" fmla="*/ f25 1 45"/>
                            <a:gd name="f38" fmla="*/ f26 1 44"/>
                            <a:gd name="f39" fmla="*/ f27 1 45"/>
                            <a:gd name="f40" fmla="*/ f28 1 44"/>
                            <a:gd name="f41" fmla="*/ f29 1 45"/>
                            <a:gd name="f42" fmla="*/ f30 1 44"/>
                            <a:gd name="f43" fmla="*/ 0 1 f18"/>
                            <a:gd name="f44" fmla="*/ f6 1 f18"/>
                            <a:gd name="f45" fmla="*/ 0 1 f19"/>
                            <a:gd name="f46" fmla="*/ f7 1 f19"/>
                            <a:gd name="f47" fmla="+- f31 0 f1"/>
                            <a:gd name="f48" fmla="*/ f32 1 f18"/>
                            <a:gd name="f49" fmla="*/ f33 1 f19"/>
                            <a:gd name="f50" fmla="*/ f34 1 f18"/>
                            <a:gd name="f51" fmla="*/ f35 1 f19"/>
                            <a:gd name="f52" fmla="*/ f36 1 f18"/>
                            <a:gd name="f53" fmla="*/ f37 1 f18"/>
                            <a:gd name="f54" fmla="*/ f38 1 f19"/>
                            <a:gd name="f55" fmla="*/ f39 1 f18"/>
                            <a:gd name="f56" fmla="*/ f40 1 f19"/>
                            <a:gd name="f57" fmla="*/ f41 1 f18"/>
                            <a:gd name="f58" fmla="*/ f42 1 f19"/>
                            <a:gd name="f59" fmla="*/ f43 f13 1"/>
                            <a:gd name="f60" fmla="*/ f44 f13 1"/>
                            <a:gd name="f61" fmla="*/ f46 f14 1"/>
                            <a:gd name="f62" fmla="*/ f45 f14 1"/>
                            <a:gd name="f63" fmla="*/ f48 f13 1"/>
                            <a:gd name="f64" fmla="*/ f49 f14 1"/>
                            <a:gd name="f65" fmla="*/ f50 f13 1"/>
                            <a:gd name="f66" fmla="*/ f51 f14 1"/>
                            <a:gd name="f67" fmla="*/ f52 f13 1"/>
                            <a:gd name="f68" fmla="*/ f53 f13 1"/>
                            <a:gd name="f69" fmla="*/ f54 f14 1"/>
                            <a:gd name="f70" fmla="*/ f55 f13 1"/>
                            <a:gd name="f71" fmla="*/ f56 f14 1"/>
                            <a:gd name="f72" fmla="*/ f57 f13 1"/>
                            <a:gd name="f73" fmla="*/ f58 f14 1"/>
                          </a:gdLst>
                          <a:ahLst/>
                          <a:cxnLst>
                            <a:cxn ang="3cd4">
                              <a:pos x="hc" y="t"/>
                            </a:cxn>
                            <a:cxn ang="0">
                              <a:pos x="r" y="vc"/>
                            </a:cxn>
                            <a:cxn ang="cd4">
                              <a:pos x="hc" y="b"/>
                            </a:cxn>
                            <a:cxn ang="cd2">
                              <a:pos x="l" y="vc"/>
                            </a:cxn>
                            <a:cxn ang="f47">
                              <a:pos x="f63" y="f64"/>
                            </a:cxn>
                            <a:cxn ang="f47">
                              <a:pos x="f65" y="f66"/>
                            </a:cxn>
                            <a:cxn ang="f47">
                              <a:pos x="f67" y="f66"/>
                            </a:cxn>
                            <a:cxn ang="f47">
                              <a:pos x="f68" y="f64"/>
                            </a:cxn>
                            <a:cxn ang="f47">
                              <a:pos x="f63" y="f64"/>
                            </a:cxn>
                            <a:cxn ang="f47">
                              <a:pos x="f65" y="f66"/>
                            </a:cxn>
                            <a:cxn ang="f47">
                              <a:pos x="f65" y="f69"/>
                            </a:cxn>
                            <a:cxn ang="f47">
                              <a:pos x="f67" y="f69"/>
                            </a:cxn>
                            <a:cxn ang="f47">
                              <a:pos x="f65" y="f66"/>
                            </a:cxn>
                            <a:cxn ang="f47">
                              <a:pos x="f65" y="f66"/>
                            </a:cxn>
                            <a:cxn ang="f47">
                              <a:pos x="f67" y="f69"/>
                            </a:cxn>
                            <a:cxn ang="f47">
                              <a:pos x="f70" y="f71"/>
                            </a:cxn>
                            <a:cxn ang="f47">
                              <a:pos x="f72" y="f73"/>
                            </a:cxn>
                            <a:cxn ang="f47">
                              <a:pos x="f67" y="f66"/>
                            </a:cxn>
                            <a:cxn ang="f47">
                              <a:pos x="f65" y="f66"/>
                            </a:cxn>
                          </a:cxnLst>
                          <a:rect l="f59" t="f62" r="f60" b="f61"/>
                          <a:pathLst>
                            <a:path w="45" h="44">
                              <a:moveTo>
                                <a:pt x="f8" y="f5"/>
                              </a:moveTo>
                              <a:lnTo>
                                <a:pt x="f6" y="f9"/>
                              </a:lnTo>
                              <a:lnTo>
                                <a:pt x="f10" y="f9"/>
                              </a:lnTo>
                              <a:lnTo>
                                <a:pt x="f9" y="f5"/>
                              </a:lnTo>
                              <a:lnTo>
                                <a:pt x="f8" y="f5"/>
                              </a:lnTo>
                              <a:close/>
                              <a:moveTo>
                                <a:pt x="f6" y="f9"/>
                              </a:moveTo>
                              <a:lnTo>
                                <a:pt x="f6" y="f8"/>
                              </a:lnTo>
                              <a:lnTo>
                                <a:pt x="f10" y="f8"/>
                              </a:lnTo>
                              <a:lnTo>
                                <a:pt x="f6" y="f9"/>
                              </a:lnTo>
                              <a:close/>
                              <a:moveTo>
                                <a:pt x="f6" y="f9"/>
                              </a:moveTo>
                              <a:lnTo>
                                <a:pt x="f10" y="f8"/>
                              </a:lnTo>
                              <a:lnTo>
                                <a:pt x="f11" y="f7"/>
                              </a:lnTo>
                              <a:lnTo>
                                <a:pt x="f5" y="f10"/>
                              </a:lnTo>
                              <a:lnTo>
                                <a:pt x="f10" y="f9"/>
                              </a:lnTo>
                              <a:lnTo>
                                <a:pt x="f6"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4" name="Freeform 81"/>
                      <wps:cNvSpPr/>
                      <wps:spPr>
                        <a:xfrm>
                          <a:off x="41404" y="315724"/>
                          <a:ext cx="38523" cy="21963"/>
                        </a:xfrm>
                        <a:custGeom>
                          <a:avLst/>
                          <a:gdLst>
                            <a:gd name="f0" fmla="val 10800000"/>
                            <a:gd name="f1" fmla="val 5400000"/>
                            <a:gd name="f2" fmla="val 180"/>
                            <a:gd name="f3" fmla="val w"/>
                            <a:gd name="f4" fmla="val h"/>
                            <a:gd name="f5" fmla="val 0"/>
                            <a:gd name="f6" fmla="val 60"/>
                            <a:gd name="f7" fmla="val 34"/>
                            <a:gd name="f8" fmla="val 40"/>
                            <a:gd name="f9" fmla="val 29"/>
                            <a:gd name="f10" fmla="val 35"/>
                            <a:gd name="f11" fmla="val 55"/>
                            <a:gd name="f12" fmla="val 19"/>
                            <a:gd name="f13" fmla="val 15"/>
                            <a:gd name="f14" fmla="+- 0 0 0"/>
                            <a:gd name="f15" fmla="*/ f3 1 60"/>
                            <a:gd name="f16" fmla="*/ f4 1 34"/>
                            <a:gd name="f17" fmla="+- f7 0 f5"/>
                            <a:gd name="f18" fmla="+- f6 0 f5"/>
                            <a:gd name="f19" fmla="*/ f14 f0 1"/>
                            <a:gd name="f20" fmla="*/ f18 1 60"/>
                            <a:gd name="f21" fmla="*/ f17 1 34"/>
                            <a:gd name="f22" fmla="*/ 60 f18 1"/>
                            <a:gd name="f23" fmla="*/ 0 f17 1"/>
                            <a:gd name="f24" fmla="*/ 40 f18 1"/>
                            <a:gd name="f25" fmla="*/ 29 f17 1"/>
                            <a:gd name="f26" fmla="*/ 35 f18 1"/>
                            <a:gd name="f27" fmla="*/ 55 f18 1"/>
                            <a:gd name="f28" fmla="*/ 34 f17 1"/>
                            <a:gd name="f29" fmla="*/ 0 f18 1"/>
                            <a:gd name="f30" fmla="*/ 19 f17 1"/>
                            <a:gd name="f31" fmla="*/ 15 f17 1"/>
                            <a:gd name="f32" fmla="*/ f19 1 f2"/>
                            <a:gd name="f33" fmla="*/ f22 1 60"/>
                            <a:gd name="f34" fmla="*/ f23 1 34"/>
                            <a:gd name="f35" fmla="*/ f24 1 60"/>
                            <a:gd name="f36" fmla="*/ f25 1 34"/>
                            <a:gd name="f37" fmla="*/ f26 1 60"/>
                            <a:gd name="f38" fmla="*/ f27 1 60"/>
                            <a:gd name="f39" fmla="*/ f28 1 34"/>
                            <a:gd name="f40" fmla="*/ f29 1 60"/>
                            <a:gd name="f41" fmla="*/ f30 1 34"/>
                            <a:gd name="f42" fmla="*/ f31 1 34"/>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0"/>
                            <a:gd name="f54" fmla="*/ f39 1 f21"/>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5 1"/>
                            <a:gd name="f68" fmla="*/ f54 f16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5"/>
                            </a:cxn>
                            <a:cxn ang="f47">
                              <a:pos x="f67" y="f63"/>
                            </a:cxn>
                            <a:cxn ang="f47">
                              <a:pos x="f62" y="f63"/>
                            </a:cxn>
                            <a:cxn ang="f47">
                              <a:pos x="f64" y="f65"/>
                            </a:cxn>
                            <a:cxn ang="f47">
                              <a:pos x="f64" y="f68"/>
                            </a:cxn>
                            <a:cxn ang="f47">
                              <a:pos x="f64" y="f68"/>
                            </a:cxn>
                            <a:cxn ang="f47">
                              <a:pos x="f64" y="f65"/>
                            </a:cxn>
                            <a:cxn ang="f47">
                              <a:pos x="f64" y="f65"/>
                            </a:cxn>
                            <a:cxn ang="f47">
                              <a:pos x="f64" y="f68"/>
                            </a:cxn>
                            <a:cxn ang="f47">
                              <a:pos x="f69" y="f70"/>
                            </a:cxn>
                            <a:cxn ang="f47">
                              <a:pos x="f69" y="f71"/>
                            </a:cxn>
                            <a:cxn ang="f47">
                              <a:pos x="f64" y="f65"/>
                            </a:cxn>
                            <a:cxn ang="f47">
                              <a:pos x="f64" y="f65"/>
                            </a:cxn>
                          </a:cxnLst>
                          <a:rect l="f58" t="f61" r="f59" b="f60"/>
                          <a:pathLst>
                            <a:path w="60" h="34">
                              <a:moveTo>
                                <a:pt x="f6" y="f5"/>
                              </a:moveTo>
                              <a:lnTo>
                                <a:pt x="f8" y="f9"/>
                              </a:lnTo>
                              <a:lnTo>
                                <a:pt x="f10" y="f9"/>
                              </a:lnTo>
                              <a:lnTo>
                                <a:pt x="f11" y="f5"/>
                              </a:lnTo>
                              <a:lnTo>
                                <a:pt x="f6" y="f5"/>
                              </a:lnTo>
                              <a:close/>
                              <a:moveTo>
                                <a:pt x="f8" y="f9"/>
                              </a:moveTo>
                              <a:lnTo>
                                <a:pt x="f8" y="f7"/>
                              </a:lnTo>
                              <a:lnTo>
                                <a:pt x="f8" y="f9"/>
                              </a:lnTo>
                              <a:close/>
                              <a:moveTo>
                                <a:pt x="f8" y="f9"/>
                              </a:moveTo>
                              <a:lnTo>
                                <a:pt x="f8" y="f7"/>
                              </a:lnTo>
                              <a:lnTo>
                                <a:pt x="f5" y="f12"/>
                              </a:lnTo>
                              <a:lnTo>
                                <a:pt x="f5" y="f13"/>
                              </a:lnTo>
                              <a:lnTo>
                                <a:pt x="f8"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5" name="Freeform 82"/>
                      <wps:cNvSpPr/>
                      <wps:spPr>
                        <a:xfrm>
                          <a:off x="47521" y="327602"/>
                          <a:ext cx="38523" cy="22677"/>
                        </a:xfrm>
                        <a:custGeom>
                          <a:avLst/>
                          <a:gdLst>
                            <a:gd name="f0" fmla="val 10800000"/>
                            <a:gd name="f1" fmla="val 5400000"/>
                            <a:gd name="f2" fmla="val 180"/>
                            <a:gd name="f3" fmla="val w"/>
                            <a:gd name="f4" fmla="val h"/>
                            <a:gd name="f5" fmla="val 0"/>
                            <a:gd name="f6" fmla="val 60"/>
                            <a:gd name="f7" fmla="val 35"/>
                            <a:gd name="f8" fmla="val 45"/>
                            <a:gd name="f9" fmla="val 30"/>
                            <a:gd name="f10" fmla="val 40"/>
                            <a:gd name="f11" fmla="val 55"/>
                            <a:gd name="f12" fmla="val 25"/>
                            <a:gd name="f13" fmla="val 20"/>
                            <a:gd name="f14" fmla="+- 0 0 0"/>
                            <a:gd name="f15" fmla="*/ f3 1 60"/>
                            <a:gd name="f16" fmla="*/ f4 1 35"/>
                            <a:gd name="f17" fmla="+- f7 0 f5"/>
                            <a:gd name="f18" fmla="+- f6 0 f5"/>
                            <a:gd name="f19" fmla="*/ f14 f0 1"/>
                            <a:gd name="f20" fmla="*/ f18 1 60"/>
                            <a:gd name="f21" fmla="*/ f17 1 35"/>
                            <a:gd name="f22" fmla="*/ 60 f18 1"/>
                            <a:gd name="f23" fmla="*/ 0 f17 1"/>
                            <a:gd name="f24" fmla="*/ 45 f18 1"/>
                            <a:gd name="f25" fmla="*/ 30 f17 1"/>
                            <a:gd name="f26" fmla="*/ 40 f18 1"/>
                            <a:gd name="f27" fmla="*/ 55 f18 1"/>
                            <a:gd name="f28" fmla="*/ 35 f17 1"/>
                            <a:gd name="f29" fmla="*/ 0 f18 1"/>
                            <a:gd name="f30" fmla="*/ 25 f17 1"/>
                            <a:gd name="f31" fmla="*/ 20 f17 1"/>
                            <a:gd name="f32" fmla="*/ f19 1 f2"/>
                            <a:gd name="f33" fmla="*/ f22 1 60"/>
                            <a:gd name="f34" fmla="*/ f23 1 35"/>
                            <a:gd name="f35" fmla="*/ f24 1 60"/>
                            <a:gd name="f36" fmla="*/ f25 1 35"/>
                            <a:gd name="f37" fmla="*/ f26 1 60"/>
                            <a:gd name="f38" fmla="*/ f27 1 60"/>
                            <a:gd name="f39" fmla="*/ f28 1 35"/>
                            <a:gd name="f40" fmla="*/ f29 1 60"/>
                            <a:gd name="f41" fmla="*/ f30 1 35"/>
                            <a:gd name="f42" fmla="*/ f31 1 35"/>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0"/>
                            <a:gd name="f54" fmla="*/ f39 1 f21"/>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5 1"/>
                            <a:gd name="f68" fmla="*/ f54 f16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5"/>
                            </a:cxn>
                            <a:cxn ang="f47">
                              <a:pos x="f67" y="f63"/>
                            </a:cxn>
                            <a:cxn ang="f47">
                              <a:pos x="f62" y="f63"/>
                            </a:cxn>
                            <a:cxn ang="f47">
                              <a:pos x="f64" y="f65"/>
                            </a:cxn>
                            <a:cxn ang="f47">
                              <a:pos x="f64" y="f68"/>
                            </a:cxn>
                            <a:cxn ang="f47">
                              <a:pos x="f64" y="f68"/>
                            </a:cxn>
                            <a:cxn ang="f47">
                              <a:pos x="f64" y="f65"/>
                            </a:cxn>
                            <a:cxn ang="f47">
                              <a:pos x="f64" y="f65"/>
                            </a:cxn>
                            <a:cxn ang="f47">
                              <a:pos x="f64" y="f68"/>
                            </a:cxn>
                            <a:cxn ang="f47">
                              <a:pos x="f69" y="f70"/>
                            </a:cxn>
                            <a:cxn ang="f47">
                              <a:pos x="f69" y="f71"/>
                            </a:cxn>
                            <a:cxn ang="f47">
                              <a:pos x="f64" y="f65"/>
                            </a:cxn>
                            <a:cxn ang="f47">
                              <a:pos x="f64" y="f65"/>
                            </a:cxn>
                          </a:cxnLst>
                          <a:rect l="f58" t="f61" r="f59" b="f60"/>
                          <a:pathLst>
                            <a:path w="60" h="35">
                              <a:moveTo>
                                <a:pt x="f6" y="f5"/>
                              </a:moveTo>
                              <a:lnTo>
                                <a:pt x="f8" y="f9"/>
                              </a:lnTo>
                              <a:lnTo>
                                <a:pt x="f10" y="f9"/>
                              </a:lnTo>
                              <a:lnTo>
                                <a:pt x="f11" y="f5"/>
                              </a:lnTo>
                              <a:lnTo>
                                <a:pt x="f6" y="f5"/>
                              </a:lnTo>
                              <a:close/>
                              <a:moveTo>
                                <a:pt x="f8" y="f9"/>
                              </a:moveTo>
                              <a:lnTo>
                                <a:pt x="f8" y="f7"/>
                              </a:lnTo>
                              <a:lnTo>
                                <a:pt x="f8" y="f9"/>
                              </a:lnTo>
                              <a:close/>
                              <a:moveTo>
                                <a:pt x="f8" y="f9"/>
                              </a:moveTo>
                              <a:lnTo>
                                <a:pt x="f8" y="f7"/>
                              </a:lnTo>
                              <a:lnTo>
                                <a:pt x="f5" y="f12"/>
                              </a:lnTo>
                              <a:lnTo>
                                <a:pt x="f5" y="f13"/>
                              </a:lnTo>
                              <a:lnTo>
                                <a:pt x="f8"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6" name="Freeform 83"/>
                      <wps:cNvSpPr/>
                      <wps:spPr>
                        <a:xfrm>
                          <a:off x="57241" y="337322"/>
                          <a:ext cx="35277" cy="22677"/>
                        </a:xfrm>
                        <a:custGeom>
                          <a:avLst/>
                          <a:gdLst>
                            <a:gd name="f0" fmla="val 10800000"/>
                            <a:gd name="f1" fmla="val 5400000"/>
                            <a:gd name="f2" fmla="val 180"/>
                            <a:gd name="f3" fmla="val w"/>
                            <a:gd name="f4" fmla="val h"/>
                            <a:gd name="f5" fmla="val 0"/>
                            <a:gd name="f6" fmla="val 55"/>
                            <a:gd name="f7" fmla="val 35"/>
                            <a:gd name="f8" fmla="val 5"/>
                            <a:gd name="f9" fmla="val 45"/>
                            <a:gd name="f10" fmla="val 40"/>
                            <a:gd name="f11" fmla="val 50"/>
                            <a:gd name="f12" fmla="val 30"/>
                            <a:gd name="f13" fmla="val 25"/>
                            <a:gd name="f14" fmla="+- 0 0 0"/>
                            <a:gd name="f15" fmla="*/ f3 1 55"/>
                            <a:gd name="f16" fmla="*/ f4 1 35"/>
                            <a:gd name="f17" fmla="+- f7 0 f5"/>
                            <a:gd name="f18" fmla="+- f6 0 f5"/>
                            <a:gd name="f19" fmla="*/ f14 f0 1"/>
                            <a:gd name="f20" fmla="*/ f18 1 55"/>
                            <a:gd name="f21" fmla="*/ f17 1 35"/>
                            <a:gd name="f22" fmla="*/ 55 f18 1"/>
                            <a:gd name="f23" fmla="*/ 5 f17 1"/>
                            <a:gd name="f24" fmla="*/ 45 f18 1"/>
                            <a:gd name="f25" fmla="*/ 35 f17 1"/>
                            <a:gd name="f26" fmla="*/ 40 f18 1"/>
                            <a:gd name="f27" fmla="*/ 50 f18 1"/>
                            <a:gd name="f28" fmla="*/ 0 f17 1"/>
                            <a:gd name="f29" fmla="*/ 0 f18 1"/>
                            <a:gd name="f30" fmla="*/ 30 f17 1"/>
                            <a:gd name="f31" fmla="*/ 25 f17 1"/>
                            <a:gd name="f32" fmla="*/ f19 1 f2"/>
                            <a:gd name="f33" fmla="*/ f22 1 55"/>
                            <a:gd name="f34" fmla="*/ f23 1 35"/>
                            <a:gd name="f35" fmla="*/ f24 1 55"/>
                            <a:gd name="f36" fmla="*/ f25 1 35"/>
                            <a:gd name="f37" fmla="*/ f26 1 55"/>
                            <a:gd name="f38" fmla="*/ f27 1 55"/>
                            <a:gd name="f39" fmla="*/ f28 1 35"/>
                            <a:gd name="f40" fmla="*/ f29 1 55"/>
                            <a:gd name="f41" fmla="*/ f30 1 35"/>
                            <a:gd name="f42" fmla="*/ f31 1 35"/>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0"/>
                            <a:gd name="f54" fmla="*/ f39 1 f21"/>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5 1"/>
                            <a:gd name="f68" fmla="*/ f54 f16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5"/>
                            </a:cxn>
                            <a:cxn ang="f47">
                              <a:pos x="f67" y="f68"/>
                            </a:cxn>
                            <a:cxn ang="f47">
                              <a:pos x="f62" y="f63"/>
                            </a:cxn>
                            <a:cxn ang="f47">
                              <a:pos x="f64" y="f65"/>
                            </a:cxn>
                            <a:cxn ang="f47">
                              <a:pos x="f64" y="f65"/>
                            </a:cxn>
                            <a:cxn ang="f47">
                              <a:pos x="f64" y="f65"/>
                            </a:cxn>
                            <a:cxn ang="f47">
                              <a:pos x="f64" y="f65"/>
                            </a:cxn>
                            <a:cxn ang="f47">
                              <a:pos x="f64" y="f65"/>
                            </a:cxn>
                            <a:cxn ang="f47">
                              <a:pos x="f64" y="f65"/>
                            </a:cxn>
                            <a:cxn ang="f47">
                              <a:pos x="f69" y="f70"/>
                            </a:cxn>
                            <a:cxn ang="f47">
                              <a:pos x="f69" y="f71"/>
                            </a:cxn>
                            <a:cxn ang="f47">
                              <a:pos x="f64" y="f70"/>
                            </a:cxn>
                            <a:cxn ang="f47">
                              <a:pos x="f64" y="f65"/>
                            </a:cxn>
                          </a:cxnLst>
                          <a:rect l="f58" t="f61" r="f59" b="f60"/>
                          <a:pathLst>
                            <a:path w="55" h="35">
                              <a:moveTo>
                                <a:pt x="f6" y="f8"/>
                              </a:moveTo>
                              <a:lnTo>
                                <a:pt x="f9" y="f7"/>
                              </a:lnTo>
                              <a:lnTo>
                                <a:pt x="f10" y="f7"/>
                              </a:lnTo>
                              <a:lnTo>
                                <a:pt x="f11" y="f5"/>
                              </a:lnTo>
                              <a:lnTo>
                                <a:pt x="f6" y="f8"/>
                              </a:lnTo>
                              <a:close/>
                              <a:moveTo>
                                <a:pt x="f9" y="f7"/>
                              </a:moveTo>
                              <a:lnTo>
                                <a:pt x="f9" y="f7"/>
                              </a:lnTo>
                              <a:close/>
                              <a:moveTo>
                                <a:pt x="f9" y="f7"/>
                              </a:moveTo>
                              <a:lnTo>
                                <a:pt x="f9" y="f7"/>
                              </a:lnTo>
                              <a:lnTo>
                                <a:pt x="f5" y="f12"/>
                              </a:lnTo>
                              <a:lnTo>
                                <a:pt x="f5" y="f13"/>
                              </a:lnTo>
                              <a:lnTo>
                                <a:pt x="f9" y="f12"/>
                              </a:lnTo>
                              <a:lnTo>
                                <a:pt x="f9"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7" name="Freeform 84"/>
                      <wps:cNvSpPr/>
                      <wps:spPr>
                        <a:xfrm>
                          <a:off x="69841" y="349922"/>
                          <a:ext cx="31318" cy="22677"/>
                        </a:xfrm>
                        <a:custGeom>
                          <a:avLst/>
                          <a:gdLst>
                            <a:gd name="f0" fmla="val 10800000"/>
                            <a:gd name="f1" fmla="val 5400000"/>
                            <a:gd name="f2" fmla="val 180"/>
                            <a:gd name="f3" fmla="val w"/>
                            <a:gd name="f4" fmla="val h"/>
                            <a:gd name="f5" fmla="val 0"/>
                            <a:gd name="f6" fmla="val 50"/>
                            <a:gd name="f7" fmla="val 35"/>
                            <a:gd name="f8" fmla="val 45"/>
                            <a:gd name="f9" fmla="val 40"/>
                            <a:gd name="f10" fmla="val 30"/>
                            <a:gd name="f11" fmla="+- 0 0 0"/>
                            <a:gd name="f12" fmla="*/ f3 1 50"/>
                            <a:gd name="f13" fmla="*/ f4 1 35"/>
                            <a:gd name="f14" fmla="+- f7 0 f5"/>
                            <a:gd name="f15" fmla="+- f6 0 f5"/>
                            <a:gd name="f16" fmla="*/ f11 f0 1"/>
                            <a:gd name="f17" fmla="*/ f15 1 50"/>
                            <a:gd name="f18" fmla="*/ f14 1 35"/>
                            <a:gd name="f19" fmla="*/ 50 f15 1"/>
                            <a:gd name="f20" fmla="*/ 0 f14 1"/>
                            <a:gd name="f21" fmla="*/ 45 f15 1"/>
                            <a:gd name="f22" fmla="*/ 35 f14 1"/>
                            <a:gd name="f23" fmla="*/ 40 f15 1"/>
                            <a:gd name="f24" fmla="*/ 0 f15 1"/>
                            <a:gd name="f25" fmla="*/ 30 f14 1"/>
                            <a:gd name="f26" fmla="*/ f16 1 f2"/>
                            <a:gd name="f27" fmla="*/ f19 1 50"/>
                            <a:gd name="f28" fmla="*/ f20 1 35"/>
                            <a:gd name="f29" fmla="*/ f21 1 50"/>
                            <a:gd name="f30" fmla="*/ f22 1 35"/>
                            <a:gd name="f31" fmla="*/ f23 1 50"/>
                            <a:gd name="f32" fmla="*/ f24 1 50"/>
                            <a:gd name="f33" fmla="*/ f25 1 35"/>
                            <a:gd name="f34" fmla="*/ 0 1 f17"/>
                            <a:gd name="f35" fmla="*/ f6 1 f17"/>
                            <a:gd name="f36" fmla="*/ 0 1 f18"/>
                            <a:gd name="f37" fmla="*/ f7 1 f18"/>
                            <a:gd name="f38" fmla="+- f26 0 f1"/>
                            <a:gd name="f39" fmla="*/ f27 1 f17"/>
                            <a:gd name="f40" fmla="*/ f28 1 f18"/>
                            <a:gd name="f41" fmla="*/ f29 1 f17"/>
                            <a:gd name="f42" fmla="*/ f30 1 f18"/>
                            <a:gd name="f43" fmla="*/ f31 1 f17"/>
                            <a:gd name="f44" fmla="*/ f32 1 f17"/>
                            <a:gd name="f45" fmla="*/ f33 1 f18"/>
                            <a:gd name="f46" fmla="*/ f34 f12 1"/>
                            <a:gd name="f47" fmla="*/ f35 f12 1"/>
                            <a:gd name="f48" fmla="*/ f37 f13 1"/>
                            <a:gd name="f49" fmla="*/ f36 f13 1"/>
                            <a:gd name="f50" fmla="*/ f39 f12 1"/>
                            <a:gd name="f51" fmla="*/ f40 f13 1"/>
                            <a:gd name="f52" fmla="*/ f41 f12 1"/>
                            <a:gd name="f53" fmla="*/ f42 f13 1"/>
                            <a:gd name="f54" fmla="*/ f43 f12 1"/>
                            <a:gd name="f55" fmla="*/ f44 f12 1"/>
                            <a:gd name="f56" fmla="*/ f45 f13 1"/>
                          </a:gdLst>
                          <a:ahLst/>
                          <a:cxnLst>
                            <a:cxn ang="3cd4">
                              <a:pos x="hc" y="t"/>
                            </a:cxn>
                            <a:cxn ang="0">
                              <a:pos x="r" y="vc"/>
                            </a:cxn>
                            <a:cxn ang="cd4">
                              <a:pos x="hc" y="b"/>
                            </a:cxn>
                            <a:cxn ang="cd2">
                              <a:pos x="l" y="vc"/>
                            </a:cxn>
                            <a:cxn ang="f38">
                              <a:pos x="f50" y="f51"/>
                            </a:cxn>
                            <a:cxn ang="f38">
                              <a:pos x="f52" y="f53"/>
                            </a:cxn>
                            <a:cxn ang="f38">
                              <a:pos x="f54" y="f53"/>
                            </a:cxn>
                            <a:cxn ang="f38">
                              <a:pos x="f52" y="f51"/>
                            </a:cxn>
                            <a:cxn ang="f38">
                              <a:pos x="f50" y="f51"/>
                            </a:cxn>
                            <a:cxn ang="f38">
                              <a:pos x="f52" y="f53"/>
                            </a:cxn>
                            <a:cxn ang="f38">
                              <a:pos x="f52" y="f53"/>
                            </a:cxn>
                            <a:cxn ang="f38">
                              <a:pos x="f54" y="f53"/>
                            </a:cxn>
                            <a:cxn ang="f38">
                              <a:pos x="f52" y="f53"/>
                            </a:cxn>
                            <a:cxn ang="f38">
                              <a:pos x="f52" y="f53"/>
                            </a:cxn>
                            <a:cxn ang="f38">
                              <a:pos x="f54" y="f53"/>
                            </a:cxn>
                            <a:cxn ang="f38">
                              <a:pos x="f55" y="f53"/>
                            </a:cxn>
                            <a:cxn ang="f38">
                              <a:pos x="f55" y="f56"/>
                            </a:cxn>
                            <a:cxn ang="f38">
                              <a:pos x="f54" y="f56"/>
                            </a:cxn>
                            <a:cxn ang="f38">
                              <a:pos x="f52" y="f53"/>
                            </a:cxn>
                          </a:cxnLst>
                          <a:rect l="f46" t="f49" r="f47" b="f48"/>
                          <a:pathLst>
                            <a:path w="50" h="35">
                              <a:moveTo>
                                <a:pt x="f6" y="f5"/>
                              </a:moveTo>
                              <a:lnTo>
                                <a:pt x="f8" y="f7"/>
                              </a:lnTo>
                              <a:lnTo>
                                <a:pt x="f9" y="f7"/>
                              </a:lnTo>
                              <a:lnTo>
                                <a:pt x="f8" y="f5"/>
                              </a:lnTo>
                              <a:lnTo>
                                <a:pt x="f6" y="f5"/>
                              </a:lnTo>
                              <a:close/>
                              <a:moveTo>
                                <a:pt x="f8" y="f7"/>
                              </a:moveTo>
                              <a:lnTo>
                                <a:pt x="f8" y="f7"/>
                              </a:lnTo>
                              <a:lnTo>
                                <a:pt x="f9" y="f7"/>
                              </a:lnTo>
                              <a:lnTo>
                                <a:pt x="f8" y="f7"/>
                              </a:lnTo>
                              <a:close/>
                              <a:moveTo>
                                <a:pt x="f8" y="f7"/>
                              </a:moveTo>
                              <a:lnTo>
                                <a:pt x="f9" y="f7"/>
                              </a:lnTo>
                              <a:lnTo>
                                <a:pt x="f5" y="f7"/>
                              </a:lnTo>
                              <a:lnTo>
                                <a:pt x="f5" y="f10"/>
                              </a:lnTo>
                              <a:lnTo>
                                <a:pt x="f9" y="f10"/>
                              </a:lnTo>
                              <a:lnTo>
                                <a:pt x="f8"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8" name="Freeform 85"/>
                      <wps:cNvSpPr/>
                      <wps:spPr>
                        <a:xfrm>
                          <a:off x="82442" y="359276"/>
                          <a:ext cx="28081" cy="25557"/>
                        </a:xfrm>
                        <a:custGeom>
                          <a:avLst/>
                          <a:gdLst>
                            <a:gd name="f0" fmla="val 10800000"/>
                            <a:gd name="f1" fmla="val 5400000"/>
                            <a:gd name="f2" fmla="val 180"/>
                            <a:gd name="f3" fmla="val w"/>
                            <a:gd name="f4" fmla="val h"/>
                            <a:gd name="f5" fmla="val 0"/>
                            <a:gd name="f6" fmla="val 45"/>
                            <a:gd name="f7" fmla="val 40"/>
                            <a:gd name="f8" fmla="val 35"/>
                            <a:gd name="f9" fmla="val 30"/>
                            <a:gd name="f10" fmla="+- 0 0 0"/>
                            <a:gd name="f11" fmla="*/ f3 1 45"/>
                            <a:gd name="f12" fmla="*/ f4 1 40"/>
                            <a:gd name="f13" fmla="+- f7 0 f5"/>
                            <a:gd name="f14" fmla="+- f6 0 f5"/>
                            <a:gd name="f15" fmla="*/ f10 f0 1"/>
                            <a:gd name="f16" fmla="*/ f14 1 45"/>
                            <a:gd name="f17" fmla="*/ f13 1 40"/>
                            <a:gd name="f18" fmla="*/ 45 f14 1"/>
                            <a:gd name="f19" fmla="*/ 0 f13 1"/>
                            <a:gd name="f20" fmla="*/ 35 f13 1"/>
                            <a:gd name="f21" fmla="*/ 40 f14 1"/>
                            <a:gd name="f22" fmla="*/ 40 f13 1"/>
                            <a:gd name="f23" fmla="*/ 0 f14 1"/>
                            <a:gd name="f24" fmla="*/ 30 f13 1"/>
                            <a:gd name="f25" fmla="*/ f15 1 f2"/>
                            <a:gd name="f26" fmla="*/ f18 1 45"/>
                            <a:gd name="f27" fmla="*/ f19 1 40"/>
                            <a:gd name="f28" fmla="*/ f20 1 40"/>
                            <a:gd name="f29" fmla="*/ f21 1 45"/>
                            <a:gd name="f30" fmla="*/ f22 1 40"/>
                            <a:gd name="f31" fmla="*/ f23 1 45"/>
                            <a:gd name="f32" fmla="*/ f24 1 40"/>
                            <a:gd name="f33" fmla="*/ 0 1 f16"/>
                            <a:gd name="f34" fmla="*/ f6 1 f16"/>
                            <a:gd name="f35" fmla="*/ 0 1 f17"/>
                            <a:gd name="f36" fmla="*/ f7 1 f17"/>
                            <a:gd name="f37" fmla="+- f25 0 f1"/>
                            <a:gd name="f38" fmla="*/ f26 1 f16"/>
                            <a:gd name="f39" fmla="*/ f27 1 f17"/>
                            <a:gd name="f40" fmla="*/ f28 1 f17"/>
                            <a:gd name="f41" fmla="*/ f29 1 f16"/>
                            <a:gd name="f42" fmla="*/ f30 1 f17"/>
                            <a:gd name="f43" fmla="*/ f31 1 f16"/>
                            <a:gd name="f44" fmla="*/ f32 1 f17"/>
                            <a:gd name="f45" fmla="*/ f33 f11 1"/>
                            <a:gd name="f46" fmla="*/ f34 f11 1"/>
                            <a:gd name="f47" fmla="*/ f36 f12 1"/>
                            <a:gd name="f48" fmla="*/ f35 f12 1"/>
                            <a:gd name="f49" fmla="*/ f38 f11 1"/>
                            <a:gd name="f50" fmla="*/ f39 f12 1"/>
                            <a:gd name="f51" fmla="*/ f40 f12 1"/>
                            <a:gd name="f52" fmla="*/ f41 f11 1"/>
                            <a:gd name="f53" fmla="*/ f42 f12 1"/>
                            <a:gd name="f54" fmla="*/ f43 f11 1"/>
                            <a:gd name="f55" fmla="*/ f44 f12 1"/>
                          </a:gdLst>
                          <a:ahLst/>
                          <a:cxnLst>
                            <a:cxn ang="3cd4">
                              <a:pos x="hc" y="t"/>
                            </a:cxn>
                            <a:cxn ang="0">
                              <a:pos x="r" y="vc"/>
                            </a:cxn>
                            <a:cxn ang="cd4">
                              <a:pos x="hc" y="b"/>
                            </a:cxn>
                            <a:cxn ang="cd2">
                              <a:pos x="l" y="vc"/>
                            </a:cxn>
                            <a:cxn ang="f37">
                              <a:pos x="f49" y="f50"/>
                            </a:cxn>
                            <a:cxn ang="f37">
                              <a:pos x="f49" y="f51"/>
                            </a:cxn>
                            <a:cxn ang="f37">
                              <a:pos x="f52" y="f51"/>
                            </a:cxn>
                            <a:cxn ang="f37">
                              <a:pos x="f52" y="f50"/>
                            </a:cxn>
                            <a:cxn ang="f37">
                              <a:pos x="f49" y="f50"/>
                            </a:cxn>
                            <a:cxn ang="f37">
                              <a:pos x="f49" y="f51"/>
                            </a:cxn>
                            <a:cxn ang="f37">
                              <a:pos x="f49" y="f53"/>
                            </a:cxn>
                            <a:cxn ang="f37">
                              <a:pos x="f52" y="f53"/>
                            </a:cxn>
                            <a:cxn ang="f37">
                              <a:pos x="f49" y="f51"/>
                            </a:cxn>
                            <a:cxn ang="f37">
                              <a:pos x="f49" y="f51"/>
                            </a:cxn>
                            <a:cxn ang="f37">
                              <a:pos x="f52" y="f53"/>
                            </a:cxn>
                            <a:cxn ang="f37">
                              <a:pos x="f54" y="f51"/>
                            </a:cxn>
                            <a:cxn ang="f37">
                              <a:pos x="f54" y="f55"/>
                            </a:cxn>
                            <a:cxn ang="f37">
                              <a:pos x="f52" y="f51"/>
                            </a:cxn>
                            <a:cxn ang="f37">
                              <a:pos x="f49" y="f51"/>
                            </a:cxn>
                          </a:cxnLst>
                          <a:rect l="f45" t="f48" r="f46" b="f47"/>
                          <a:pathLst>
                            <a:path w="45" h="40">
                              <a:moveTo>
                                <a:pt x="f6" y="f5"/>
                              </a:moveTo>
                              <a:lnTo>
                                <a:pt x="f6" y="f8"/>
                              </a:lnTo>
                              <a:lnTo>
                                <a:pt x="f7" y="f8"/>
                              </a:lnTo>
                              <a:lnTo>
                                <a:pt x="f7" y="f5"/>
                              </a:lnTo>
                              <a:lnTo>
                                <a:pt x="f6" y="f5"/>
                              </a:lnTo>
                              <a:close/>
                              <a:moveTo>
                                <a:pt x="f6" y="f8"/>
                              </a:moveTo>
                              <a:lnTo>
                                <a:pt x="f6" y="f7"/>
                              </a:lnTo>
                              <a:lnTo>
                                <a:pt x="f7" y="f7"/>
                              </a:lnTo>
                              <a:lnTo>
                                <a:pt x="f6" y="f8"/>
                              </a:lnTo>
                              <a:close/>
                              <a:moveTo>
                                <a:pt x="f6" y="f8"/>
                              </a:moveTo>
                              <a:lnTo>
                                <a:pt x="f7" y="f7"/>
                              </a:lnTo>
                              <a:lnTo>
                                <a:pt x="f5" y="f8"/>
                              </a:lnTo>
                              <a:lnTo>
                                <a:pt x="f5" y="f9"/>
                              </a:lnTo>
                              <a:lnTo>
                                <a:pt x="f7" y="f8"/>
                              </a:lnTo>
                              <a:lnTo>
                                <a:pt x="f6" y="f8"/>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9" name="Freeform 86"/>
                      <wps:cNvSpPr/>
                      <wps:spPr>
                        <a:xfrm>
                          <a:off x="95399" y="368996"/>
                          <a:ext cx="28081" cy="25557"/>
                        </a:xfrm>
                        <a:custGeom>
                          <a:avLst/>
                          <a:gdLst>
                            <a:gd name="f0" fmla="val 10800000"/>
                            <a:gd name="f1" fmla="val 5400000"/>
                            <a:gd name="f2" fmla="val 180"/>
                            <a:gd name="f3" fmla="val w"/>
                            <a:gd name="f4" fmla="val h"/>
                            <a:gd name="f5" fmla="val 0"/>
                            <a:gd name="f6" fmla="val 45"/>
                            <a:gd name="f7" fmla="val 40"/>
                            <a:gd name="f8" fmla="val 35"/>
                            <a:gd name="f9" fmla="+- 0 0 0"/>
                            <a:gd name="f10" fmla="*/ f3 1 45"/>
                            <a:gd name="f11" fmla="*/ f4 1 40"/>
                            <a:gd name="f12" fmla="+- f7 0 f5"/>
                            <a:gd name="f13" fmla="+- f6 0 f5"/>
                            <a:gd name="f14" fmla="*/ f9 f0 1"/>
                            <a:gd name="f15" fmla="*/ f13 1 45"/>
                            <a:gd name="f16" fmla="*/ f12 1 40"/>
                            <a:gd name="f17" fmla="*/ 0 f13 1"/>
                            <a:gd name="f18" fmla="*/ 35 f12 1"/>
                            <a:gd name="f19" fmla="*/ 40 f13 1"/>
                            <a:gd name="f20" fmla="*/ 40 f12 1"/>
                            <a:gd name="f21" fmla="*/ 45 f13 1"/>
                            <a:gd name="f22" fmla="*/ 0 f12 1"/>
                            <a:gd name="f23" fmla="*/ f14 1 f2"/>
                            <a:gd name="f24" fmla="*/ f17 1 45"/>
                            <a:gd name="f25" fmla="*/ f18 1 40"/>
                            <a:gd name="f26" fmla="*/ f19 1 45"/>
                            <a:gd name="f27" fmla="*/ f20 1 40"/>
                            <a:gd name="f28" fmla="*/ f21 1 45"/>
                            <a:gd name="f29" fmla="*/ f22 1 40"/>
                            <a:gd name="f30" fmla="*/ 0 1 f15"/>
                            <a:gd name="f31" fmla="*/ f6 1 f15"/>
                            <a:gd name="f32" fmla="*/ 0 1 f16"/>
                            <a:gd name="f33" fmla="*/ f7 1 f16"/>
                            <a:gd name="f34" fmla="+- f23 0 f1"/>
                            <a:gd name="f35" fmla="*/ f24 1 f15"/>
                            <a:gd name="f36" fmla="*/ f25 1 f16"/>
                            <a:gd name="f37" fmla="*/ f26 1 f15"/>
                            <a:gd name="f38" fmla="*/ f27 1 f16"/>
                            <a:gd name="f39" fmla="*/ f28 1 f15"/>
                            <a:gd name="f40" fmla="*/ f29 1 f16"/>
                            <a:gd name="f41" fmla="*/ f30 f10 1"/>
                            <a:gd name="f42" fmla="*/ f31 f10 1"/>
                            <a:gd name="f43" fmla="*/ f33 f11 1"/>
                            <a:gd name="f44" fmla="*/ f32 f11 1"/>
                            <a:gd name="f45" fmla="*/ f35 f10 1"/>
                            <a:gd name="f46" fmla="*/ f36 f11 1"/>
                            <a:gd name="f47" fmla="*/ f37 f10 1"/>
                            <a:gd name="f48" fmla="*/ f38 f11 1"/>
                            <a:gd name="f49" fmla="*/ f39 f10 1"/>
                            <a:gd name="f50" fmla="*/ f40 f11 1"/>
                          </a:gdLst>
                          <a:ahLst/>
                          <a:cxnLst>
                            <a:cxn ang="3cd4">
                              <a:pos x="hc" y="t"/>
                            </a:cxn>
                            <a:cxn ang="0">
                              <a:pos x="r" y="vc"/>
                            </a:cxn>
                            <a:cxn ang="cd4">
                              <a:pos x="hc" y="b"/>
                            </a:cxn>
                            <a:cxn ang="cd2">
                              <a:pos x="l" y="vc"/>
                            </a:cxn>
                            <a:cxn ang="f34">
                              <a:pos x="f45" y="f46"/>
                            </a:cxn>
                            <a:cxn ang="f34">
                              <a:pos x="f47" y="f46"/>
                            </a:cxn>
                            <a:cxn ang="f34">
                              <a:pos x="f47" y="f48"/>
                            </a:cxn>
                            <a:cxn ang="f34">
                              <a:pos x="f45" y="f48"/>
                            </a:cxn>
                            <a:cxn ang="f34">
                              <a:pos x="f45" y="f46"/>
                            </a:cxn>
                            <a:cxn ang="f34">
                              <a:pos x="f49" y="f46"/>
                            </a:cxn>
                            <a:cxn ang="f34">
                              <a:pos x="f49" y="f48"/>
                            </a:cxn>
                            <a:cxn ang="f34">
                              <a:pos x="f47" y="f48"/>
                            </a:cxn>
                            <a:cxn ang="f34">
                              <a:pos x="f49" y="f46"/>
                            </a:cxn>
                            <a:cxn ang="f34">
                              <a:pos x="f47" y="f48"/>
                            </a:cxn>
                            <a:cxn ang="f34">
                              <a:pos x="f47" y="f46"/>
                            </a:cxn>
                            <a:cxn ang="f34">
                              <a:pos x="f47" y="f50"/>
                            </a:cxn>
                            <a:cxn ang="f34">
                              <a:pos x="f49" y="f50"/>
                            </a:cxn>
                            <a:cxn ang="f34">
                              <a:pos x="f49" y="f46"/>
                            </a:cxn>
                            <a:cxn ang="f34">
                              <a:pos x="f47" y="f48"/>
                            </a:cxn>
                          </a:cxnLst>
                          <a:rect l="f41" t="f44" r="f42" b="f43"/>
                          <a:pathLst>
                            <a:path w="45" h="40">
                              <a:moveTo>
                                <a:pt x="f5" y="f8"/>
                              </a:moveTo>
                              <a:lnTo>
                                <a:pt x="f7" y="f8"/>
                              </a:lnTo>
                              <a:lnTo>
                                <a:pt x="f7" y="f7"/>
                              </a:lnTo>
                              <a:lnTo>
                                <a:pt x="f5" y="f7"/>
                              </a:lnTo>
                              <a:lnTo>
                                <a:pt x="f5" y="f8"/>
                              </a:lnTo>
                              <a:close/>
                              <a:moveTo>
                                <a:pt x="f6" y="f8"/>
                              </a:moveTo>
                              <a:lnTo>
                                <a:pt x="f6" y="f7"/>
                              </a:lnTo>
                              <a:lnTo>
                                <a:pt x="f7" y="f7"/>
                              </a:lnTo>
                              <a:lnTo>
                                <a:pt x="f6" y="f8"/>
                              </a:lnTo>
                              <a:close/>
                              <a:moveTo>
                                <a:pt x="f7" y="f7"/>
                              </a:moveTo>
                              <a:lnTo>
                                <a:pt x="f7" y="f8"/>
                              </a:lnTo>
                              <a:lnTo>
                                <a:pt x="f7" y="f5"/>
                              </a:lnTo>
                              <a:lnTo>
                                <a:pt x="f6" y="f5"/>
                              </a:lnTo>
                              <a:lnTo>
                                <a:pt x="f6" y="f8"/>
                              </a:lnTo>
                              <a:lnTo>
                                <a:pt x="f7"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0" name="Freeform 87"/>
                      <wps:cNvSpPr/>
                      <wps:spPr>
                        <a:xfrm>
                          <a:off x="123837" y="384843"/>
                          <a:ext cx="28081" cy="31318"/>
                        </a:xfrm>
                        <a:custGeom>
                          <a:avLst/>
                          <a:gdLst>
                            <a:gd name="f0" fmla="val 10800000"/>
                            <a:gd name="f1" fmla="val 5400000"/>
                            <a:gd name="f2" fmla="val 180"/>
                            <a:gd name="f3" fmla="val w"/>
                            <a:gd name="f4" fmla="val h"/>
                            <a:gd name="f5" fmla="val 0"/>
                            <a:gd name="f6" fmla="val 45"/>
                            <a:gd name="f7" fmla="val 50"/>
                            <a:gd name="f8" fmla="val 40"/>
                            <a:gd name="f9" fmla="val 35"/>
                            <a:gd name="f10" fmla="val 5"/>
                            <a:gd name="f11" fmla="+- 0 0 0"/>
                            <a:gd name="f12" fmla="*/ f3 1 45"/>
                            <a:gd name="f13" fmla="*/ f4 1 50"/>
                            <a:gd name="f14" fmla="+- f7 0 f5"/>
                            <a:gd name="f15" fmla="+- f6 0 f5"/>
                            <a:gd name="f16" fmla="*/ f11 f0 1"/>
                            <a:gd name="f17" fmla="*/ f15 1 45"/>
                            <a:gd name="f18" fmla="*/ f14 1 50"/>
                            <a:gd name="f19" fmla="*/ 40 f15 1"/>
                            <a:gd name="f20" fmla="*/ 0 f14 1"/>
                            <a:gd name="f21" fmla="*/ 45 f15 1"/>
                            <a:gd name="f22" fmla="*/ 35 f14 1"/>
                            <a:gd name="f23" fmla="*/ 35 f15 1"/>
                            <a:gd name="f24" fmla="*/ 5 f14 1"/>
                            <a:gd name="f25" fmla="*/ 40 f14 1"/>
                            <a:gd name="f26" fmla="*/ 0 f15 1"/>
                            <a:gd name="f27" fmla="*/ 50 f14 1"/>
                            <a:gd name="f28" fmla="*/ 45 f14 1"/>
                            <a:gd name="f29" fmla="*/ f16 1 f2"/>
                            <a:gd name="f30" fmla="*/ f19 1 45"/>
                            <a:gd name="f31" fmla="*/ f20 1 50"/>
                            <a:gd name="f32" fmla="*/ f21 1 45"/>
                            <a:gd name="f33" fmla="*/ f22 1 50"/>
                            <a:gd name="f34" fmla="*/ f23 1 45"/>
                            <a:gd name="f35" fmla="*/ f24 1 50"/>
                            <a:gd name="f36" fmla="*/ f25 1 50"/>
                            <a:gd name="f37" fmla="*/ f26 1 45"/>
                            <a:gd name="f38" fmla="*/ f27 1 50"/>
                            <a:gd name="f39" fmla="*/ f28 1 50"/>
                            <a:gd name="f40" fmla="*/ 0 1 f17"/>
                            <a:gd name="f41" fmla="*/ f6 1 f17"/>
                            <a:gd name="f42" fmla="*/ 0 1 f18"/>
                            <a:gd name="f43" fmla="*/ f7 1 f18"/>
                            <a:gd name="f44" fmla="+- f29 0 f1"/>
                            <a:gd name="f45" fmla="*/ f30 1 f17"/>
                            <a:gd name="f46" fmla="*/ f31 1 f18"/>
                            <a:gd name="f47" fmla="*/ f32 1 f17"/>
                            <a:gd name="f48" fmla="*/ f33 1 f18"/>
                            <a:gd name="f49" fmla="*/ f34 1 f17"/>
                            <a:gd name="f50" fmla="*/ f35 1 f18"/>
                            <a:gd name="f51" fmla="*/ f36 1 f18"/>
                            <a:gd name="f52" fmla="*/ f37 1 f17"/>
                            <a:gd name="f53" fmla="*/ f38 1 f18"/>
                            <a:gd name="f54" fmla="*/ f39 1 f18"/>
                            <a:gd name="f55" fmla="*/ f40 f12 1"/>
                            <a:gd name="f56" fmla="*/ f41 f12 1"/>
                            <a:gd name="f57" fmla="*/ f43 f13 1"/>
                            <a:gd name="f58" fmla="*/ f42 f13 1"/>
                            <a:gd name="f59" fmla="*/ f45 f12 1"/>
                            <a:gd name="f60" fmla="*/ f46 f13 1"/>
                            <a:gd name="f61" fmla="*/ f47 f12 1"/>
                            <a:gd name="f62" fmla="*/ f48 f13 1"/>
                            <a:gd name="f63" fmla="*/ f49 f12 1"/>
                            <a:gd name="f64" fmla="*/ f50 f13 1"/>
                            <a:gd name="f65" fmla="*/ f51 f13 1"/>
                            <a:gd name="f66" fmla="*/ f52 f12 1"/>
                            <a:gd name="f67" fmla="*/ f53 f13 1"/>
                            <a:gd name="f68" fmla="*/ f54 f13 1"/>
                          </a:gdLst>
                          <a:ahLst/>
                          <a:cxnLst>
                            <a:cxn ang="3cd4">
                              <a:pos x="hc" y="t"/>
                            </a:cxn>
                            <a:cxn ang="0">
                              <a:pos x="r" y="vc"/>
                            </a:cxn>
                            <a:cxn ang="cd4">
                              <a:pos x="hc" y="b"/>
                            </a:cxn>
                            <a:cxn ang="cd2">
                              <a:pos x="l" y="vc"/>
                            </a:cxn>
                            <a:cxn ang="f44">
                              <a:pos x="f59" y="f60"/>
                            </a:cxn>
                            <a:cxn ang="f44">
                              <a:pos x="f61" y="f62"/>
                            </a:cxn>
                            <a:cxn ang="f44">
                              <a:pos x="f59" y="f62"/>
                            </a:cxn>
                            <a:cxn ang="f44">
                              <a:pos x="f63" y="f64"/>
                            </a:cxn>
                            <a:cxn ang="f44">
                              <a:pos x="f59" y="f60"/>
                            </a:cxn>
                            <a:cxn ang="f44">
                              <a:pos x="f61" y="f62"/>
                            </a:cxn>
                            <a:cxn ang="f44">
                              <a:pos x="f61" y="f65"/>
                            </a:cxn>
                            <a:cxn ang="f44">
                              <a:pos x="f61" y="f65"/>
                            </a:cxn>
                            <a:cxn ang="f44">
                              <a:pos x="f61" y="f62"/>
                            </a:cxn>
                            <a:cxn ang="f44">
                              <a:pos x="f61" y="f62"/>
                            </a:cxn>
                            <a:cxn ang="f44">
                              <a:pos x="f61" y="f65"/>
                            </a:cxn>
                            <a:cxn ang="f44">
                              <a:pos x="f66" y="f67"/>
                            </a:cxn>
                            <a:cxn ang="f44">
                              <a:pos x="f66" y="f68"/>
                            </a:cxn>
                            <a:cxn ang="f44">
                              <a:pos x="f59" y="f62"/>
                            </a:cxn>
                            <a:cxn ang="f44">
                              <a:pos x="f61" y="f62"/>
                            </a:cxn>
                          </a:cxnLst>
                          <a:rect l="f55" t="f58" r="f56" b="f57"/>
                          <a:pathLst>
                            <a:path w="45" h="50">
                              <a:moveTo>
                                <a:pt x="f8" y="f5"/>
                              </a:moveTo>
                              <a:lnTo>
                                <a:pt x="f6" y="f9"/>
                              </a:lnTo>
                              <a:lnTo>
                                <a:pt x="f8" y="f9"/>
                              </a:lnTo>
                              <a:lnTo>
                                <a:pt x="f9" y="f10"/>
                              </a:lnTo>
                              <a:lnTo>
                                <a:pt x="f8" y="f5"/>
                              </a:lnTo>
                              <a:close/>
                              <a:moveTo>
                                <a:pt x="f6" y="f9"/>
                              </a:moveTo>
                              <a:lnTo>
                                <a:pt x="f6" y="f8"/>
                              </a:lnTo>
                              <a:lnTo>
                                <a:pt x="f6" y="f9"/>
                              </a:lnTo>
                              <a:close/>
                              <a:moveTo>
                                <a:pt x="f6" y="f9"/>
                              </a:moveTo>
                              <a:lnTo>
                                <a:pt x="f6" y="f8"/>
                              </a:lnTo>
                              <a:lnTo>
                                <a:pt x="f5" y="f7"/>
                              </a:lnTo>
                              <a:lnTo>
                                <a:pt x="f5" y="f6"/>
                              </a:lnTo>
                              <a:lnTo>
                                <a:pt x="f8" y="f9"/>
                              </a:lnTo>
                              <a:lnTo>
                                <a:pt x="f6"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1" name="Freeform 88"/>
                      <wps:cNvSpPr/>
                      <wps:spPr>
                        <a:xfrm>
                          <a:off x="107999" y="378360"/>
                          <a:ext cx="28081" cy="28081"/>
                        </a:xfrm>
                        <a:custGeom>
                          <a:avLst/>
                          <a:gdLst>
                            <a:gd name="f0" fmla="val 10800000"/>
                            <a:gd name="f1" fmla="val 5400000"/>
                            <a:gd name="f2" fmla="val 180"/>
                            <a:gd name="f3" fmla="val w"/>
                            <a:gd name="f4" fmla="val h"/>
                            <a:gd name="f5" fmla="val 0"/>
                            <a:gd name="f6" fmla="val 45"/>
                            <a:gd name="f7" fmla="val 35"/>
                            <a:gd name="f8" fmla="val 40"/>
                            <a:gd name="f9" fmla="val 5"/>
                            <a:gd name="f10" fmla="val 30"/>
                            <a:gd name="f11" fmla="+- 0 0 0"/>
                            <a:gd name="f12" fmla="*/ f3 1 45"/>
                            <a:gd name="f13" fmla="*/ f4 1 45"/>
                            <a:gd name="f14" fmla="+- f6 0 f5"/>
                            <a:gd name="f15" fmla="*/ f11 f0 1"/>
                            <a:gd name="f16" fmla="*/ f14 1 45"/>
                            <a:gd name="f17" fmla="*/ 45 f14 1"/>
                            <a:gd name="f18" fmla="*/ 0 f14 1"/>
                            <a:gd name="f19" fmla="*/ 35 f14 1"/>
                            <a:gd name="f20" fmla="*/ 40 f14 1"/>
                            <a:gd name="f21" fmla="*/ 5 f14 1"/>
                            <a:gd name="f22" fmla="*/ 30 f14 1"/>
                            <a:gd name="f23" fmla="*/ f15 1 f2"/>
                            <a:gd name="f24" fmla="*/ f17 1 45"/>
                            <a:gd name="f25" fmla="*/ f18 1 45"/>
                            <a:gd name="f26" fmla="*/ f19 1 45"/>
                            <a:gd name="f27" fmla="*/ f20 1 45"/>
                            <a:gd name="f28" fmla="*/ f21 1 45"/>
                            <a:gd name="f29" fmla="*/ f22 1 45"/>
                            <a:gd name="f30" fmla="*/ 0 1 f16"/>
                            <a:gd name="f31" fmla="*/ f6 1 f16"/>
                            <a:gd name="f32" fmla="+- f23 0 f1"/>
                            <a:gd name="f33" fmla="*/ f24 1 f16"/>
                            <a:gd name="f34" fmla="*/ f25 1 f16"/>
                            <a:gd name="f35" fmla="*/ f26 1 f16"/>
                            <a:gd name="f36" fmla="*/ f27 1 f16"/>
                            <a:gd name="f37" fmla="*/ f28 1 f16"/>
                            <a:gd name="f38" fmla="*/ f29 1 f16"/>
                            <a:gd name="f39" fmla="*/ f30 f12 1"/>
                            <a:gd name="f40" fmla="*/ f31 f12 1"/>
                            <a:gd name="f41" fmla="*/ f31 f13 1"/>
                            <a:gd name="f42" fmla="*/ f30 f13 1"/>
                            <a:gd name="f43" fmla="*/ f33 f12 1"/>
                            <a:gd name="f44" fmla="*/ f34 f13 1"/>
                            <a:gd name="f45" fmla="*/ f35 f13 1"/>
                            <a:gd name="f46" fmla="*/ f36 f12 1"/>
                            <a:gd name="f47" fmla="*/ f37 f12 1"/>
                            <a:gd name="f48" fmla="*/ f33 f13 1"/>
                            <a:gd name="f49" fmla="*/ f34 f12 1"/>
                            <a:gd name="f50" fmla="*/ f36 f13 1"/>
                            <a:gd name="f51" fmla="*/ f38 f13 1"/>
                          </a:gdLst>
                          <a:ahLst/>
                          <a:cxnLst>
                            <a:cxn ang="3cd4">
                              <a:pos x="hc" y="t"/>
                            </a:cxn>
                            <a:cxn ang="0">
                              <a:pos x="r" y="vc"/>
                            </a:cxn>
                            <a:cxn ang="cd4">
                              <a:pos x="hc" y="b"/>
                            </a:cxn>
                            <a:cxn ang="cd2">
                              <a:pos x="l" y="vc"/>
                            </a:cxn>
                            <a:cxn ang="f32">
                              <a:pos x="f43" y="f44"/>
                            </a:cxn>
                            <a:cxn ang="f32">
                              <a:pos x="f43" y="f45"/>
                            </a:cxn>
                            <a:cxn ang="f32">
                              <a:pos x="f46" y="f45"/>
                            </a:cxn>
                            <a:cxn ang="f32">
                              <a:pos x="f46" y="f44"/>
                            </a:cxn>
                            <a:cxn ang="f32">
                              <a:pos x="f43" y="f44"/>
                            </a:cxn>
                            <a:cxn ang="f32">
                              <a:pos x="f43" y="f45"/>
                            </a:cxn>
                            <a:cxn ang="f32">
                              <a:pos x="f43" y="f45"/>
                            </a:cxn>
                            <a:cxn ang="f32">
                              <a:pos x="f43" y="f45"/>
                            </a:cxn>
                            <a:cxn ang="f32">
                              <a:pos x="f43" y="f45"/>
                            </a:cxn>
                            <a:cxn ang="f32">
                              <a:pos x="f43" y="f45"/>
                            </a:cxn>
                            <a:cxn ang="f32">
                              <a:pos x="f43" y="f45"/>
                            </a:cxn>
                            <a:cxn ang="f32">
                              <a:pos x="f47" y="f48"/>
                            </a:cxn>
                            <a:cxn ang="f32">
                              <a:pos x="f49" y="f50"/>
                            </a:cxn>
                            <a:cxn ang="f32">
                              <a:pos x="f43" y="f51"/>
                            </a:cxn>
                            <a:cxn ang="f32">
                              <a:pos x="f43" y="f45"/>
                            </a:cxn>
                          </a:cxnLst>
                          <a:rect l="f39" t="f42" r="f40" b="f41"/>
                          <a:pathLst>
                            <a:path w="45" h="45">
                              <a:moveTo>
                                <a:pt x="f6" y="f5"/>
                              </a:moveTo>
                              <a:lnTo>
                                <a:pt x="f6" y="f7"/>
                              </a:lnTo>
                              <a:lnTo>
                                <a:pt x="f8" y="f7"/>
                              </a:lnTo>
                              <a:lnTo>
                                <a:pt x="f8" y="f5"/>
                              </a:lnTo>
                              <a:lnTo>
                                <a:pt x="f6" y="f5"/>
                              </a:lnTo>
                              <a:close/>
                              <a:moveTo>
                                <a:pt x="f6" y="f7"/>
                              </a:moveTo>
                              <a:lnTo>
                                <a:pt x="f6" y="f7"/>
                              </a:lnTo>
                              <a:close/>
                              <a:moveTo>
                                <a:pt x="f6" y="f7"/>
                              </a:moveTo>
                              <a:lnTo>
                                <a:pt x="f6" y="f7"/>
                              </a:lnTo>
                              <a:lnTo>
                                <a:pt x="f9" y="f6"/>
                              </a:lnTo>
                              <a:lnTo>
                                <a:pt x="f5" y="f8"/>
                              </a:lnTo>
                              <a:lnTo>
                                <a:pt x="f6" y="f10"/>
                              </a:lnTo>
                              <a:lnTo>
                                <a:pt x="f6"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2" name="Freeform 89"/>
                      <wps:cNvSpPr/>
                      <wps:spPr>
                        <a:xfrm>
                          <a:off x="31683" y="290157"/>
                          <a:ext cx="41404" cy="31318"/>
                        </a:xfrm>
                        <a:custGeom>
                          <a:avLst/>
                          <a:gdLst>
                            <a:gd name="f0" fmla="val 10800000"/>
                            <a:gd name="f1" fmla="val 5400000"/>
                            <a:gd name="f2" fmla="val 180"/>
                            <a:gd name="f3" fmla="val w"/>
                            <a:gd name="f4" fmla="val h"/>
                            <a:gd name="f5" fmla="val 0"/>
                            <a:gd name="f6" fmla="val 65"/>
                            <a:gd name="f7" fmla="val 50"/>
                            <a:gd name="f8" fmla="val 20"/>
                            <a:gd name="f9" fmla="val 45"/>
                            <a:gd name="f10" fmla="val 40"/>
                            <a:gd name="f11" fmla="val 60"/>
                            <a:gd name="f12" fmla="val 5"/>
                            <a:gd name="f13" fmla="val 35"/>
                            <a:gd name="f14" fmla="val 30"/>
                            <a:gd name="f15" fmla="val 25"/>
                            <a:gd name="f16" fmla="+- 0 0 0"/>
                            <a:gd name="f17" fmla="*/ f3 1 65"/>
                            <a:gd name="f18" fmla="*/ f4 1 50"/>
                            <a:gd name="f19" fmla="+- f7 0 f5"/>
                            <a:gd name="f20" fmla="+- f6 0 f5"/>
                            <a:gd name="f21" fmla="*/ f16 f0 1"/>
                            <a:gd name="f22" fmla="*/ f20 1 65"/>
                            <a:gd name="f23" fmla="*/ f19 1 50"/>
                            <a:gd name="f24" fmla="*/ 65 f20 1"/>
                            <a:gd name="f25" fmla="*/ 20 f19 1"/>
                            <a:gd name="f26" fmla="*/ 45 f20 1"/>
                            <a:gd name="f27" fmla="*/ 50 f19 1"/>
                            <a:gd name="f28" fmla="*/ 40 f20 1"/>
                            <a:gd name="f29" fmla="*/ 60 f20 1"/>
                            <a:gd name="f30" fmla="*/ 5 f20 1"/>
                            <a:gd name="f31" fmla="*/ 35 f19 1"/>
                            <a:gd name="f32" fmla="*/ 30 f19 1"/>
                            <a:gd name="f33" fmla="*/ 45 f19 1"/>
                            <a:gd name="f34" fmla="*/ 0 f20 1"/>
                            <a:gd name="f35" fmla="*/ 25 f20 1"/>
                            <a:gd name="f36" fmla="*/ 5 f19 1"/>
                            <a:gd name="f37" fmla="*/ 30 f20 1"/>
                            <a:gd name="f38" fmla="*/ 0 f19 1"/>
                            <a:gd name="f39" fmla="*/ f21 1 f2"/>
                            <a:gd name="f40" fmla="*/ f24 1 65"/>
                            <a:gd name="f41" fmla="*/ f25 1 50"/>
                            <a:gd name="f42" fmla="*/ f26 1 65"/>
                            <a:gd name="f43" fmla="*/ f27 1 50"/>
                            <a:gd name="f44" fmla="*/ f28 1 65"/>
                            <a:gd name="f45" fmla="*/ f29 1 65"/>
                            <a:gd name="f46" fmla="*/ f30 1 65"/>
                            <a:gd name="f47" fmla="*/ f31 1 50"/>
                            <a:gd name="f48" fmla="*/ f32 1 50"/>
                            <a:gd name="f49" fmla="*/ f33 1 50"/>
                            <a:gd name="f50" fmla="*/ f34 1 65"/>
                            <a:gd name="f51" fmla="*/ f35 1 65"/>
                            <a:gd name="f52" fmla="*/ f36 1 50"/>
                            <a:gd name="f53" fmla="*/ f37 1 65"/>
                            <a:gd name="f54" fmla="*/ f38 1 50"/>
                            <a:gd name="f55" fmla="*/ 0 1 f22"/>
                            <a:gd name="f56" fmla="*/ f6 1 f22"/>
                            <a:gd name="f57" fmla="*/ 0 1 f23"/>
                            <a:gd name="f58" fmla="*/ f7 1 f23"/>
                            <a:gd name="f59" fmla="+- f39 0 f1"/>
                            <a:gd name="f60" fmla="*/ f40 1 f22"/>
                            <a:gd name="f61" fmla="*/ f41 1 f23"/>
                            <a:gd name="f62" fmla="*/ f42 1 f22"/>
                            <a:gd name="f63" fmla="*/ f43 1 f23"/>
                            <a:gd name="f64" fmla="*/ f44 1 f22"/>
                            <a:gd name="f65" fmla="*/ f45 1 f22"/>
                            <a:gd name="f66" fmla="*/ f46 1 f22"/>
                            <a:gd name="f67" fmla="*/ f47 1 f23"/>
                            <a:gd name="f68" fmla="*/ f48 1 f23"/>
                            <a:gd name="f69" fmla="*/ f49 1 f23"/>
                            <a:gd name="f70" fmla="*/ f50 1 f22"/>
                            <a:gd name="f71" fmla="*/ f51 1 f22"/>
                            <a:gd name="f72" fmla="*/ f52 1 f23"/>
                            <a:gd name="f73" fmla="*/ f53 1 f22"/>
                            <a:gd name="f74" fmla="*/ f54 1 f23"/>
                            <a:gd name="f75" fmla="*/ f55 f17 1"/>
                            <a:gd name="f76" fmla="*/ f56 f17 1"/>
                            <a:gd name="f77" fmla="*/ f58 f18 1"/>
                            <a:gd name="f78" fmla="*/ f57 f18 1"/>
                            <a:gd name="f79" fmla="*/ f60 f17 1"/>
                            <a:gd name="f80" fmla="*/ f61 f18 1"/>
                            <a:gd name="f81" fmla="*/ f62 f17 1"/>
                            <a:gd name="f82" fmla="*/ f63 f18 1"/>
                            <a:gd name="f83" fmla="*/ f64 f17 1"/>
                            <a:gd name="f84" fmla="*/ f65 f17 1"/>
                            <a:gd name="f85" fmla="*/ f66 f17 1"/>
                            <a:gd name="f86" fmla="*/ f67 f18 1"/>
                            <a:gd name="f87" fmla="*/ f68 f18 1"/>
                            <a:gd name="f88" fmla="*/ f69 f18 1"/>
                            <a:gd name="f89" fmla="*/ f70 f17 1"/>
                            <a:gd name="f90" fmla="*/ f71 f17 1"/>
                            <a:gd name="f91" fmla="*/ f72 f18 1"/>
                            <a:gd name="f92" fmla="*/ f73 f17 1"/>
                            <a:gd name="f93" fmla="*/ f74 f18 1"/>
                          </a:gdLst>
                          <a:ahLst/>
                          <a:cxnLst>
                            <a:cxn ang="3cd4">
                              <a:pos x="hc" y="t"/>
                            </a:cxn>
                            <a:cxn ang="0">
                              <a:pos x="r" y="vc"/>
                            </a:cxn>
                            <a:cxn ang="cd4">
                              <a:pos x="hc" y="b"/>
                            </a:cxn>
                            <a:cxn ang="cd2">
                              <a:pos x="l" y="vc"/>
                            </a:cxn>
                            <a:cxn ang="f59">
                              <a:pos x="f79" y="f80"/>
                            </a:cxn>
                            <a:cxn ang="f59">
                              <a:pos x="f79" y="f80"/>
                            </a:cxn>
                            <a:cxn ang="f59">
                              <a:pos x="f79" y="f80"/>
                            </a:cxn>
                            <a:cxn ang="f59">
                              <a:pos x="f79" y="f80"/>
                            </a:cxn>
                            <a:cxn ang="f59">
                              <a:pos x="f79" y="f80"/>
                            </a:cxn>
                            <a:cxn ang="f59">
                              <a:pos x="f79" y="f80"/>
                            </a:cxn>
                            <a:cxn ang="f59">
                              <a:pos x="f81" y="f82"/>
                            </a:cxn>
                            <a:cxn ang="f59">
                              <a:pos x="f83" y="f82"/>
                            </a:cxn>
                            <a:cxn ang="f59">
                              <a:pos x="f84" y="f80"/>
                            </a:cxn>
                            <a:cxn ang="f59">
                              <a:pos x="f79" y="f80"/>
                            </a:cxn>
                            <a:cxn ang="f59">
                              <a:pos x="f81" y="f82"/>
                            </a:cxn>
                            <a:cxn ang="f59">
                              <a:pos x="f81" y="f82"/>
                            </a:cxn>
                            <a:cxn ang="f59">
                              <a:pos x="f83" y="f82"/>
                            </a:cxn>
                            <a:cxn ang="f59">
                              <a:pos x="f81" y="f82"/>
                            </a:cxn>
                            <a:cxn ang="f59">
                              <a:pos x="f81" y="f82"/>
                            </a:cxn>
                            <a:cxn ang="f59">
                              <a:pos x="f83" y="f82"/>
                            </a:cxn>
                            <a:cxn ang="f59">
                              <a:pos x="f85" y="f86"/>
                            </a:cxn>
                            <a:cxn ang="f59">
                              <a:pos x="f85" y="f87"/>
                            </a:cxn>
                            <a:cxn ang="f59">
                              <a:pos x="f81" y="f88"/>
                            </a:cxn>
                            <a:cxn ang="f59">
                              <a:pos x="f81" y="f82"/>
                            </a:cxn>
                            <a:cxn ang="f59">
                              <a:pos x="f85" y="f86"/>
                            </a:cxn>
                            <a:cxn ang="f59">
                              <a:pos x="f89" y="f86"/>
                            </a:cxn>
                            <a:cxn ang="f59">
                              <a:pos x="f85" y="f86"/>
                            </a:cxn>
                            <a:cxn ang="f59">
                              <a:pos x="f85" y="f86"/>
                            </a:cxn>
                            <a:cxn ang="f59">
                              <a:pos x="f85" y="f86"/>
                            </a:cxn>
                            <a:cxn ang="f59">
                              <a:pos x="f85" y="f86"/>
                            </a:cxn>
                            <a:cxn ang="f59">
                              <a:pos x="f90" y="f91"/>
                            </a:cxn>
                            <a:cxn ang="f59">
                              <a:pos x="f92" y="f91"/>
                            </a:cxn>
                            <a:cxn ang="f59">
                              <a:pos x="f85" y="f86"/>
                            </a:cxn>
                            <a:cxn ang="f59">
                              <a:pos x="f85" y="f86"/>
                            </a:cxn>
                            <a:cxn ang="f59">
                              <a:pos x="f90" y="f91"/>
                            </a:cxn>
                            <a:cxn ang="f59">
                              <a:pos x="f90" y="f93"/>
                            </a:cxn>
                            <a:cxn ang="f59">
                              <a:pos x="f90" y="f93"/>
                            </a:cxn>
                            <a:cxn ang="f59">
                              <a:pos x="f90" y="f91"/>
                            </a:cxn>
                            <a:cxn ang="f59">
                              <a:pos x="f90" y="f91"/>
                            </a:cxn>
                            <a:cxn ang="f59">
                              <a:pos x="f90" y="f93"/>
                            </a:cxn>
                            <a:cxn ang="f59">
                              <a:pos x="f79" y="f80"/>
                            </a:cxn>
                            <a:cxn ang="f59">
                              <a:pos x="f84" y="f80"/>
                            </a:cxn>
                            <a:cxn ang="f59">
                              <a:pos x="f90" y="f91"/>
                            </a:cxn>
                            <a:cxn ang="f59">
                              <a:pos x="f90" y="f91"/>
                            </a:cxn>
                          </a:cxnLst>
                          <a:rect l="f75" t="f78" r="f76" b="f77"/>
                          <a:pathLst>
                            <a:path w="65" h="50">
                              <a:moveTo>
                                <a:pt x="f6" y="f8"/>
                              </a:moveTo>
                              <a:lnTo>
                                <a:pt x="f6" y="f8"/>
                              </a:lnTo>
                              <a:close/>
                              <a:moveTo>
                                <a:pt x="f6" y="f8"/>
                              </a:moveTo>
                              <a:lnTo>
                                <a:pt x="f6" y="f8"/>
                              </a:lnTo>
                              <a:lnTo>
                                <a:pt x="f9" y="f7"/>
                              </a:lnTo>
                              <a:lnTo>
                                <a:pt x="f10" y="f7"/>
                              </a:lnTo>
                              <a:lnTo>
                                <a:pt x="f11" y="f8"/>
                              </a:lnTo>
                              <a:lnTo>
                                <a:pt x="f6" y="f8"/>
                              </a:lnTo>
                              <a:close/>
                              <a:moveTo>
                                <a:pt x="f9" y="f7"/>
                              </a:moveTo>
                              <a:lnTo>
                                <a:pt x="f9" y="f7"/>
                              </a:lnTo>
                              <a:lnTo>
                                <a:pt x="f10" y="f7"/>
                              </a:lnTo>
                              <a:lnTo>
                                <a:pt x="f9" y="f7"/>
                              </a:lnTo>
                              <a:close/>
                              <a:moveTo>
                                <a:pt x="f9" y="f7"/>
                              </a:moveTo>
                              <a:lnTo>
                                <a:pt x="f10" y="f7"/>
                              </a:lnTo>
                              <a:lnTo>
                                <a:pt x="f12" y="f13"/>
                              </a:lnTo>
                              <a:lnTo>
                                <a:pt x="f12" y="f14"/>
                              </a:lnTo>
                              <a:lnTo>
                                <a:pt x="f9" y="f9"/>
                              </a:lnTo>
                              <a:lnTo>
                                <a:pt x="f9" y="f7"/>
                              </a:lnTo>
                              <a:close/>
                              <a:moveTo>
                                <a:pt x="f12" y="f13"/>
                              </a:moveTo>
                              <a:lnTo>
                                <a:pt x="f5" y="f13"/>
                              </a:lnTo>
                              <a:lnTo>
                                <a:pt x="f12" y="f13"/>
                              </a:lnTo>
                              <a:close/>
                              <a:moveTo>
                                <a:pt x="f12" y="f13"/>
                              </a:moveTo>
                              <a:lnTo>
                                <a:pt x="f12" y="f13"/>
                              </a:lnTo>
                              <a:lnTo>
                                <a:pt x="f15" y="f12"/>
                              </a:lnTo>
                              <a:lnTo>
                                <a:pt x="f14" y="f12"/>
                              </a:lnTo>
                              <a:lnTo>
                                <a:pt x="f12" y="f13"/>
                              </a:lnTo>
                              <a:close/>
                              <a:moveTo>
                                <a:pt x="f15" y="f12"/>
                              </a:moveTo>
                              <a:lnTo>
                                <a:pt x="f15" y="f5"/>
                              </a:lnTo>
                              <a:lnTo>
                                <a:pt x="f15" y="f12"/>
                              </a:lnTo>
                              <a:close/>
                              <a:moveTo>
                                <a:pt x="f15" y="f12"/>
                              </a:moveTo>
                              <a:lnTo>
                                <a:pt x="f15" y="f5"/>
                              </a:lnTo>
                              <a:lnTo>
                                <a:pt x="f6" y="f8"/>
                              </a:lnTo>
                              <a:lnTo>
                                <a:pt x="f11" y="f8"/>
                              </a:lnTo>
                              <a:lnTo>
                                <a:pt x="f15" y="f12"/>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3" name="Freeform 90"/>
                      <wps:cNvSpPr/>
                      <wps:spPr>
                        <a:xfrm>
                          <a:off x="254157" y="312477"/>
                          <a:ext cx="181078" cy="132478"/>
                        </a:xfrm>
                        <a:custGeom>
                          <a:avLst/>
                          <a:gdLst>
                            <a:gd name="f0" fmla="val 10800000"/>
                            <a:gd name="f1" fmla="val 5400000"/>
                            <a:gd name="f2" fmla="val 180"/>
                            <a:gd name="f3" fmla="val w"/>
                            <a:gd name="f4" fmla="val h"/>
                            <a:gd name="f5" fmla="val 0"/>
                            <a:gd name="f6" fmla="val 285"/>
                            <a:gd name="f7" fmla="val 208"/>
                            <a:gd name="f8" fmla="val 203"/>
                            <a:gd name="f9" fmla="val 10"/>
                            <a:gd name="f10" fmla="val 198"/>
                            <a:gd name="f11" fmla="val 25"/>
                            <a:gd name="f12" fmla="val 35"/>
                            <a:gd name="f13" fmla="val 193"/>
                            <a:gd name="f14" fmla="val 45"/>
                            <a:gd name="f15" fmla="val 60"/>
                            <a:gd name="f16" fmla="val 188"/>
                            <a:gd name="f17" fmla="val 70"/>
                            <a:gd name="f18" fmla="val 183"/>
                            <a:gd name="f19" fmla="val 85"/>
                            <a:gd name="f20" fmla="val 95"/>
                            <a:gd name="f21" fmla="val 178"/>
                            <a:gd name="f22" fmla="val 105"/>
                            <a:gd name="f23" fmla="val 173"/>
                            <a:gd name="f24" fmla="val 115"/>
                            <a:gd name="f25" fmla="val 169"/>
                            <a:gd name="f26" fmla="val 125"/>
                            <a:gd name="f27" fmla="val 164"/>
                            <a:gd name="f28" fmla="val 135"/>
                            <a:gd name="f29" fmla="val 159"/>
                            <a:gd name="f30" fmla="val 145"/>
                            <a:gd name="f31" fmla="val 154"/>
                            <a:gd name="f32" fmla="val 155"/>
                            <a:gd name="f33" fmla="val 144"/>
                            <a:gd name="f34" fmla="val 165"/>
                            <a:gd name="f35" fmla="val 139"/>
                            <a:gd name="f36" fmla="val 175"/>
                            <a:gd name="f37" fmla="val 134"/>
                            <a:gd name="f38" fmla="val 185"/>
                            <a:gd name="f39" fmla="val 124"/>
                            <a:gd name="f40" fmla="val 195"/>
                            <a:gd name="f41" fmla="val 119"/>
                            <a:gd name="f42" fmla="val 200"/>
                            <a:gd name="f43" fmla="val 109"/>
                            <a:gd name="f44" fmla="val 210"/>
                            <a:gd name="f45" fmla="val 104"/>
                            <a:gd name="f46" fmla="val 220"/>
                            <a:gd name="f47" fmla="val 94"/>
                            <a:gd name="f48" fmla="val 225"/>
                            <a:gd name="f49" fmla="val 89"/>
                            <a:gd name="f50" fmla="val 235"/>
                            <a:gd name="f51" fmla="val 79"/>
                            <a:gd name="f52" fmla="val 240"/>
                            <a:gd name="f53" fmla="val 69"/>
                            <a:gd name="f54" fmla="val 245"/>
                            <a:gd name="f55" fmla="val 64"/>
                            <a:gd name="f56" fmla="val 250"/>
                            <a:gd name="f57" fmla="val 54"/>
                            <a:gd name="f58" fmla="val 260"/>
                            <a:gd name="f59" fmla="val 44"/>
                            <a:gd name="f60" fmla="val 265"/>
                            <a:gd name="f61" fmla="val 34"/>
                            <a:gd name="f62" fmla="val 270"/>
                            <a:gd name="f63" fmla="val 24"/>
                            <a:gd name="f64" fmla="val 15"/>
                            <a:gd name="f65" fmla="val 275"/>
                            <a:gd name="f66" fmla="val 5"/>
                            <a:gd name="f67" fmla="val 280"/>
                            <a:gd name="f68" fmla="val 20"/>
                            <a:gd name="f69" fmla="val 29"/>
                            <a:gd name="f70" fmla="val 39"/>
                            <a:gd name="f71" fmla="val 49"/>
                            <a:gd name="f72" fmla="val 255"/>
                            <a:gd name="f73" fmla="val 74"/>
                            <a:gd name="f74" fmla="val 84"/>
                            <a:gd name="f75" fmla="val 230"/>
                            <a:gd name="f76" fmla="val 99"/>
                            <a:gd name="f77" fmla="val 215"/>
                            <a:gd name="f78" fmla="val 205"/>
                            <a:gd name="f79" fmla="val 114"/>
                            <a:gd name="f80" fmla="val 190"/>
                            <a:gd name="f81" fmla="val 129"/>
                            <a:gd name="f82" fmla="val 170"/>
                            <a:gd name="f83" fmla="val 160"/>
                            <a:gd name="f84" fmla="val 149"/>
                            <a:gd name="f85" fmla="val 150"/>
                            <a:gd name="f86" fmla="val 140"/>
                            <a:gd name="f87" fmla="val 130"/>
                            <a:gd name="f88" fmla="val 120"/>
                            <a:gd name="f89" fmla="val 75"/>
                            <a:gd name="f90" fmla="val 50"/>
                            <a:gd name="f91" fmla="+- 0 0 0"/>
                            <a:gd name="f92" fmla="*/ f3 1 285"/>
                            <a:gd name="f93" fmla="*/ f4 1 208"/>
                            <a:gd name="f94" fmla="+- f7 0 f5"/>
                            <a:gd name="f95" fmla="+- f6 0 f5"/>
                            <a:gd name="f96" fmla="*/ f91 f0 1"/>
                            <a:gd name="f97" fmla="*/ f95 1 285"/>
                            <a:gd name="f98" fmla="*/ f94 1 208"/>
                            <a:gd name="f99" fmla="*/ 0 f95 1"/>
                            <a:gd name="f100" fmla="*/ 203 f94 1"/>
                            <a:gd name="f101" fmla="*/ 25 f95 1"/>
                            <a:gd name="f102" fmla="*/ 198 f94 1"/>
                            <a:gd name="f103" fmla="*/ 45 f95 1"/>
                            <a:gd name="f104" fmla="*/ 193 f94 1"/>
                            <a:gd name="f105" fmla="*/ 70 f95 1"/>
                            <a:gd name="f106" fmla="*/ 183 f94 1"/>
                            <a:gd name="f107" fmla="*/ 95 f95 1"/>
                            <a:gd name="f108" fmla="*/ 178 f94 1"/>
                            <a:gd name="f109" fmla="*/ 115 f95 1"/>
                            <a:gd name="f110" fmla="*/ 169 f94 1"/>
                            <a:gd name="f111" fmla="*/ 135 f95 1"/>
                            <a:gd name="f112" fmla="*/ 159 f94 1"/>
                            <a:gd name="f113" fmla="*/ 155 f95 1"/>
                            <a:gd name="f114" fmla="*/ 144 f94 1"/>
                            <a:gd name="f115" fmla="*/ 175 f95 1"/>
                            <a:gd name="f116" fmla="*/ 134 f94 1"/>
                            <a:gd name="f117" fmla="*/ 195 f95 1"/>
                            <a:gd name="f118" fmla="*/ 119 f94 1"/>
                            <a:gd name="f119" fmla="*/ 210 f95 1"/>
                            <a:gd name="f120" fmla="*/ 104 f94 1"/>
                            <a:gd name="f121" fmla="*/ 225 f95 1"/>
                            <a:gd name="f122" fmla="*/ 89 f94 1"/>
                            <a:gd name="f123" fmla="*/ 240 f95 1"/>
                            <a:gd name="f124" fmla="*/ 69 f94 1"/>
                            <a:gd name="f125" fmla="*/ 250 f95 1"/>
                            <a:gd name="f126" fmla="*/ 54 f94 1"/>
                            <a:gd name="f127" fmla="*/ 265 f95 1"/>
                            <a:gd name="f128" fmla="*/ 34 f94 1"/>
                            <a:gd name="f129" fmla="*/ 270 f95 1"/>
                            <a:gd name="f130" fmla="*/ 15 f94 1"/>
                            <a:gd name="f131" fmla="*/ 280 f95 1"/>
                            <a:gd name="f132" fmla="*/ 0 f94 1"/>
                            <a:gd name="f133" fmla="*/ 10 f94 1"/>
                            <a:gd name="f134" fmla="*/ 29 f94 1"/>
                            <a:gd name="f135" fmla="*/ 260 f95 1"/>
                            <a:gd name="f136" fmla="*/ 49 f94 1"/>
                            <a:gd name="f137" fmla="*/ 64 f94 1"/>
                            <a:gd name="f138" fmla="*/ 235 f95 1"/>
                            <a:gd name="f139" fmla="*/ 84 f94 1"/>
                            <a:gd name="f140" fmla="*/ 220 f95 1"/>
                            <a:gd name="f141" fmla="*/ 99 f94 1"/>
                            <a:gd name="f142" fmla="*/ 205 f95 1"/>
                            <a:gd name="f143" fmla="*/ 114 f94 1"/>
                            <a:gd name="f144" fmla="*/ 190 f95 1"/>
                            <a:gd name="f145" fmla="*/ 129 f94 1"/>
                            <a:gd name="f146" fmla="*/ 170 f95 1"/>
                            <a:gd name="f147" fmla="*/ 150 f95 1"/>
                            <a:gd name="f148" fmla="*/ 154 f94 1"/>
                            <a:gd name="f149" fmla="*/ 130 f95 1"/>
                            <a:gd name="f150" fmla="*/ 105 f95 1"/>
                            <a:gd name="f151" fmla="*/ 85 f95 1"/>
                            <a:gd name="f152" fmla="*/ 188 f94 1"/>
                            <a:gd name="f153" fmla="*/ 60 f95 1"/>
                            <a:gd name="f154" fmla="*/ 35 f95 1"/>
                            <a:gd name="f155" fmla="*/ 10 f95 1"/>
                            <a:gd name="f156" fmla="*/ f96 1 f2"/>
                            <a:gd name="f157" fmla="*/ f99 1 285"/>
                            <a:gd name="f158" fmla="*/ f100 1 208"/>
                            <a:gd name="f159" fmla="*/ f101 1 285"/>
                            <a:gd name="f160" fmla="*/ f102 1 208"/>
                            <a:gd name="f161" fmla="*/ f103 1 285"/>
                            <a:gd name="f162" fmla="*/ f104 1 208"/>
                            <a:gd name="f163" fmla="*/ f105 1 285"/>
                            <a:gd name="f164" fmla="*/ f106 1 208"/>
                            <a:gd name="f165" fmla="*/ f107 1 285"/>
                            <a:gd name="f166" fmla="*/ f108 1 208"/>
                            <a:gd name="f167" fmla="*/ f109 1 285"/>
                            <a:gd name="f168" fmla="*/ f110 1 208"/>
                            <a:gd name="f169" fmla="*/ f111 1 285"/>
                            <a:gd name="f170" fmla="*/ f112 1 208"/>
                            <a:gd name="f171" fmla="*/ f113 1 285"/>
                            <a:gd name="f172" fmla="*/ f114 1 208"/>
                            <a:gd name="f173" fmla="*/ f115 1 285"/>
                            <a:gd name="f174" fmla="*/ f116 1 208"/>
                            <a:gd name="f175" fmla="*/ f117 1 285"/>
                            <a:gd name="f176" fmla="*/ f118 1 208"/>
                            <a:gd name="f177" fmla="*/ f119 1 285"/>
                            <a:gd name="f178" fmla="*/ f120 1 208"/>
                            <a:gd name="f179" fmla="*/ f121 1 285"/>
                            <a:gd name="f180" fmla="*/ f122 1 208"/>
                            <a:gd name="f181" fmla="*/ f123 1 285"/>
                            <a:gd name="f182" fmla="*/ f124 1 208"/>
                            <a:gd name="f183" fmla="*/ f125 1 285"/>
                            <a:gd name="f184" fmla="*/ f126 1 208"/>
                            <a:gd name="f185" fmla="*/ f127 1 285"/>
                            <a:gd name="f186" fmla="*/ f128 1 208"/>
                            <a:gd name="f187" fmla="*/ f129 1 285"/>
                            <a:gd name="f188" fmla="*/ f130 1 208"/>
                            <a:gd name="f189" fmla="*/ f131 1 285"/>
                            <a:gd name="f190" fmla="*/ f132 1 208"/>
                            <a:gd name="f191" fmla="*/ f133 1 208"/>
                            <a:gd name="f192" fmla="*/ f134 1 208"/>
                            <a:gd name="f193" fmla="*/ f135 1 285"/>
                            <a:gd name="f194" fmla="*/ f136 1 208"/>
                            <a:gd name="f195" fmla="*/ f137 1 208"/>
                            <a:gd name="f196" fmla="*/ f138 1 285"/>
                            <a:gd name="f197" fmla="*/ f139 1 208"/>
                            <a:gd name="f198" fmla="*/ f140 1 285"/>
                            <a:gd name="f199" fmla="*/ f141 1 208"/>
                            <a:gd name="f200" fmla="*/ f142 1 285"/>
                            <a:gd name="f201" fmla="*/ f143 1 208"/>
                            <a:gd name="f202" fmla="*/ f144 1 285"/>
                            <a:gd name="f203" fmla="*/ f145 1 208"/>
                            <a:gd name="f204" fmla="*/ f146 1 285"/>
                            <a:gd name="f205" fmla="*/ f147 1 285"/>
                            <a:gd name="f206" fmla="*/ f148 1 208"/>
                            <a:gd name="f207" fmla="*/ f149 1 285"/>
                            <a:gd name="f208" fmla="*/ f150 1 285"/>
                            <a:gd name="f209" fmla="*/ f151 1 285"/>
                            <a:gd name="f210" fmla="*/ f152 1 208"/>
                            <a:gd name="f211" fmla="*/ f153 1 285"/>
                            <a:gd name="f212" fmla="*/ f154 1 285"/>
                            <a:gd name="f213" fmla="*/ f155 1 285"/>
                            <a:gd name="f214" fmla="*/ 0 1 f97"/>
                            <a:gd name="f215" fmla="*/ f6 1 f97"/>
                            <a:gd name="f216" fmla="*/ 0 1 f98"/>
                            <a:gd name="f217" fmla="*/ f7 1 f98"/>
                            <a:gd name="f218" fmla="+- f156 0 f1"/>
                            <a:gd name="f219" fmla="*/ f157 1 f97"/>
                            <a:gd name="f220" fmla="*/ f158 1 f98"/>
                            <a:gd name="f221" fmla="*/ f159 1 f97"/>
                            <a:gd name="f222" fmla="*/ f160 1 f98"/>
                            <a:gd name="f223" fmla="*/ f161 1 f97"/>
                            <a:gd name="f224" fmla="*/ f162 1 f98"/>
                            <a:gd name="f225" fmla="*/ f163 1 f97"/>
                            <a:gd name="f226" fmla="*/ f164 1 f98"/>
                            <a:gd name="f227" fmla="*/ f165 1 f97"/>
                            <a:gd name="f228" fmla="*/ f166 1 f98"/>
                            <a:gd name="f229" fmla="*/ f167 1 f97"/>
                            <a:gd name="f230" fmla="*/ f168 1 f98"/>
                            <a:gd name="f231" fmla="*/ f169 1 f97"/>
                            <a:gd name="f232" fmla="*/ f170 1 f98"/>
                            <a:gd name="f233" fmla="*/ f171 1 f97"/>
                            <a:gd name="f234" fmla="*/ f172 1 f98"/>
                            <a:gd name="f235" fmla="*/ f173 1 f97"/>
                            <a:gd name="f236" fmla="*/ f174 1 f98"/>
                            <a:gd name="f237" fmla="*/ f175 1 f97"/>
                            <a:gd name="f238" fmla="*/ f176 1 f98"/>
                            <a:gd name="f239" fmla="*/ f177 1 f97"/>
                            <a:gd name="f240" fmla="*/ f178 1 f98"/>
                            <a:gd name="f241" fmla="*/ f179 1 f97"/>
                            <a:gd name="f242" fmla="*/ f180 1 f98"/>
                            <a:gd name="f243" fmla="*/ f181 1 f97"/>
                            <a:gd name="f244" fmla="*/ f182 1 f98"/>
                            <a:gd name="f245" fmla="*/ f183 1 f97"/>
                            <a:gd name="f246" fmla="*/ f184 1 f98"/>
                            <a:gd name="f247" fmla="*/ f185 1 f97"/>
                            <a:gd name="f248" fmla="*/ f186 1 f98"/>
                            <a:gd name="f249" fmla="*/ f187 1 f97"/>
                            <a:gd name="f250" fmla="*/ f188 1 f98"/>
                            <a:gd name="f251" fmla="*/ f189 1 f97"/>
                            <a:gd name="f252" fmla="*/ f190 1 f98"/>
                            <a:gd name="f253" fmla="*/ f191 1 f98"/>
                            <a:gd name="f254" fmla="*/ f192 1 f98"/>
                            <a:gd name="f255" fmla="*/ f193 1 f97"/>
                            <a:gd name="f256" fmla="*/ f194 1 f98"/>
                            <a:gd name="f257" fmla="*/ f195 1 f98"/>
                            <a:gd name="f258" fmla="*/ f196 1 f97"/>
                            <a:gd name="f259" fmla="*/ f197 1 f98"/>
                            <a:gd name="f260" fmla="*/ f198 1 f97"/>
                            <a:gd name="f261" fmla="*/ f199 1 f98"/>
                            <a:gd name="f262" fmla="*/ f200 1 f97"/>
                            <a:gd name="f263" fmla="*/ f201 1 f98"/>
                            <a:gd name="f264" fmla="*/ f202 1 f97"/>
                            <a:gd name="f265" fmla="*/ f203 1 f98"/>
                            <a:gd name="f266" fmla="*/ f204 1 f97"/>
                            <a:gd name="f267" fmla="*/ f205 1 f97"/>
                            <a:gd name="f268" fmla="*/ f206 1 f98"/>
                            <a:gd name="f269" fmla="*/ f207 1 f97"/>
                            <a:gd name="f270" fmla="*/ f208 1 f97"/>
                            <a:gd name="f271" fmla="*/ f209 1 f97"/>
                            <a:gd name="f272" fmla="*/ f210 1 f98"/>
                            <a:gd name="f273" fmla="*/ f211 1 f97"/>
                            <a:gd name="f274" fmla="*/ f212 1 f97"/>
                            <a:gd name="f275" fmla="*/ f213 1 f97"/>
                            <a:gd name="f276" fmla="*/ f214 f92 1"/>
                            <a:gd name="f277" fmla="*/ f215 f92 1"/>
                            <a:gd name="f278" fmla="*/ f217 f93 1"/>
                            <a:gd name="f279" fmla="*/ f216 f93 1"/>
                            <a:gd name="f280" fmla="*/ f219 f92 1"/>
                            <a:gd name="f281" fmla="*/ f220 f93 1"/>
                            <a:gd name="f282" fmla="*/ f221 f92 1"/>
                            <a:gd name="f283" fmla="*/ f222 f93 1"/>
                            <a:gd name="f284" fmla="*/ f223 f92 1"/>
                            <a:gd name="f285" fmla="*/ f224 f93 1"/>
                            <a:gd name="f286" fmla="*/ f225 f92 1"/>
                            <a:gd name="f287" fmla="*/ f226 f93 1"/>
                            <a:gd name="f288" fmla="*/ f227 f92 1"/>
                            <a:gd name="f289" fmla="*/ f228 f93 1"/>
                            <a:gd name="f290" fmla="*/ f229 f92 1"/>
                            <a:gd name="f291" fmla="*/ f230 f93 1"/>
                            <a:gd name="f292" fmla="*/ f231 f92 1"/>
                            <a:gd name="f293" fmla="*/ f232 f93 1"/>
                            <a:gd name="f294" fmla="*/ f233 f92 1"/>
                            <a:gd name="f295" fmla="*/ f234 f93 1"/>
                            <a:gd name="f296" fmla="*/ f235 f92 1"/>
                            <a:gd name="f297" fmla="*/ f236 f93 1"/>
                            <a:gd name="f298" fmla="*/ f237 f92 1"/>
                            <a:gd name="f299" fmla="*/ f238 f93 1"/>
                            <a:gd name="f300" fmla="*/ f239 f92 1"/>
                            <a:gd name="f301" fmla="*/ f240 f93 1"/>
                            <a:gd name="f302" fmla="*/ f241 f92 1"/>
                            <a:gd name="f303" fmla="*/ f242 f93 1"/>
                            <a:gd name="f304" fmla="*/ f243 f92 1"/>
                            <a:gd name="f305" fmla="*/ f244 f93 1"/>
                            <a:gd name="f306" fmla="*/ f245 f92 1"/>
                            <a:gd name="f307" fmla="*/ f246 f93 1"/>
                            <a:gd name="f308" fmla="*/ f247 f92 1"/>
                            <a:gd name="f309" fmla="*/ f248 f93 1"/>
                            <a:gd name="f310" fmla="*/ f249 f92 1"/>
                            <a:gd name="f311" fmla="*/ f250 f93 1"/>
                            <a:gd name="f312" fmla="*/ f251 f92 1"/>
                            <a:gd name="f313" fmla="*/ f252 f93 1"/>
                            <a:gd name="f314" fmla="*/ f253 f93 1"/>
                            <a:gd name="f315" fmla="*/ f254 f93 1"/>
                            <a:gd name="f316" fmla="*/ f255 f92 1"/>
                            <a:gd name="f317" fmla="*/ f256 f93 1"/>
                            <a:gd name="f318" fmla="*/ f257 f93 1"/>
                            <a:gd name="f319" fmla="*/ f258 f92 1"/>
                            <a:gd name="f320" fmla="*/ f259 f93 1"/>
                            <a:gd name="f321" fmla="*/ f260 f92 1"/>
                            <a:gd name="f322" fmla="*/ f261 f93 1"/>
                            <a:gd name="f323" fmla="*/ f262 f92 1"/>
                            <a:gd name="f324" fmla="*/ f263 f93 1"/>
                            <a:gd name="f325" fmla="*/ f264 f92 1"/>
                            <a:gd name="f326" fmla="*/ f265 f93 1"/>
                            <a:gd name="f327" fmla="*/ f266 f92 1"/>
                            <a:gd name="f328" fmla="*/ f267 f92 1"/>
                            <a:gd name="f329" fmla="*/ f268 f93 1"/>
                            <a:gd name="f330" fmla="*/ f269 f92 1"/>
                            <a:gd name="f331" fmla="*/ f270 f92 1"/>
                            <a:gd name="f332" fmla="*/ f271 f92 1"/>
                            <a:gd name="f333" fmla="*/ f272 f93 1"/>
                            <a:gd name="f334" fmla="*/ f273 f92 1"/>
                            <a:gd name="f335" fmla="*/ f274 f92 1"/>
                            <a:gd name="f336" fmla="*/ f275 f92 1"/>
                          </a:gdLst>
                          <a:ahLst/>
                          <a:cxnLst>
                            <a:cxn ang="3cd4">
                              <a:pos x="hc" y="t"/>
                            </a:cxn>
                            <a:cxn ang="0">
                              <a:pos x="r" y="vc"/>
                            </a:cxn>
                            <a:cxn ang="cd4">
                              <a:pos x="hc" y="b"/>
                            </a:cxn>
                            <a:cxn ang="cd2">
                              <a:pos x="l" y="vc"/>
                            </a:cxn>
                            <a:cxn ang="f218">
                              <a:pos x="f280" y="f281"/>
                            </a:cxn>
                            <a:cxn ang="f218">
                              <a:pos x="f282" y="f283"/>
                            </a:cxn>
                            <a:cxn ang="f218">
                              <a:pos x="f284" y="f285"/>
                            </a:cxn>
                            <a:cxn ang="f218">
                              <a:pos x="f286" y="f287"/>
                            </a:cxn>
                            <a:cxn ang="f218">
                              <a:pos x="f288" y="f289"/>
                            </a:cxn>
                            <a:cxn ang="f218">
                              <a:pos x="f290" y="f291"/>
                            </a:cxn>
                            <a:cxn ang="f218">
                              <a:pos x="f292" y="f293"/>
                            </a:cxn>
                            <a:cxn ang="f218">
                              <a:pos x="f294" y="f295"/>
                            </a:cxn>
                            <a:cxn ang="f218">
                              <a:pos x="f296" y="f297"/>
                            </a:cxn>
                            <a:cxn ang="f218">
                              <a:pos x="f298" y="f299"/>
                            </a:cxn>
                            <a:cxn ang="f218">
                              <a:pos x="f300" y="f301"/>
                            </a:cxn>
                            <a:cxn ang="f218">
                              <a:pos x="f302" y="f303"/>
                            </a:cxn>
                            <a:cxn ang="f218">
                              <a:pos x="f304" y="f305"/>
                            </a:cxn>
                            <a:cxn ang="f218">
                              <a:pos x="f306" y="f307"/>
                            </a:cxn>
                            <a:cxn ang="f218">
                              <a:pos x="f308" y="f309"/>
                            </a:cxn>
                            <a:cxn ang="f218">
                              <a:pos x="f310" y="f311"/>
                            </a:cxn>
                            <a:cxn ang="f218">
                              <a:pos x="f312" y="f313"/>
                            </a:cxn>
                            <a:cxn ang="f218">
                              <a:pos x="f312" y="f314"/>
                            </a:cxn>
                            <a:cxn ang="f218">
                              <a:pos x="f310" y="f315"/>
                            </a:cxn>
                            <a:cxn ang="f218">
                              <a:pos x="f316" y="f317"/>
                            </a:cxn>
                            <a:cxn ang="f218">
                              <a:pos x="f306" y="f318"/>
                            </a:cxn>
                            <a:cxn ang="f218">
                              <a:pos x="f319" y="f320"/>
                            </a:cxn>
                            <a:cxn ang="f218">
                              <a:pos x="f321" y="f322"/>
                            </a:cxn>
                            <a:cxn ang="f218">
                              <a:pos x="f323" y="f324"/>
                            </a:cxn>
                            <a:cxn ang="f218">
                              <a:pos x="f325" y="f326"/>
                            </a:cxn>
                            <a:cxn ang="f218">
                              <a:pos x="f327" y="f295"/>
                            </a:cxn>
                            <a:cxn ang="f218">
                              <a:pos x="f328" y="f329"/>
                            </a:cxn>
                            <a:cxn ang="f218">
                              <a:pos x="f330" y="f291"/>
                            </a:cxn>
                            <a:cxn ang="f218">
                              <a:pos x="f331" y="f289"/>
                            </a:cxn>
                            <a:cxn ang="f218">
                              <a:pos x="f332" y="f333"/>
                            </a:cxn>
                            <a:cxn ang="f218">
                              <a:pos x="f334" y="f285"/>
                            </a:cxn>
                            <a:cxn ang="f218">
                              <a:pos x="f335" y="f283"/>
                            </a:cxn>
                            <a:cxn ang="f218">
                              <a:pos x="f336" y="f281"/>
                            </a:cxn>
                          </a:cxnLst>
                          <a:rect l="f276" t="f279" r="f277" b="f278"/>
                          <a:pathLst>
                            <a:path w="285" h="208">
                              <a:moveTo>
                                <a:pt x="f5" y="f7"/>
                              </a:moveTo>
                              <a:lnTo>
                                <a:pt x="f5" y="f8"/>
                              </a:lnTo>
                              <a:lnTo>
                                <a:pt x="f9" y="f10"/>
                              </a:lnTo>
                              <a:lnTo>
                                <a:pt x="f11" y="f10"/>
                              </a:lnTo>
                              <a:lnTo>
                                <a:pt x="f12" y="f13"/>
                              </a:lnTo>
                              <a:lnTo>
                                <a:pt x="f14" y="f13"/>
                              </a:lnTo>
                              <a:lnTo>
                                <a:pt x="f15" y="f16"/>
                              </a:lnTo>
                              <a:lnTo>
                                <a:pt x="f17" y="f18"/>
                              </a:lnTo>
                              <a:lnTo>
                                <a:pt x="f19" y="f18"/>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53"/>
                              </a:lnTo>
                              <a:lnTo>
                                <a:pt x="f54" y="f55"/>
                              </a:lnTo>
                              <a:lnTo>
                                <a:pt x="f56" y="f57"/>
                              </a:lnTo>
                              <a:lnTo>
                                <a:pt x="f58" y="f59"/>
                              </a:lnTo>
                              <a:lnTo>
                                <a:pt x="f60" y="f61"/>
                              </a:lnTo>
                              <a:lnTo>
                                <a:pt x="f62" y="f63"/>
                              </a:lnTo>
                              <a:lnTo>
                                <a:pt x="f62" y="f64"/>
                              </a:lnTo>
                              <a:lnTo>
                                <a:pt x="f65" y="f66"/>
                              </a:lnTo>
                              <a:lnTo>
                                <a:pt x="f67" y="f5"/>
                              </a:lnTo>
                              <a:lnTo>
                                <a:pt x="f6" y="f5"/>
                              </a:lnTo>
                              <a:lnTo>
                                <a:pt x="f67" y="f9"/>
                              </a:lnTo>
                              <a:lnTo>
                                <a:pt x="f65" y="f68"/>
                              </a:lnTo>
                              <a:lnTo>
                                <a:pt x="f62" y="f69"/>
                              </a:lnTo>
                              <a:lnTo>
                                <a:pt x="f60" y="f70"/>
                              </a:lnTo>
                              <a:lnTo>
                                <a:pt x="f58" y="f71"/>
                              </a:lnTo>
                              <a:lnTo>
                                <a:pt x="f72" y="f57"/>
                              </a:lnTo>
                              <a:lnTo>
                                <a:pt x="f56" y="f55"/>
                              </a:lnTo>
                              <a:lnTo>
                                <a:pt x="f54" y="f73"/>
                              </a:lnTo>
                              <a:lnTo>
                                <a:pt x="f50" y="f74"/>
                              </a:lnTo>
                              <a:lnTo>
                                <a:pt x="f75" y="f49"/>
                              </a:lnTo>
                              <a:lnTo>
                                <a:pt x="f46" y="f76"/>
                              </a:lnTo>
                              <a:lnTo>
                                <a:pt x="f77" y="f43"/>
                              </a:lnTo>
                              <a:lnTo>
                                <a:pt x="f78" y="f79"/>
                              </a:lnTo>
                              <a:lnTo>
                                <a:pt x="f40" y="f39"/>
                              </a:lnTo>
                              <a:lnTo>
                                <a:pt x="f80" y="f81"/>
                              </a:lnTo>
                              <a:lnTo>
                                <a:pt x="f2" y="f37"/>
                              </a:lnTo>
                              <a:lnTo>
                                <a:pt x="f82" y="f33"/>
                              </a:lnTo>
                              <a:lnTo>
                                <a:pt x="f83" y="f84"/>
                              </a:lnTo>
                              <a:lnTo>
                                <a:pt x="f85" y="f31"/>
                              </a:lnTo>
                              <a:lnTo>
                                <a:pt x="f86" y="f27"/>
                              </a:lnTo>
                              <a:lnTo>
                                <a:pt x="f87" y="f25"/>
                              </a:lnTo>
                              <a:lnTo>
                                <a:pt x="f88" y="f23"/>
                              </a:lnTo>
                              <a:lnTo>
                                <a:pt x="f22" y="f21"/>
                              </a:lnTo>
                              <a:lnTo>
                                <a:pt x="f20" y="f18"/>
                              </a:lnTo>
                              <a:lnTo>
                                <a:pt x="f19" y="f16"/>
                              </a:lnTo>
                              <a:lnTo>
                                <a:pt x="f89" y="f16"/>
                              </a:lnTo>
                              <a:lnTo>
                                <a:pt x="f15" y="f13"/>
                              </a:lnTo>
                              <a:lnTo>
                                <a:pt x="f90" y="f10"/>
                              </a:lnTo>
                              <a:lnTo>
                                <a:pt x="f12" y="f10"/>
                              </a:lnTo>
                              <a:lnTo>
                                <a:pt x="f11" y="f8"/>
                              </a:lnTo>
                              <a:lnTo>
                                <a:pt x="f9" y="f8"/>
                              </a:lnTo>
                              <a:lnTo>
                                <a:pt x="f5"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4" name="Freeform 91"/>
                      <wps:cNvSpPr/>
                      <wps:spPr>
                        <a:xfrm>
                          <a:off x="235083" y="293403"/>
                          <a:ext cx="184315" cy="135358"/>
                        </a:xfrm>
                        <a:custGeom>
                          <a:avLst/>
                          <a:gdLst>
                            <a:gd name="f0" fmla="val 10800000"/>
                            <a:gd name="f1" fmla="val 5400000"/>
                            <a:gd name="f2" fmla="val 180"/>
                            <a:gd name="f3" fmla="val w"/>
                            <a:gd name="f4" fmla="val h"/>
                            <a:gd name="f5" fmla="val 0"/>
                            <a:gd name="f6" fmla="val 290"/>
                            <a:gd name="f7" fmla="val 213"/>
                            <a:gd name="f8" fmla="val 208"/>
                            <a:gd name="f9" fmla="val 10"/>
                            <a:gd name="f10" fmla="val 25"/>
                            <a:gd name="f11" fmla="val 35"/>
                            <a:gd name="f12" fmla="val 203"/>
                            <a:gd name="f13" fmla="val 50"/>
                            <a:gd name="f14" fmla="val 65"/>
                            <a:gd name="f15" fmla="val 199"/>
                            <a:gd name="f16" fmla="val 75"/>
                            <a:gd name="f17" fmla="val 85"/>
                            <a:gd name="f18" fmla="val 194"/>
                            <a:gd name="f19" fmla="val 100"/>
                            <a:gd name="f20" fmla="val 189"/>
                            <a:gd name="f21" fmla="val 110"/>
                            <a:gd name="f22" fmla="val 184"/>
                            <a:gd name="f23" fmla="val 120"/>
                            <a:gd name="f24" fmla="val 179"/>
                            <a:gd name="f25" fmla="val 135"/>
                            <a:gd name="f26" fmla="val 174"/>
                            <a:gd name="f27" fmla="val 145"/>
                            <a:gd name="f28" fmla="val 169"/>
                            <a:gd name="f29" fmla="val 155"/>
                            <a:gd name="f30" fmla="val 164"/>
                            <a:gd name="f31" fmla="val 165"/>
                            <a:gd name="f32" fmla="val 159"/>
                            <a:gd name="f33" fmla="val 175"/>
                            <a:gd name="f34" fmla="val 149"/>
                            <a:gd name="f35" fmla="val 185"/>
                            <a:gd name="f36" fmla="val 144"/>
                            <a:gd name="f37" fmla="val 195"/>
                            <a:gd name="f38" fmla="val 139"/>
                            <a:gd name="f39" fmla="val 205"/>
                            <a:gd name="f40" fmla="val 129"/>
                            <a:gd name="f41" fmla="val 210"/>
                            <a:gd name="f42" fmla="val 119"/>
                            <a:gd name="f43" fmla="val 220"/>
                            <a:gd name="f44" fmla="val 114"/>
                            <a:gd name="f45" fmla="val 230"/>
                            <a:gd name="f46" fmla="val 104"/>
                            <a:gd name="f47" fmla="val 235"/>
                            <a:gd name="f48" fmla="val 94"/>
                            <a:gd name="f49" fmla="val 245"/>
                            <a:gd name="f50" fmla="val 89"/>
                            <a:gd name="f51" fmla="val 250"/>
                            <a:gd name="f52" fmla="val 79"/>
                            <a:gd name="f53" fmla="val 255"/>
                            <a:gd name="f54" fmla="val 69"/>
                            <a:gd name="f55" fmla="val 260"/>
                            <a:gd name="f56" fmla="val 59"/>
                            <a:gd name="f57" fmla="val 265"/>
                            <a:gd name="f58" fmla="val 270"/>
                            <a:gd name="f59" fmla="val 40"/>
                            <a:gd name="f60" fmla="val 275"/>
                            <a:gd name="f61" fmla="val 30"/>
                            <a:gd name="f62" fmla="val 280"/>
                            <a:gd name="f63" fmla="val 20"/>
                            <a:gd name="f64" fmla="val 285"/>
                            <a:gd name="f65" fmla="val 15"/>
                            <a:gd name="f66" fmla="val 45"/>
                            <a:gd name="f67" fmla="val 54"/>
                            <a:gd name="f68" fmla="val 64"/>
                            <a:gd name="f69" fmla="val 74"/>
                            <a:gd name="f70" fmla="val 84"/>
                            <a:gd name="f71" fmla="val 240"/>
                            <a:gd name="f72" fmla="val 99"/>
                            <a:gd name="f73" fmla="val 109"/>
                            <a:gd name="f74" fmla="val 225"/>
                            <a:gd name="f75" fmla="val 215"/>
                            <a:gd name="f76" fmla="val 124"/>
                            <a:gd name="f77" fmla="val 134"/>
                            <a:gd name="f78" fmla="val 190"/>
                            <a:gd name="f79" fmla="val 154"/>
                            <a:gd name="f80" fmla="val 170"/>
                            <a:gd name="f81" fmla="val 160"/>
                            <a:gd name="f82" fmla="val 125"/>
                            <a:gd name="f83" fmla="val 115"/>
                            <a:gd name="f84" fmla="val 90"/>
                            <a:gd name="f85" fmla="+- 0 0 0"/>
                            <a:gd name="f86" fmla="*/ f3 1 290"/>
                            <a:gd name="f87" fmla="*/ f4 1 213"/>
                            <a:gd name="f88" fmla="+- f7 0 f5"/>
                            <a:gd name="f89" fmla="+- f6 0 f5"/>
                            <a:gd name="f90" fmla="*/ f85 f0 1"/>
                            <a:gd name="f91" fmla="*/ f89 1 290"/>
                            <a:gd name="f92" fmla="*/ f88 1 213"/>
                            <a:gd name="f93" fmla="*/ 0 f89 1"/>
                            <a:gd name="f94" fmla="*/ 208 f88 1"/>
                            <a:gd name="f95" fmla="*/ 25 f89 1"/>
                            <a:gd name="f96" fmla="*/ 50 f89 1"/>
                            <a:gd name="f97" fmla="*/ 203 f88 1"/>
                            <a:gd name="f98" fmla="*/ 75 f89 1"/>
                            <a:gd name="f99" fmla="*/ 199 f88 1"/>
                            <a:gd name="f100" fmla="*/ 100 f89 1"/>
                            <a:gd name="f101" fmla="*/ 189 f88 1"/>
                            <a:gd name="f102" fmla="*/ 120 f89 1"/>
                            <a:gd name="f103" fmla="*/ 179 f88 1"/>
                            <a:gd name="f104" fmla="*/ 145 f89 1"/>
                            <a:gd name="f105" fmla="*/ 169 f88 1"/>
                            <a:gd name="f106" fmla="*/ 165 f89 1"/>
                            <a:gd name="f107" fmla="*/ 159 f88 1"/>
                            <a:gd name="f108" fmla="*/ 185 f89 1"/>
                            <a:gd name="f109" fmla="*/ 144 f88 1"/>
                            <a:gd name="f110" fmla="*/ 205 f89 1"/>
                            <a:gd name="f111" fmla="*/ 129 f88 1"/>
                            <a:gd name="f112" fmla="*/ 220 f89 1"/>
                            <a:gd name="f113" fmla="*/ 114 f88 1"/>
                            <a:gd name="f114" fmla="*/ 235 f89 1"/>
                            <a:gd name="f115" fmla="*/ 94 f88 1"/>
                            <a:gd name="f116" fmla="*/ 250 f89 1"/>
                            <a:gd name="f117" fmla="*/ 79 f88 1"/>
                            <a:gd name="f118" fmla="*/ 260 f89 1"/>
                            <a:gd name="f119" fmla="*/ 59 f88 1"/>
                            <a:gd name="f120" fmla="*/ 270 f89 1"/>
                            <a:gd name="f121" fmla="*/ 40 f88 1"/>
                            <a:gd name="f122" fmla="*/ 280 f89 1"/>
                            <a:gd name="f123" fmla="*/ 20 f88 1"/>
                            <a:gd name="f124" fmla="*/ 285 f89 1"/>
                            <a:gd name="f125" fmla="*/ 0 f88 1"/>
                            <a:gd name="f126" fmla="*/ 290 f89 1"/>
                            <a:gd name="f127" fmla="*/ 15 f88 1"/>
                            <a:gd name="f128" fmla="*/ 35 f88 1"/>
                            <a:gd name="f129" fmla="*/ 54 f88 1"/>
                            <a:gd name="f130" fmla="*/ 74 f88 1"/>
                            <a:gd name="f131" fmla="*/ 245 f89 1"/>
                            <a:gd name="f132" fmla="*/ 89 f88 1"/>
                            <a:gd name="f133" fmla="*/ 230 f89 1"/>
                            <a:gd name="f134" fmla="*/ 109 f88 1"/>
                            <a:gd name="f135" fmla="*/ 215 f89 1"/>
                            <a:gd name="f136" fmla="*/ 124 f88 1"/>
                            <a:gd name="f137" fmla="*/ 195 f89 1"/>
                            <a:gd name="f138" fmla="*/ 139 f88 1"/>
                            <a:gd name="f139" fmla="*/ 180 f89 1"/>
                            <a:gd name="f140" fmla="*/ 154 f88 1"/>
                            <a:gd name="f141" fmla="*/ 160 f89 1"/>
                            <a:gd name="f142" fmla="*/ 135 f89 1"/>
                            <a:gd name="f143" fmla="*/ 115 f89 1"/>
                            <a:gd name="f144" fmla="*/ 90 f89 1"/>
                            <a:gd name="f145" fmla="*/ 65 f89 1"/>
                            <a:gd name="f146" fmla="*/ 40 f89 1"/>
                            <a:gd name="f147" fmla="*/ 10 f89 1"/>
                            <a:gd name="f148" fmla="*/ 213 f88 1"/>
                            <a:gd name="f149" fmla="*/ f90 1 f2"/>
                            <a:gd name="f150" fmla="*/ f93 1 290"/>
                            <a:gd name="f151" fmla="*/ f94 1 213"/>
                            <a:gd name="f152" fmla="*/ f95 1 290"/>
                            <a:gd name="f153" fmla="*/ f96 1 290"/>
                            <a:gd name="f154" fmla="*/ f97 1 213"/>
                            <a:gd name="f155" fmla="*/ f98 1 290"/>
                            <a:gd name="f156" fmla="*/ f99 1 213"/>
                            <a:gd name="f157" fmla="*/ f100 1 290"/>
                            <a:gd name="f158" fmla="*/ f101 1 213"/>
                            <a:gd name="f159" fmla="*/ f102 1 290"/>
                            <a:gd name="f160" fmla="*/ f103 1 213"/>
                            <a:gd name="f161" fmla="*/ f104 1 290"/>
                            <a:gd name="f162" fmla="*/ f105 1 213"/>
                            <a:gd name="f163" fmla="*/ f106 1 290"/>
                            <a:gd name="f164" fmla="*/ f107 1 213"/>
                            <a:gd name="f165" fmla="*/ f108 1 290"/>
                            <a:gd name="f166" fmla="*/ f109 1 213"/>
                            <a:gd name="f167" fmla="*/ f110 1 290"/>
                            <a:gd name="f168" fmla="*/ f111 1 213"/>
                            <a:gd name="f169" fmla="*/ f112 1 290"/>
                            <a:gd name="f170" fmla="*/ f113 1 213"/>
                            <a:gd name="f171" fmla="*/ f114 1 290"/>
                            <a:gd name="f172" fmla="*/ f115 1 213"/>
                            <a:gd name="f173" fmla="*/ f116 1 290"/>
                            <a:gd name="f174" fmla="*/ f117 1 213"/>
                            <a:gd name="f175" fmla="*/ f118 1 290"/>
                            <a:gd name="f176" fmla="*/ f119 1 213"/>
                            <a:gd name="f177" fmla="*/ f120 1 290"/>
                            <a:gd name="f178" fmla="*/ f121 1 213"/>
                            <a:gd name="f179" fmla="*/ f122 1 290"/>
                            <a:gd name="f180" fmla="*/ f123 1 213"/>
                            <a:gd name="f181" fmla="*/ f124 1 290"/>
                            <a:gd name="f182" fmla="*/ f125 1 213"/>
                            <a:gd name="f183" fmla="*/ f126 1 290"/>
                            <a:gd name="f184" fmla="*/ f127 1 213"/>
                            <a:gd name="f185" fmla="*/ f128 1 213"/>
                            <a:gd name="f186" fmla="*/ f129 1 213"/>
                            <a:gd name="f187" fmla="*/ f130 1 213"/>
                            <a:gd name="f188" fmla="*/ f131 1 290"/>
                            <a:gd name="f189" fmla="*/ f132 1 213"/>
                            <a:gd name="f190" fmla="*/ f133 1 290"/>
                            <a:gd name="f191" fmla="*/ f134 1 213"/>
                            <a:gd name="f192" fmla="*/ f135 1 290"/>
                            <a:gd name="f193" fmla="*/ f136 1 213"/>
                            <a:gd name="f194" fmla="*/ f137 1 290"/>
                            <a:gd name="f195" fmla="*/ f138 1 213"/>
                            <a:gd name="f196" fmla="*/ f139 1 290"/>
                            <a:gd name="f197" fmla="*/ f140 1 213"/>
                            <a:gd name="f198" fmla="*/ f141 1 290"/>
                            <a:gd name="f199" fmla="*/ f142 1 290"/>
                            <a:gd name="f200" fmla="*/ f143 1 290"/>
                            <a:gd name="f201" fmla="*/ f144 1 290"/>
                            <a:gd name="f202" fmla="*/ f145 1 290"/>
                            <a:gd name="f203" fmla="*/ f146 1 290"/>
                            <a:gd name="f204" fmla="*/ f147 1 290"/>
                            <a:gd name="f205" fmla="*/ f148 1 213"/>
                            <a:gd name="f206" fmla="*/ 0 1 f91"/>
                            <a:gd name="f207" fmla="*/ f6 1 f91"/>
                            <a:gd name="f208" fmla="*/ 0 1 f92"/>
                            <a:gd name="f209" fmla="*/ f7 1 f92"/>
                            <a:gd name="f210" fmla="+- f149 0 f1"/>
                            <a:gd name="f211" fmla="*/ f150 1 f91"/>
                            <a:gd name="f212" fmla="*/ f151 1 f92"/>
                            <a:gd name="f213" fmla="*/ f152 1 f91"/>
                            <a:gd name="f214" fmla="*/ f153 1 f91"/>
                            <a:gd name="f215" fmla="*/ f154 1 f92"/>
                            <a:gd name="f216" fmla="*/ f155 1 f91"/>
                            <a:gd name="f217" fmla="*/ f156 1 f92"/>
                            <a:gd name="f218" fmla="*/ f157 1 f91"/>
                            <a:gd name="f219" fmla="*/ f158 1 f92"/>
                            <a:gd name="f220" fmla="*/ f159 1 f91"/>
                            <a:gd name="f221" fmla="*/ f160 1 f92"/>
                            <a:gd name="f222" fmla="*/ f161 1 f91"/>
                            <a:gd name="f223" fmla="*/ f162 1 f92"/>
                            <a:gd name="f224" fmla="*/ f163 1 f91"/>
                            <a:gd name="f225" fmla="*/ f164 1 f92"/>
                            <a:gd name="f226" fmla="*/ f165 1 f91"/>
                            <a:gd name="f227" fmla="*/ f166 1 f92"/>
                            <a:gd name="f228" fmla="*/ f167 1 f91"/>
                            <a:gd name="f229" fmla="*/ f168 1 f92"/>
                            <a:gd name="f230" fmla="*/ f169 1 f91"/>
                            <a:gd name="f231" fmla="*/ f170 1 f92"/>
                            <a:gd name="f232" fmla="*/ f171 1 f91"/>
                            <a:gd name="f233" fmla="*/ f172 1 f92"/>
                            <a:gd name="f234" fmla="*/ f173 1 f91"/>
                            <a:gd name="f235" fmla="*/ f174 1 f92"/>
                            <a:gd name="f236" fmla="*/ f175 1 f91"/>
                            <a:gd name="f237" fmla="*/ f176 1 f92"/>
                            <a:gd name="f238" fmla="*/ f177 1 f91"/>
                            <a:gd name="f239" fmla="*/ f178 1 f92"/>
                            <a:gd name="f240" fmla="*/ f179 1 f91"/>
                            <a:gd name="f241" fmla="*/ f180 1 f92"/>
                            <a:gd name="f242" fmla="*/ f181 1 f91"/>
                            <a:gd name="f243" fmla="*/ f182 1 f92"/>
                            <a:gd name="f244" fmla="*/ f183 1 f91"/>
                            <a:gd name="f245" fmla="*/ f184 1 f92"/>
                            <a:gd name="f246" fmla="*/ f185 1 f92"/>
                            <a:gd name="f247" fmla="*/ f186 1 f92"/>
                            <a:gd name="f248" fmla="*/ f187 1 f92"/>
                            <a:gd name="f249" fmla="*/ f188 1 f91"/>
                            <a:gd name="f250" fmla="*/ f189 1 f92"/>
                            <a:gd name="f251" fmla="*/ f190 1 f91"/>
                            <a:gd name="f252" fmla="*/ f191 1 f92"/>
                            <a:gd name="f253" fmla="*/ f192 1 f91"/>
                            <a:gd name="f254" fmla="*/ f193 1 f92"/>
                            <a:gd name="f255" fmla="*/ f194 1 f91"/>
                            <a:gd name="f256" fmla="*/ f195 1 f92"/>
                            <a:gd name="f257" fmla="*/ f196 1 f91"/>
                            <a:gd name="f258" fmla="*/ f197 1 f92"/>
                            <a:gd name="f259" fmla="*/ f198 1 f91"/>
                            <a:gd name="f260" fmla="*/ f199 1 f91"/>
                            <a:gd name="f261" fmla="*/ f200 1 f91"/>
                            <a:gd name="f262" fmla="*/ f201 1 f91"/>
                            <a:gd name="f263" fmla="*/ f202 1 f91"/>
                            <a:gd name="f264" fmla="*/ f203 1 f91"/>
                            <a:gd name="f265" fmla="*/ f204 1 f91"/>
                            <a:gd name="f266" fmla="*/ f205 1 f92"/>
                            <a:gd name="f267" fmla="*/ f206 f86 1"/>
                            <a:gd name="f268" fmla="*/ f207 f86 1"/>
                            <a:gd name="f269" fmla="*/ f209 f87 1"/>
                            <a:gd name="f270" fmla="*/ f208 f87 1"/>
                            <a:gd name="f271" fmla="*/ f211 f86 1"/>
                            <a:gd name="f272" fmla="*/ f212 f87 1"/>
                            <a:gd name="f273" fmla="*/ f213 f86 1"/>
                            <a:gd name="f274" fmla="*/ f214 f86 1"/>
                            <a:gd name="f275" fmla="*/ f215 f87 1"/>
                            <a:gd name="f276" fmla="*/ f216 f86 1"/>
                            <a:gd name="f277" fmla="*/ f217 f87 1"/>
                            <a:gd name="f278" fmla="*/ f218 f86 1"/>
                            <a:gd name="f279" fmla="*/ f219 f87 1"/>
                            <a:gd name="f280" fmla="*/ f220 f86 1"/>
                            <a:gd name="f281" fmla="*/ f221 f87 1"/>
                            <a:gd name="f282" fmla="*/ f222 f86 1"/>
                            <a:gd name="f283" fmla="*/ f223 f87 1"/>
                            <a:gd name="f284" fmla="*/ f224 f86 1"/>
                            <a:gd name="f285" fmla="*/ f225 f87 1"/>
                            <a:gd name="f286" fmla="*/ f226 f86 1"/>
                            <a:gd name="f287" fmla="*/ f227 f87 1"/>
                            <a:gd name="f288" fmla="*/ f228 f86 1"/>
                            <a:gd name="f289" fmla="*/ f229 f87 1"/>
                            <a:gd name="f290" fmla="*/ f230 f86 1"/>
                            <a:gd name="f291" fmla="*/ f231 f87 1"/>
                            <a:gd name="f292" fmla="*/ f232 f86 1"/>
                            <a:gd name="f293" fmla="*/ f233 f87 1"/>
                            <a:gd name="f294" fmla="*/ f234 f86 1"/>
                            <a:gd name="f295" fmla="*/ f235 f87 1"/>
                            <a:gd name="f296" fmla="*/ f236 f86 1"/>
                            <a:gd name="f297" fmla="*/ f237 f87 1"/>
                            <a:gd name="f298" fmla="*/ f238 f86 1"/>
                            <a:gd name="f299" fmla="*/ f239 f87 1"/>
                            <a:gd name="f300" fmla="*/ f240 f86 1"/>
                            <a:gd name="f301" fmla="*/ f241 f87 1"/>
                            <a:gd name="f302" fmla="*/ f242 f86 1"/>
                            <a:gd name="f303" fmla="*/ f243 f87 1"/>
                            <a:gd name="f304" fmla="*/ f244 f86 1"/>
                            <a:gd name="f305" fmla="*/ f245 f87 1"/>
                            <a:gd name="f306" fmla="*/ f246 f87 1"/>
                            <a:gd name="f307" fmla="*/ f247 f87 1"/>
                            <a:gd name="f308" fmla="*/ f248 f87 1"/>
                            <a:gd name="f309" fmla="*/ f249 f86 1"/>
                            <a:gd name="f310" fmla="*/ f250 f87 1"/>
                            <a:gd name="f311" fmla="*/ f251 f86 1"/>
                            <a:gd name="f312" fmla="*/ f252 f87 1"/>
                            <a:gd name="f313" fmla="*/ f253 f86 1"/>
                            <a:gd name="f314" fmla="*/ f254 f87 1"/>
                            <a:gd name="f315" fmla="*/ f255 f86 1"/>
                            <a:gd name="f316" fmla="*/ f256 f87 1"/>
                            <a:gd name="f317" fmla="*/ f257 f86 1"/>
                            <a:gd name="f318" fmla="*/ f258 f87 1"/>
                            <a:gd name="f319" fmla="*/ f259 f86 1"/>
                            <a:gd name="f320" fmla="*/ f260 f86 1"/>
                            <a:gd name="f321" fmla="*/ f261 f86 1"/>
                            <a:gd name="f322" fmla="*/ f262 f86 1"/>
                            <a:gd name="f323" fmla="*/ f263 f86 1"/>
                            <a:gd name="f324" fmla="*/ f264 f86 1"/>
                            <a:gd name="f325" fmla="*/ f265 f86 1"/>
                            <a:gd name="f326" fmla="*/ f266 f87 1"/>
                          </a:gdLst>
                          <a:ahLst/>
                          <a:cxnLst>
                            <a:cxn ang="3cd4">
                              <a:pos x="hc" y="t"/>
                            </a:cxn>
                            <a:cxn ang="0">
                              <a:pos x="r" y="vc"/>
                            </a:cxn>
                            <a:cxn ang="cd4">
                              <a:pos x="hc" y="b"/>
                            </a:cxn>
                            <a:cxn ang="cd2">
                              <a:pos x="l" y="vc"/>
                            </a:cxn>
                            <a:cxn ang="f210">
                              <a:pos x="f271" y="f272"/>
                            </a:cxn>
                            <a:cxn ang="f210">
                              <a:pos x="f273" y="f272"/>
                            </a:cxn>
                            <a:cxn ang="f210">
                              <a:pos x="f274" y="f275"/>
                            </a:cxn>
                            <a:cxn ang="f210">
                              <a:pos x="f276" y="f277"/>
                            </a:cxn>
                            <a:cxn ang="f210">
                              <a:pos x="f278" y="f279"/>
                            </a:cxn>
                            <a:cxn ang="f210">
                              <a:pos x="f280" y="f281"/>
                            </a:cxn>
                            <a:cxn ang="f210">
                              <a:pos x="f282" y="f283"/>
                            </a:cxn>
                            <a:cxn ang="f210">
                              <a:pos x="f284" y="f285"/>
                            </a:cxn>
                            <a:cxn ang="f210">
                              <a:pos x="f286" y="f287"/>
                            </a:cxn>
                            <a:cxn ang="f210">
                              <a:pos x="f288" y="f289"/>
                            </a:cxn>
                            <a:cxn ang="f210">
                              <a:pos x="f290" y="f291"/>
                            </a:cxn>
                            <a:cxn ang="f210">
                              <a:pos x="f292" y="f293"/>
                            </a:cxn>
                            <a:cxn ang="f210">
                              <a:pos x="f294" y="f295"/>
                            </a:cxn>
                            <a:cxn ang="f210">
                              <a:pos x="f296" y="f297"/>
                            </a:cxn>
                            <a:cxn ang="f210">
                              <a:pos x="f298" y="f299"/>
                            </a:cxn>
                            <a:cxn ang="f210">
                              <a:pos x="f300" y="f301"/>
                            </a:cxn>
                            <a:cxn ang="f210">
                              <a:pos x="f302" y="f303"/>
                            </a:cxn>
                            <a:cxn ang="f210">
                              <a:pos x="f304" y="f305"/>
                            </a:cxn>
                            <a:cxn ang="f210">
                              <a:pos x="f300" y="f306"/>
                            </a:cxn>
                            <a:cxn ang="f210">
                              <a:pos x="f298" y="f307"/>
                            </a:cxn>
                            <a:cxn ang="f210">
                              <a:pos x="f296" y="f308"/>
                            </a:cxn>
                            <a:cxn ang="f210">
                              <a:pos x="f309" y="f310"/>
                            </a:cxn>
                            <a:cxn ang="f210">
                              <a:pos x="f311" y="f312"/>
                            </a:cxn>
                            <a:cxn ang="f210">
                              <a:pos x="f313" y="f314"/>
                            </a:cxn>
                            <a:cxn ang="f210">
                              <a:pos x="f315" y="f316"/>
                            </a:cxn>
                            <a:cxn ang="f210">
                              <a:pos x="f317" y="f318"/>
                            </a:cxn>
                            <a:cxn ang="f210">
                              <a:pos x="f319" y="f283"/>
                            </a:cxn>
                            <a:cxn ang="f210">
                              <a:pos x="f320" y="f281"/>
                            </a:cxn>
                            <a:cxn ang="f210">
                              <a:pos x="f321" y="f279"/>
                            </a:cxn>
                            <a:cxn ang="f210">
                              <a:pos x="f322" y="f277"/>
                            </a:cxn>
                            <a:cxn ang="f210">
                              <a:pos x="f323" y="f275"/>
                            </a:cxn>
                            <a:cxn ang="f210">
                              <a:pos x="f324" y="f272"/>
                            </a:cxn>
                            <a:cxn ang="f210">
                              <a:pos x="f325" y="f326"/>
                            </a:cxn>
                          </a:cxnLst>
                          <a:rect l="f267" t="f270" r="f268" b="f269"/>
                          <a:pathLst>
                            <a:path w="290" h="213">
                              <a:moveTo>
                                <a:pt x="f5" y="f7"/>
                              </a:moveTo>
                              <a:lnTo>
                                <a:pt x="f5" y="f8"/>
                              </a:lnTo>
                              <a:lnTo>
                                <a:pt x="f9" y="f8"/>
                              </a:lnTo>
                              <a:lnTo>
                                <a:pt x="f10" y="f8"/>
                              </a:lnTo>
                              <a:lnTo>
                                <a:pt x="f11" y="f12"/>
                              </a:lnTo>
                              <a:lnTo>
                                <a:pt x="f13" y="f12"/>
                              </a:lnTo>
                              <a:lnTo>
                                <a:pt x="f14" y="f15"/>
                              </a:lnTo>
                              <a:lnTo>
                                <a:pt x="f16" y="f15"/>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13"/>
                              </a:lnTo>
                              <a:lnTo>
                                <a:pt x="f58" y="f59"/>
                              </a:lnTo>
                              <a:lnTo>
                                <a:pt x="f60" y="f61"/>
                              </a:lnTo>
                              <a:lnTo>
                                <a:pt x="f62" y="f63"/>
                              </a:lnTo>
                              <a:lnTo>
                                <a:pt x="f64" y="f9"/>
                              </a:lnTo>
                              <a:lnTo>
                                <a:pt x="f64" y="f5"/>
                              </a:lnTo>
                              <a:lnTo>
                                <a:pt x="f6" y="f5"/>
                              </a:lnTo>
                              <a:lnTo>
                                <a:pt x="f6" y="f65"/>
                              </a:lnTo>
                              <a:lnTo>
                                <a:pt x="f64" y="f10"/>
                              </a:lnTo>
                              <a:lnTo>
                                <a:pt x="f62" y="f11"/>
                              </a:lnTo>
                              <a:lnTo>
                                <a:pt x="f60" y="f66"/>
                              </a:lnTo>
                              <a:lnTo>
                                <a:pt x="f58" y="f67"/>
                              </a:lnTo>
                              <a:lnTo>
                                <a:pt x="f57" y="f68"/>
                              </a:lnTo>
                              <a:lnTo>
                                <a:pt x="f55" y="f69"/>
                              </a:lnTo>
                              <a:lnTo>
                                <a:pt x="f53" y="f70"/>
                              </a:lnTo>
                              <a:lnTo>
                                <a:pt x="f49" y="f50"/>
                              </a:lnTo>
                              <a:lnTo>
                                <a:pt x="f71" y="f72"/>
                              </a:lnTo>
                              <a:lnTo>
                                <a:pt x="f45" y="f73"/>
                              </a:lnTo>
                              <a:lnTo>
                                <a:pt x="f74" y="f42"/>
                              </a:lnTo>
                              <a:lnTo>
                                <a:pt x="f75" y="f76"/>
                              </a:lnTo>
                              <a:lnTo>
                                <a:pt x="f39" y="f77"/>
                              </a:lnTo>
                              <a:lnTo>
                                <a:pt x="f37" y="f38"/>
                              </a:lnTo>
                              <a:lnTo>
                                <a:pt x="f78" y="f34"/>
                              </a:lnTo>
                              <a:lnTo>
                                <a:pt x="f2" y="f79"/>
                              </a:lnTo>
                              <a:lnTo>
                                <a:pt x="f80" y="f32"/>
                              </a:lnTo>
                              <a:lnTo>
                                <a:pt x="f81" y="f28"/>
                              </a:lnTo>
                              <a:lnTo>
                                <a:pt x="f27" y="f26"/>
                              </a:lnTo>
                              <a:lnTo>
                                <a:pt x="f25" y="f24"/>
                              </a:lnTo>
                              <a:lnTo>
                                <a:pt x="f82" y="f22"/>
                              </a:lnTo>
                              <a:lnTo>
                                <a:pt x="f83" y="f20"/>
                              </a:lnTo>
                              <a:lnTo>
                                <a:pt x="f19" y="f18"/>
                              </a:lnTo>
                              <a:lnTo>
                                <a:pt x="f84" y="f15"/>
                              </a:lnTo>
                              <a:lnTo>
                                <a:pt x="f16" y="f12"/>
                              </a:lnTo>
                              <a:lnTo>
                                <a:pt x="f14" y="f12"/>
                              </a:lnTo>
                              <a:lnTo>
                                <a:pt x="f13" y="f8"/>
                              </a:lnTo>
                              <a:lnTo>
                                <a:pt x="f59" y="f8"/>
                              </a:lnTo>
                              <a:lnTo>
                                <a:pt x="f10" y="f7"/>
                              </a:lnTo>
                              <a:lnTo>
                                <a:pt x="f9" y="f7"/>
                              </a:lnTo>
                              <a:lnTo>
                                <a:pt x="f5" y="f7"/>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35" name="Freeform 92"/>
                      <wps:cNvSpPr/>
                      <wps:spPr>
                        <a:xfrm>
                          <a:off x="247683" y="302757"/>
                          <a:ext cx="149403" cy="110880"/>
                        </a:xfrm>
                        <a:custGeom>
                          <a:avLst/>
                          <a:gdLst>
                            <a:gd name="f0" fmla="val 10800000"/>
                            <a:gd name="f1" fmla="val 5400000"/>
                            <a:gd name="f2" fmla="val 180"/>
                            <a:gd name="f3" fmla="val w"/>
                            <a:gd name="f4" fmla="val h"/>
                            <a:gd name="f5" fmla="val 0"/>
                            <a:gd name="f6" fmla="val 235"/>
                            <a:gd name="f7" fmla="val 174"/>
                            <a:gd name="f8" fmla="val 169"/>
                            <a:gd name="f9" fmla="val 10"/>
                            <a:gd name="f10" fmla="val 164"/>
                            <a:gd name="f11" fmla="val 20"/>
                            <a:gd name="f12" fmla="val 30"/>
                            <a:gd name="f13" fmla="val 159"/>
                            <a:gd name="f14" fmla="val 40"/>
                            <a:gd name="f15" fmla="val 50"/>
                            <a:gd name="f16" fmla="val 154"/>
                            <a:gd name="f17" fmla="val 60"/>
                            <a:gd name="f18" fmla="val 70"/>
                            <a:gd name="f19" fmla="val 149"/>
                            <a:gd name="f20" fmla="val 80"/>
                            <a:gd name="f21" fmla="val 144"/>
                            <a:gd name="f22" fmla="val 90"/>
                            <a:gd name="f23" fmla="val 95"/>
                            <a:gd name="f24" fmla="val 139"/>
                            <a:gd name="f25" fmla="val 105"/>
                            <a:gd name="f26" fmla="val 134"/>
                            <a:gd name="f27" fmla="val 115"/>
                            <a:gd name="f28" fmla="val 129"/>
                            <a:gd name="f29" fmla="val 120"/>
                            <a:gd name="f30" fmla="val 124"/>
                            <a:gd name="f31" fmla="val 130"/>
                            <a:gd name="f32" fmla="val 119"/>
                            <a:gd name="f33" fmla="val 140"/>
                            <a:gd name="f34" fmla="val 114"/>
                            <a:gd name="f35" fmla="val 145"/>
                            <a:gd name="f36" fmla="val 109"/>
                            <a:gd name="f37" fmla="val 155"/>
                            <a:gd name="f38" fmla="val 104"/>
                            <a:gd name="f39" fmla="val 160"/>
                            <a:gd name="f40" fmla="val 99"/>
                            <a:gd name="f41" fmla="val 165"/>
                            <a:gd name="f42" fmla="val 89"/>
                            <a:gd name="f43" fmla="val 175"/>
                            <a:gd name="f44" fmla="val 84"/>
                            <a:gd name="f45" fmla="val 79"/>
                            <a:gd name="f46" fmla="val 185"/>
                            <a:gd name="f47" fmla="val 74"/>
                            <a:gd name="f48" fmla="val 190"/>
                            <a:gd name="f49" fmla="val 64"/>
                            <a:gd name="f50" fmla="val 195"/>
                            <a:gd name="f51" fmla="val 59"/>
                            <a:gd name="f52" fmla="val 205"/>
                            <a:gd name="f53" fmla="val 49"/>
                            <a:gd name="f54" fmla="val 210"/>
                            <a:gd name="f55" fmla="val 44"/>
                            <a:gd name="f56" fmla="val 39"/>
                            <a:gd name="f57" fmla="val 215"/>
                            <a:gd name="f58" fmla="val 220"/>
                            <a:gd name="f59" fmla="val 25"/>
                            <a:gd name="f60" fmla="val 225"/>
                            <a:gd name="f61" fmla="val 15"/>
                            <a:gd name="f62" fmla="val 230"/>
                            <a:gd name="f63" fmla="val 5"/>
                            <a:gd name="f64" fmla="val 35"/>
                            <a:gd name="f65" fmla="val 54"/>
                            <a:gd name="f66" fmla="val 200"/>
                            <a:gd name="f67" fmla="val 69"/>
                            <a:gd name="f68" fmla="val 170"/>
                            <a:gd name="f69" fmla="val 94"/>
                            <a:gd name="f70" fmla="val 150"/>
                            <a:gd name="f71" fmla="val 135"/>
                            <a:gd name="f72" fmla="val 125"/>
                            <a:gd name="f73" fmla="val 110"/>
                            <a:gd name="f74" fmla="val 100"/>
                            <a:gd name="f75" fmla="+- 0 0 0"/>
                            <a:gd name="f76" fmla="*/ f3 1 235"/>
                            <a:gd name="f77" fmla="*/ f4 1 174"/>
                            <a:gd name="f78" fmla="+- f7 0 f5"/>
                            <a:gd name="f79" fmla="+- f6 0 f5"/>
                            <a:gd name="f80" fmla="*/ f75 f0 1"/>
                            <a:gd name="f81" fmla="*/ f79 1 235"/>
                            <a:gd name="f82" fmla="*/ f78 1 174"/>
                            <a:gd name="f83" fmla="*/ 0 f79 1"/>
                            <a:gd name="f84" fmla="*/ 169 f78 1"/>
                            <a:gd name="f85" fmla="*/ 20 f79 1"/>
                            <a:gd name="f86" fmla="*/ 164 f78 1"/>
                            <a:gd name="f87" fmla="*/ 40 f79 1"/>
                            <a:gd name="f88" fmla="*/ 159 f78 1"/>
                            <a:gd name="f89" fmla="*/ 60 f79 1"/>
                            <a:gd name="f90" fmla="*/ 154 f78 1"/>
                            <a:gd name="f91" fmla="*/ 80 f79 1"/>
                            <a:gd name="f92" fmla="*/ 144 f78 1"/>
                            <a:gd name="f93" fmla="*/ 95 f79 1"/>
                            <a:gd name="f94" fmla="*/ 139 f78 1"/>
                            <a:gd name="f95" fmla="*/ 115 f79 1"/>
                            <a:gd name="f96" fmla="*/ 129 f78 1"/>
                            <a:gd name="f97" fmla="*/ 130 f79 1"/>
                            <a:gd name="f98" fmla="*/ 119 f78 1"/>
                            <a:gd name="f99" fmla="*/ 145 f79 1"/>
                            <a:gd name="f100" fmla="*/ 109 f78 1"/>
                            <a:gd name="f101" fmla="*/ 160 f79 1"/>
                            <a:gd name="f102" fmla="*/ 99 f78 1"/>
                            <a:gd name="f103" fmla="*/ 175 f79 1"/>
                            <a:gd name="f104" fmla="*/ 84 f78 1"/>
                            <a:gd name="f105" fmla="*/ 185 f79 1"/>
                            <a:gd name="f106" fmla="*/ 74 f78 1"/>
                            <a:gd name="f107" fmla="*/ 195 f79 1"/>
                            <a:gd name="f108" fmla="*/ 59 f78 1"/>
                            <a:gd name="f109" fmla="*/ 210 f79 1"/>
                            <a:gd name="f110" fmla="*/ 44 f78 1"/>
                            <a:gd name="f111" fmla="*/ 215 f79 1"/>
                            <a:gd name="f112" fmla="*/ 30 f78 1"/>
                            <a:gd name="f113" fmla="*/ 225 f79 1"/>
                            <a:gd name="f114" fmla="*/ 15 f78 1"/>
                            <a:gd name="f115" fmla="*/ 230 f79 1"/>
                            <a:gd name="f116" fmla="*/ 0 f78 1"/>
                            <a:gd name="f117" fmla="*/ 235 f79 1"/>
                            <a:gd name="f118" fmla="*/ 10 f78 1"/>
                            <a:gd name="f119" fmla="*/ 25 f78 1"/>
                            <a:gd name="f120" fmla="*/ 39 f78 1"/>
                            <a:gd name="f121" fmla="*/ 205 f79 1"/>
                            <a:gd name="f122" fmla="*/ 54 f78 1"/>
                            <a:gd name="f123" fmla="*/ 69 f78 1"/>
                            <a:gd name="f124" fmla="*/ 170 f79 1"/>
                            <a:gd name="f125" fmla="*/ 94 f78 1"/>
                            <a:gd name="f126" fmla="*/ 155 f79 1"/>
                            <a:gd name="f127" fmla="*/ 140 f79 1"/>
                            <a:gd name="f128" fmla="*/ 125 f79 1"/>
                            <a:gd name="f129" fmla="*/ 110 f79 1"/>
                            <a:gd name="f130" fmla="*/ 90 f79 1"/>
                            <a:gd name="f131" fmla="*/ 149 f78 1"/>
                            <a:gd name="f132" fmla="*/ 70 f79 1"/>
                            <a:gd name="f133" fmla="*/ 50 f79 1"/>
                            <a:gd name="f134" fmla="*/ 30 f79 1"/>
                            <a:gd name="f135" fmla="*/ 10 f79 1"/>
                            <a:gd name="f136" fmla="*/ f80 1 f2"/>
                            <a:gd name="f137" fmla="*/ f83 1 235"/>
                            <a:gd name="f138" fmla="*/ f84 1 174"/>
                            <a:gd name="f139" fmla="*/ f85 1 235"/>
                            <a:gd name="f140" fmla="*/ f86 1 174"/>
                            <a:gd name="f141" fmla="*/ f87 1 235"/>
                            <a:gd name="f142" fmla="*/ f88 1 174"/>
                            <a:gd name="f143" fmla="*/ f89 1 235"/>
                            <a:gd name="f144" fmla="*/ f90 1 174"/>
                            <a:gd name="f145" fmla="*/ f91 1 235"/>
                            <a:gd name="f146" fmla="*/ f92 1 174"/>
                            <a:gd name="f147" fmla="*/ f93 1 235"/>
                            <a:gd name="f148" fmla="*/ f94 1 174"/>
                            <a:gd name="f149" fmla="*/ f95 1 235"/>
                            <a:gd name="f150" fmla="*/ f96 1 174"/>
                            <a:gd name="f151" fmla="*/ f97 1 235"/>
                            <a:gd name="f152" fmla="*/ f98 1 174"/>
                            <a:gd name="f153" fmla="*/ f99 1 235"/>
                            <a:gd name="f154" fmla="*/ f100 1 174"/>
                            <a:gd name="f155" fmla="*/ f101 1 235"/>
                            <a:gd name="f156" fmla="*/ f102 1 174"/>
                            <a:gd name="f157" fmla="*/ f103 1 235"/>
                            <a:gd name="f158" fmla="*/ f104 1 174"/>
                            <a:gd name="f159" fmla="*/ f105 1 235"/>
                            <a:gd name="f160" fmla="*/ f106 1 174"/>
                            <a:gd name="f161" fmla="*/ f107 1 235"/>
                            <a:gd name="f162" fmla="*/ f108 1 174"/>
                            <a:gd name="f163" fmla="*/ f109 1 235"/>
                            <a:gd name="f164" fmla="*/ f110 1 174"/>
                            <a:gd name="f165" fmla="*/ f111 1 235"/>
                            <a:gd name="f166" fmla="*/ f112 1 174"/>
                            <a:gd name="f167" fmla="*/ f113 1 235"/>
                            <a:gd name="f168" fmla="*/ f114 1 174"/>
                            <a:gd name="f169" fmla="*/ f115 1 235"/>
                            <a:gd name="f170" fmla="*/ f116 1 174"/>
                            <a:gd name="f171" fmla="*/ f117 1 235"/>
                            <a:gd name="f172" fmla="*/ f118 1 174"/>
                            <a:gd name="f173" fmla="*/ f119 1 174"/>
                            <a:gd name="f174" fmla="*/ f120 1 174"/>
                            <a:gd name="f175" fmla="*/ f121 1 235"/>
                            <a:gd name="f176" fmla="*/ f122 1 174"/>
                            <a:gd name="f177" fmla="*/ f123 1 174"/>
                            <a:gd name="f178" fmla="*/ f124 1 235"/>
                            <a:gd name="f179" fmla="*/ f125 1 174"/>
                            <a:gd name="f180" fmla="*/ f126 1 235"/>
                            <a:gd name="f181" fmla="*/ f127 1 235"/>
                            <a:gd name="f182" fmla="*/ f128 1 235"/>
                            <a:gd name="f183" fmla="*/ f129 1 235"/>
                            <a:gd name="f184" fmla="*/ f130 1 235"/>
                            <a:gd name="f185" fmla="*/ f131 1 174"/>
                            <a:gd name="f186" fmla="*/ f132 1 235"/>
                            <a:gd name="f187" fmla="*/ f133 1 235"/>
                            <a:gd name="f188" fmla="*/ f134 1 235"/>
                            <a:gd name="f189" fmla="*/ f135 1 235"/>
                            <a:gd name="f190" fmla="*/ 0 1 f81"/>
                            <a:gd name="f191" fmla="*/ f6 1 f81"/>
                            <a:gd name="f192" fmla="*/ 0 1 f82"/>
                            <a:gd name="f193" fmla="*/ f7 1 f82"/>
                            <a:gd name="f194" fmla="+- f136 0 f1"/>
                            <a:gd name="f195" fmla="*/ f137 1 f81"/>
                            <a:gd name="f196" fmla="*/ f138 1 f82"/>
                            <a:gd name="f197" fmla="*/ f139 1 f81"/>
                            <a:gd name="f198" fmla="*/ f140 1 f82"/>
                            <a:gd name="f199" fmla="*/ f141 1 f81"/>
                            <a:gd name="f200" fmla="*/ f142 1 f82"/>
                            <a:gd name="f201" fmla="*/ f143 1 f81"/>
                            <a:gd name="f202" fmla="*/ f144 1 f82"/>
                            <a:gd name="f203" fmla="*/ f145 1 f81"/>
                            <a:gd name="f204" fmla="*/ f146 1 f82"/>
                            <a:gd name="f205" fmla="*/ f147 1 f81"/>
                            <a:gd name="f206" fmla="*/ f148 1 f82"/>
                            <a:gd name="f207" fmla="*/ f149 1 f81"/>
                            <a:gd name="f208" fmla="*/ f150 1 f82"/>
                            <a:gd name="f209" fmla="*/ f151 1 f81"/>
                            <a:gd name="f210" fmla="*/ f152 1 f82"/>
                            <a:gd name="f211" fmla="*/ f153 1 f81"/>
                            <a:gd name="f212" fmla="*/ f154 1 f82"/>
                            <a:gd name="f213" fmla="*/ f155 1 f81"/>
                            <a:gd name="f214" fmla="*/ f156 1 f82"/>
                            <a:gd name="f215" fmla="*/ f157 1 f81"/>
                            <a:gd name="f216" fmla="*/ f158 1 f82"/>
                            <a:gd name="f217" fmla="*/ f159 1 f81"/>
                            <a:gd name="f218" fmla="*/ f160 1 f82"/>
                            <a:gd name="f219" fmla="*/ f161 1 f81"/>
                            <a:gd name="f220" fmla="*/ f162 1 f82"/>
                            <a:gd name="f221" fmla="*/ f163 1 f81"/>
                            <a:gd name="f222" fmla="*/ f164 1 f82"/>
                            <a:gd name="f223" fmla="*/ f165 1 f81"/>
                            <a:gd name="f224" fmla="*/ f166 1 f82"/>
                            <a:gd name="f225" fmla="*/ f167 1 f81"/>
                            <a:gd name="f226" fmla="*/ f168 1 f82"/>
                            <a:gd name="f227" fmla="*/ f169 1 f81"/>
                            <a:gd name="f228" fmla="*/ f170 1 f82"/>
                            <a:gd name="f229" fmla="*/ f171 1 f81"/>
                            <a:gd name="f230" fmla="*/ f172 1 f82"/>
                            <a:gd name="f231" fmla="*/ f173 1 f82"/>
                            <a:gd name="f232" fmla="*/ f174 1 f82"/>
                            <a:gd name="f233" fmla="*/ f175 1 f81"/>
                            <a:gd name="f234" fmla="*/ f176 1 f82"/>
                            <a:gd name="f235" fmla="*/ f177 1 f82"/>
                            <a:gd name="f236" fmla="*/ f178 1 f81"/>
                            <a:gd name="f237" fmla="*/ f179 1 f82"/>
                            <a:gd name="f238" fmla="*/ f180 1 f81"/>
                            <a:gd name="f239" fmla="*/ f181 1 f81"/>
                            <a:gd name="f240" fmla="*/ f182 1 f81"/>
                            <a:gd name="f241" fmla="*/ f183 1 f81"/>
                            <a:gd name="f242" fmla="*/ f184 1 f81"/>
                            <a:gd name="f243" fmla="*/ f185 1 f82"/>
                            <a:gd name="f244" fmla="*/ f186 1 f81"/>
                            <a:gd name="f245" fmla="*/ f187 1 f81"/>
                            <a:gd name="f246" fmla="*/ f188 1 f81"/>
                            <a:gd name="f247" fmla="*/ f189 1 f81"/>
                            <a:gd name="f248" fmla="*/ f190 f76 1"/>
                            <a:gd name="f249" fmla="*/ f191 f76 1"/>
                            <a:gd name="f250" fmla="*/ f193 f77 1"/>
                            <a:gd name="f251" fmla="*/ f192 f77 1"/>
                            <a:gd name="f252" fmla="*/ f195 f76 1"/>
                            <a:gd name="f253" fmla="*/ f196 f77 1"/>
                            <a:gd name="f254" fmla="*/ f197 f76 1"/>
                            <a:gd name="f255" fmla="*/ f198 f77 1"/>
                            <a:gd name="f256" fmla="*/ f199 f76 1"/>
                            <a:gd name="f257" fmla="*/ f200 f77 1"/>
                            <a:gd name="f258" fmla="*/ f201 f76 1"/>
                            <a:gd name="f259" fmla="*/ f202 f77 1"/>
                            <a:gd name="f260" fmla="*/ f203 f76 1"/>
                            <a:gd name="f261" fmla="*/ f204 f77 1"/>
                            <a:gd name="f262" fmla="*/ f205 f76 1"/>
                            <a:gd name="f263" fmla="*/ f206 f77 1"/>
                            <a:gd name="f264" fmla="*/ f207 f76 1"/>
                            <a:gd name="f265" fmla="*/ f208 f77 1"/>
                            <a:gd name="f266" fmla="*/ f209 f76 1"/>
                            <a:gd name="f267" fmla="*/ f210 f77 1"/>
                            <a:gd name="f268" fmla="*/ f211 f76 1"/>
                            <a:gd name="f269" fmla="*/ f212 f77 1"/>
                            <a:gd name="f270" fmla="*/ f213 f76 1"/>
                            <a:gd name="f271" fmla="*/ f214 f77 1"/>
                            <a:gd name="f272" fmla="*/ f215 f76 1"/>
                            <a:gd name="f273" fmla="*/ f216 f77 1"/>
                            <a:gd name="f274" fmla="*/ f217 f76 1"/>
                            <a:gd name="f275" fmla="*/ f218 f77 1"/>
                            <a:gd name="f276" fmla="*/ f219 f76 1"/>
                            <a:gd name="f277" fmla="*/ f220 f77 1"/>
                            <a:gd name="f278" fmla="*/ f221 f76 1"/>
                            <a:gd name="f279" fmla="*/ f222 f77 1"/>
                            <a:gd name="f280" fmla="*/ f223 f76 1"/>
                            <a:gd name="f281" fmla="*/ f224 f77 1"/>
                            <a:gd name="f282" fmla="*/ f225 f76 1"/>
                            <a:gd name="f283" fmla="*/ f226 f77 1"/>
                            <a:gd name="f284" fmla="*/ f227 f76 1"/>
                            <a:gd name="f285" fmla="*/ f228 f77 1"/>
                            <a:gd name="f286" fmla="*/ f229 f76 1"/>
                            <a:gd name="f287" fmla="*/ f230 f77 1"/>
                            <a:gd name="f288" fmla="*/ f231 f77 1"/>
                            <a:gd name="f289" fmla="*/ f232 f77 1"/>
                            <a:gd name="f290" fmla="*/ f233 f76 1"/>
                            <a:gd name="f291" fmla="*/ f234 f77 1"/>
                            <a:gd name="f292" fmla="*/ f235 f77 1"/>
                            <a:gd name="f293" fmla="*/ f236 f76 1"/>
                            <a:gd name="f294" fmla="*/ f237 f77 1"/>
                            <a:gd name="f295" fmla="*/ f238 f76 1"/>
                            <a:gd name="f296" fmla="*/ f239 f76 1"/>
                            <a:gd name="f297" fmla="*/ f240 f76 1"/>
                            <a:gd name="f298" fmla="*/ f241 f76 1"/>
                            <a:gd name="f299" fmla="*/ f242 f76 1"/>
                            <a:gd name="f300" fmla="*/ f243 f77 1"/>
                            <a:gd name="f301" fmla="*/ f244 f76 1"/>
                            <a:gd name="f302" fmla="*/ f245 f76 1"/>
                            <a:gd name="f303" fmla="*/ f246 f76 1"/>
                            <a:gd name="f304" fmla="*/ f247 f76 1"/>
                          </a:gdLst>
                          <a:ahLst/>
                          <a:cxnLst>
                            <a:cxn ang="3cd4">
                              <a:pos x="hc" y="t"/>
                            </a:cxn>
                            <a:cxn ang="0">
                              <a:pos x="r" y="vc"/>
                            </a:cxn>
                            <a:cxn ang="cd4">
                              <a:pos x="hc" y="b"/>
                            </a:cxn>
                            <a:cxn ang="cd2">
                              <a:pos x="l" y="vc"/>
                            </a:cxn>
                            <a:cxn ang="f194">
                              <a:pos x="f252" y="f253"/>
                            </a:cxn>
                            <a:cxn ang="f194">
                              <a:pos x="f254" y="f255"/>
                            </a:cxn>
                            <a:cxn ang="f194">
                              <a:pos x="f256" y="f257"/>
                            </a:cxn>
                            <a:cxn ang="f194">
                              <a:pos x="f258" y="f259"/>
                            </a:cxn>
                            <a:cxn ang="f194">
                              <a:pos x="f260" y="f261"/>
                            </a:cxn>
                            <a:cxn ang="f194">
                              <a:pos x="f262" y="f263"/>
                            </a:cxn>
                            <a:cxn ang="f194">
                              <a:pos x="f264" y="f265"/>
                            </a:cxn>
                            <a:cxn ang="f194">
                              <a:pos x="f266" y="f267"/>
                            </a:cxn>
                            <a:cxn ang="f194">
                              <a:pos x="f268" y="f269"/>
                            </a:cxn>
                            <a:cxn ang="f194">
                              <a:pos x="f270" y="f271"/>
                            </a:cxn>
                            <a:cxn ang="f194">
                              <a:pos x="f272" y="f273"/>
                            </a:cxn>
                            <a:cxn ang="f194">
                              <a:pos x="f274" y="f275"/>
                            </a:cxn>
                            <a:cxn ang="f194">
                              <a:pos x="f276" y="f277"/>
                            </a:cxn>
                            <a:cxn ang="f194">
                              <a:pos x="f278" y="f279"/>
                            </a:cxn>
                            <a:cxn ang="f194">
                              <a:pos x="f280" y="f281"/>
                            </a:cxn>
                            <a:cxn ang="f194">
                              <a:pos x="f282" y="f283"/>
                            </a:cxn>
                            <a:cxn ang="f194">
                              <a:pos x="f284" y="f285"/>
                            </a:cxn>
                            <a:cxn ang="f194">
                              <a:pos x="f286" y="f287"/>
                            </a:cxn>
                            <a:cxn ang="f194">
                              <a:pos x="f282" y="f288"/>
                            </a:cxn>
                            <a:cxn ang="f194">
                              <a:pos x="f280" y="f289"/>
                            </a:cxn>
                            <a:cxn ang="f194">
                              <a:pos x="f290" y="f291"/>
                            </a:cxn>
                            <a:cxn ang="f194">
                              <a:pos x="f276" y="f292"/>
                            </a:cxn>
                            <a:cxn ang="f194">
                              <a:pos x="f274" y="f273"/>
                            </a:cxn>
                            <a:cxn ang="f194">
                              <a:pos x="f293" y="f294"/>
                            </a:cxn>
                            <a:cxn ang="f194">
                              <a:pos x="f295" y="f269"/>
                            </a:cxn>
                            <a:cxn ang="f194">
                              <a:pos x="f296" y="f267"/>
                            </a:cxn>
                            <a:cxn ang="f194">
                              <a:pos x="f297" y="f265"/>
                            </a:cxn>
                            <a:cxn ang="f194">
                              <a:pos x="f298" y="f263"/>
                            </a:cxn>
                            <a:cxn ang="f194">
                              <a:pos x="f299" y="f300"/>
                            </a:cxn>
                            <a:cxn ang="f194">
                              <a:pos x="f301" y="f259"/>
                            </a:cxn>
                            <a:cxn ang="f194">
                              <a:pos x="f302" y="f257"/>
                            </a:cxn>
                            <a:cxn ang="f194">
                              <a:pos x="f303" y="f255"/>
                            </a:cxn>
                            <a:cxn ang="f194">
                              <a:pos x="f304" y="f253"/>
                            </a:cxn>
                          </a:cxnLst>
                          <a:rect l="f248" t="f251" r="f249" b="f250"/>
                          <a:pathLst>
                            <a:path w="235" h="174">
                              <a:moveTo>
                                <a:pt x="f5" y="f7"/>
                              </a:moveTo>
                              <a:lnTo>
                                <a:pt x="f5" y="f8"/>
                              </a:lnTo>
                              <a:lnTo>
                                <a:pt x="f9" y="f10"/>
                              </a:lnTo>
                              <a:lnTo>
                                <a:pt x="f11" y="f10"/>
                              </a:lnTo>
                              <a:lnTo>
                                <a:pt x="f12" y="f13"/>
                              </a:lnTo>
                              <a:lnTo>
                                <a:pt x="f14" y="f13"/>
                              </a:lnTo>
                              <a:lnTo>
                                <a:pt x="f15" y="f16"/>
                              </a:lnTo>
                              <a:lnTo>
                                <a:pt x="f17" y="f16"/>
                              </a:lnTo>
                              <a:lnTo>
                                <a:pt x="f18" y="f19"/>
                              </a:lnTo>
                              <a:lnTo>
                                <a:pt x="f20" y="f21"/>
                              </a:lnTo>
                              <a:lnTo>
                                <a:pt x="f22" y="f21"/>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2" y="f45"/>
                              </a:lnTo>
                              <a:lnTo>
                                <a:pt x="f46" y="f47"/>
                              </a:lnTo>
                              <a:lnTo>
                                <a:pt x="f48" y="f49"/>
                              </a:lnTo>
                              <a:lnTo>
                                <a:pt x="f50" y="f51"/>
                              </a:lnTo>
                              <a:lnTo>
                                <a:pt x="f52" y="f53"/>
                              </a:lnTo>
                              <a:lnTo>
                                <a:pt x="f54" y="f55"/>
                              </a:lnTo>
                              <a:lnTo>
                                <a:pt x="f54" y="f56"/>
                              </a:lnTo>
                              <a:lnTo>
                                <a:pt x="f57" y="f12"/>
                              </a:lnTo>
                              <a:lnTo>
                                <a:pt x="f58" y="f59"/>
                              </a:lnTo>
                              <a:lnTo>
                                <a:pt x="f60" y="f61"/>
                              </a:lnTo>
                              <a:lnTo>
                                <a:pt x="f62" y="f63"/>
                              </a:lnTo>
                              <a:lnTo>
                                <a:pt x="f62" y="f5"/>
                              </a:lnTo>
                              <a:lnTo>
                                <a:pt x="f6" y="f5"/>
                              </a:lnTo>
                              <a:lnTo>
                                <a:pt x="f6" y="f9"/>
                              </a:lnTo>
                              <a:lnTo>
                                <a:pt x="f62" y="f61"/>
                              </a:lnTo>
                              <a:lnTo>
                                <a:pt x="f60" y="f59"/>
                              </a:lnTo>
                              <a:lnTo>
                                <a:pt x="f58" y="f64"/>
                              </a:lnTo>
                              <a:lnTo>
                                <a:pt x="f57" y="f56"/>
                              </a:lnTo>
                              <a:lnTo>
                                <a:pt x="f54" y="f53"/>
                              </a:lnTo>
                              <a:lnTo>
                                <a:pt x="f52" y="f65"/>
                              </a:lnTo>
                              <a:lnTo>
                                <a:pt x="f66" y="f51"/>
                              </a:lnTo>
                              <a:lnTo>
                                <a:pt x="f50" y="f67"/>
                              </a:lnTo>
                              <a:lnTo>
                                <a:pt x="f48" y="f47"/>
                              </a:lnTo>
                              <a:lnTo>
                                <a:pt x="f46" y="f44"/>
                              </a:lnTo>
                              <a:lnTo>
                                <a:pt x="f43" y="f42"/>
                              </a:lnTo>
                              <a:lnTo>
                                <a:pt x="f68" y="f69"/>
                              </a:lnTo>
                              <a:lnTo>
                                <a:pt x="f41" y="f40"/>
                              </a:lnTo>
                              <a:lnTo>
                                <a:pt x="f37" y="f36"/>
                              </a:lnTo>
                              <a:lnTo>
                                <a:pt x="f70" y="f34"/>
                              </a:lnTo>
                              <a:lnTo>
                                <a:pt x="f33" y="f32"/>
                              </a:lnTo>
                              <a:lnTo>
                                <a:pt x="f71" y="f30"/>
                              </a:lnTo>
                              <a:lnTo>
                                <a:pt x="f72" y="f28"/>
                              </a:lnTo>
                              <a:lnTo>
                                <a:pt x="f27" y="f26"/>
                              </a:lnTo>
                              <a:lnTo>
                                <a:pt x="f73" y="f24"/>
                              </a:lnTo>
                              <a:lnTo>
                                <a:pt x="f74" y="f21"/>
                              </a:lnTo>
                              <a:lnTo>
                                <a:pt x="f22" y="f19"/>
                              </a:lnTo>
                              <a:lnTo>
                                <a:pt x="f20" y="f19"/>
                              </a:lnTo>
                              <a:lnTo>
                                <a:pt x="f18" y="f16"/>
                              </a:lnTo>
                              <a:lnTo>
                                <a:pt x="f17" y="f13"/>
                              </a:lnTo>
                              <a:lnTo>
                                <a:pt x="f15" y="f13"/>
                              </a:lnTo>
                              <a:lnTo>
                                <a:pt x="f14" y="f10"/>
                              </a:lnTo>
                              <a:lnTo>
                                <a:pt x="f12" y="f10"/>
                              </a:lnTo>
                              <a:lnTo>
                                <a:pt x="f11" y="f8"/>
                              </a:lnTo>
                              <a:lnTo>
                                <a:pt x="f9" y="f8"/>
                              </a:lnTo>
                              <a:lnTo>
                                <a:pt x="f5"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6" name="Freeform 93"/>
                      <wps:cNvSpPr/>
                      <wps:spPr>
                        <a:xfrm>
                          <a:off x="231836" y="425516"/>
                          <a:ext cx="22677" cy="19440"/>
                        </a:xfrm>
                        <a:custGeom>
                          <a:avLst/>
                          <a:gdLst>
                            <a:gd name="f0" fmla="val 10800000"/>
                            <a:gd name="f1" fmla="val 5400000"/>
                            <a:gd name="f2" fmla="val 180"/>
                            <a:gd name="f3" fmla="val w"/>
                            <a:gd name="f4" fmla="val h"/>
                            <a:gd name="f5" fmla="val 0"/>
                            <a:gd name="f6" fmla="val 35"/>
                            <a:gd name="f7" fmla="val 30"/>
                            <a:gd name="f8" fmla="val 5"/>
                            <a:gd name="f9" fmla="val 25"/>
                            <a:gd name="f10" fmla="+- 0 0 0"/>
                            <a:gd name="f11" fmla="*/ f3 1 35"/>
                            <a:gd name="f12" fmla="*/ f4 1 30"/>
                            <a:gd name="f13" fmla="+- f7 0 f5"/>
                            <a:gd name="f14" fmla="+- f6 0 f5"/>
                            <a:gd name="f15" fmla="*/ f10 f0 1"/>
                            <a:gd name="f16" fmla="*/ f14 1 35"/>
                            <a:gd name="f17" fmla="*/ f13 1 30"/>
                            <a:gd name="f18" fmla="*/ 35 f14 1"/>
                            <a:gd name="f19" fmla="*/ 30 f13 1"/>
                            <a:gd name="f20" fmla="*/ 0 f14 1"/>
                            <a:gd name="f21" fmla="*/ 5 f13 1"/>
                            <a:gd name="f22" fmla="*/ 5 f14 1"/>
                            <a:gd name="f23" fmla="*/ 0 f13 1"/>
                            <a:gd name="f24" fmla="*/ 25 f13 1"/>
                            <a:gd name="f25" fmla="*/ f15 1 f2"/>
                            <a:gd name="f26" fmla="*/ f18 1 35"/>
                            <a:gd name="f27" fmla="*/ f19 1 30"/>
                            <a:gd name="f28" fmla="*/ f20 1 35"/>
                            <a:gd name="f29" fmla="*/ f21 1 30"/>
                            <a:gd name="f30" fmla="*/ f22 1 35"/>
                            <a:gd name="f31" fmla="*/ f23 1 30"/>
                            <a:gd name="f32" fmla="*/ f24 1 30"/>
                            <a:gd name="f33" fmla="*/ 0 1 f16"/>
                            <a:gd name="f34" fmla="*/ f6 1 f16"/>
                            <a:gd name="f35" fmla="*/ 0 1 f17"/>
                            <a:gd name="f36" fmla="*/ f7 1 f17"/>
                            <a:gd name="f37" fmla="+- f25 0 f1"/>
                            <a:gd name="f38" fmla="*/ f26 1 f16"/>
                            <a:gd name="f39" fmla="*/ f27 1 f17"/>
                            <a:gd name="f40" fmla="*/ f28 1 f16"/>
                            <a:gd name="f41" fmla="*/ f29 1 f17"/>
                            <a:gd name="f42" fmla="*/ f30 1 f16"/>
                            <a:gd name="f43" fmla="*/ f31 1 f17"/>
                            <a:gd name="f44" fmla="*/ f32 1 f17"/>
                            <a:gd name="f45" fmla="*/ f33 f11 1"/>
                            <a:gd name="f46" fmla="*/ f34 f11 1"/>
                            <a:gd name="f47" fmla="*/ f36 f12 1"/>
                            <a:gd name="f48" fmla="*/ f35 f12 1"/>
                            <a:gd name="f49" fmla="*/ f38 f11 1"/>
                            <a:gd name="f50" fmla="*/ f39 f12 1"/>
                            <a:gd name="f51" fmla="*/ f40 f11 1"/>
                            <a:gd name="f52" fmla="*/ f41 f12 1"/>
                            <a:gd name="f53" fmla="*/ f42 f11 1"/>
                            <a:gd name="f54" fmla="*/ f43 f12 1"/>
                            <a:gd name="f55" fmla="*/ f44 f12 1"/>
                          </a:gdLst>
                          <a:ahLst/>
                          <a:cxnLst>
                            <a:cxn ang="3cd4">
                              <a:pos x="hc" y="t"/>
                            </a:cxn>
                            <a:cxn ang="0">
                              <a:pos x="r" y="vc"/>
                            </a:cxn>
                            <a:cxn ang="cd4">
                              <a:pos x="hc" y="b"/>
                            </a:cxn>
                            <a:cxn ang="cd2">
                              <a:pos x="l" y="vc"/>
                            </a:cxn>
                            <a:cxn ang="f37">
                              <a:pos x="f49" y="f50"/>
                            </a:cxn>
                            <a:cxn ang="f37">
                              <a:pos x="f51" y="f52"/>
                            </a:cxn>
                            <a:cxn ang="f37">
                              <a:pos x="f53" y="f54"/>
                            </a:cxn>
                            <a:cxn ang="f37">
                              <a:pos x="f49" y="f55"/>
                            </a:cxn>
                            <a:cxn ang="f37">
                              <a:pos x="f49" y="f50"/>
                            </a:cxn>
                          </a:cxnLst>
                          <a:rect l="f45" t="f48" r="f46" b="f47"/>
                          <a:pathLst>
                            <a:path w="35" h="30">
                              <a:moveTo>
                                <a:pt x="f6" y="f7"/>
                              </a:moveTo>
                              <a:lnTo>
                                <a:pt x="f5" y="f8"/>
                              </a:lnTo>
                              <a:lnTo>
                                <a:pt x="f8" y="f5"/>
                              </a:lnTo>
                              <a:lnTo>
                                <a:pt x="f6" y="f9"/>
                              </a:lnTo>
                              <a:lnTo>
                                <a:pt x="f6"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7" name="Freeform 94"/>
                      <wps:cNvSpPr/>
                      <wps:spPr>
                        <a:xfrm>
                          <a:off x="231836" y="410044"/>
                          <a:ext cx="19440" cy="18004"/>
                        </a:xfrm>
                        <a:custGeom>
                          <a:avLst/>
                          <a:gdLst>
                            <a:gd name="f0" fmla="val 10800000"/>
                            <a:gd name="f1" fmla="val 5400000"/>
                            <a:gd name="f2" fmla="val 180"/>
                            <a:gd name="f3" fmla="val w"/>
                            <a:gd name="f4" fmla="val h"/>
                            <a:gd name="f5" fmla="val 0"/>
                            <a:gd name="f6" fmla="val 30"/>
                            <a:gd name="f7" fmla="val 29"/>
                            <a:gd name="f8" fmla="val 5"/>
                            <a:gd name="f9" fmla="val 25"/>
                            <a:gd name="f10" fmla="+- 0 0 0"/>
                            <a:gd name="f11" fmla="*/ f3 1 30"/>
                            <a:gd name="f12" fmla="*/ f4 1 29"/>
                            <a:gd name="f13" fmla="+- f7 0 f5"/>
                            <a:gd name="f14" fmla="+- f6 0 f5"/>
                            <a:gd name="f15" fmla="*/ f10 f0 1"/>
                            <a:gd name="f16" fmla="*/ f14 1 30"/>
                            <a:gd name="f17" fmla="*/ f13 1 29"/>
                            <a:gd name="f18" fmla="*/ 30 f14 1"/>
                            <a:gd name="f19" fmla="*/ 0 f13 1"/>
                            <a:gd name="f20" fmla="*/ 5 f14 1"/>
                            <a:gd name="f21" fmla="*/ 29 f13 1"/>
                            <a:gd name="f22" fmla="*/ 0 f14 1"/>
                            <a:gd name="f23" fmla="*/ 25 f14 1"/>
                            <a:gd name="f24" fmla="*/ f15 1 f2"/>
                            <a:gd name="f25" fmla="*/ f18 1 30"/>
                            <a:gd name="f26" fmla="*/ f19 1 29"/>
                            <a:gd name="f27" fmla="*/ f20 1 30"/>
                            <a:gd name="f28" fmla="*/ f21 1 29"/>
                            <a:gd name="f29" fmla="*/ f22 1 30"/>
                            <a:gd name="f30" fmla="*/ f23 1 30"/>
                            <a:gd name="f31" fmla="*/ 0 1 f16"/>
                            <a:gd name="f32" fmla="*/ f6 1 f16"/>
                            <a:gd name="f33" fmla="*/ 0 1 f17"/>
                            <a:gd name="f34" fmla="*/ f7 1 f17"/>
                            <a:gd name="f35" fmla="+- f24 0 f1"/>
                            <a:gd name="f36" fmla="*/ f25 1 f16"/>
                            <a:gd name="f37" fmla="*/ f26 1 f17"/>
                            <a:gd name="f38" fmla="*/ f27 1 f16"/>
                            <a:gd name="f39" fmla="*/ f28 1 f17"/>
                            <a:gd name="f40" fmla="*/ f29 1 f16"/>
                            <a:gd name="f41" fmla="*/ f30 1 f16"/>
                            <a:gd name="f42" fmla="*/ f31 f11 1"/>
                            <a:gd name="f43" fmla="*/ f32 f11 1"/>
                            <a:gd name="f44" fmla="*/ f34 f12 1"/>
                            <a:gd name="f45" fmla="*/ f33 f12 1"/>
                            <a:gd name="f46" fmla="*/ f36 f11 1"/>
                            <a:gd name="f47" fmla="*/ f37 f12 1"/>
                            <a:gd name="f48" fmla="*/ f38 f11 1"/>
                            <a:gd name="f49" fmla="*/ f39 f12 1"/>
                            <a:gd name="f50" fmla="*/ f40 f11 1"/>
                            <a:gd name="f51" fmla="*/ f41 f11 1"/>
                          </a:gdLst>
                          <a:ahLst/>
                          <a:cxnLst>
                            <a:cxn ang="3cd4">
                              <a:pos x="hc" y="t"/>
                            </a:cxn>
                            <a:cxn ang="0">
                              <a:pos x="r" y="vc"/>
                            </a:cxn>
                            <a:cxn ang="cd4">
                              <a:pos x="hc" y="b"/>
                            </a:cxn>
                            <a:cxn ang="cd2">
                              <a:pos x="l" y="vc"/>
                            </a:cxn>
                            <a:cxn ang="f35">
                              <a:pos x="f46" y="f47"/>
                            </a:cxn>
                            <a:cxn ang="f35">
                              <a:pos x="f48" y="f49"/>
                            </a:cxn>
                            <a:cxn ang="f35">
                              <a:pos x="f50" y="f49"/>
                            </a:cxn>
                            <a:cxn ang="f35">
                              <a:pos x="f51" y="f47"/>
                            </a:cxn>
                            <a:cxn ang="f35">
                              <a:pos x="f46" y="f47"/>
                            </a:cxn>
                          </a:cxnLst>
                          <a:rect l="f42" t="f45" r="f43" b="f44"/>
                          <a:pathLst>
                            <a:path w="30" h="29">
                              <a:moveTo>
                                <a:pt x="f6" y="f5"/>
                              </a:moveTo>
                              <a:lnTo>
                                <a:pt x="f8" y="f7"/>
                              </a:lnTo>
                              <a:lnTo>
                                <a:pt x="f5" y="f7"/>
                              </a:lnTo>
                              <a:lnTo>
                                <a:pt x="f9" y="f5"/>
                              </a:lnTo>
                              <a:lnTo>
                                <a:pt x="f6" y="f5"/>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8" name="Freeform 95"/>
                      <wps:cNvSpPr/>
                      <wps:spPr>
                        <a:xfrm>
                          <a:off x="247683" y="407164"/>
                          <a:ext cx="25557" cy="33841"/>
                        </a:xfrm>
                        <a:custGeom>
                          <a:avLst/>
                          <a:gdLst>
                            <a:gd name="f0" fmla="val 10800000"/>
                            <a:gd name="f1" fmla="val 5400000"/>
                            <a:gd name="f2" fmla="val 180"/>
                            <a:gd name="f3" fmla="val w"/>
                            <a:gd name="f4" fmla="val h"/>
                            <a:gd name="f5" fmla="val 0"/>
                            <a:gd name="f6" fmla="val 40"/>
                            <a:gd name="f7" fmla="val 54"/>
                            <a:gd name="f8" fmla="val 25"/>
                            <a:gd name="f9" fmla="val 10"/>
                            <a:gd name="f10" fmla="val 34"/>
                            <a:gd name="f11" fmla="val 5"/>
                            <a:gd name="f12" fmla="val 29"/>
                            <a:gd name="f13" fmla="val 49"/>
                            <a:gd name="f14" fmla="+- 0 0 0"/>
                            <a:gd name="f15" fmla="*/ f3 1 40"/>
                            <a:gd name="f16" fmla="*/ f4 1 54"/>
                            <a:gd name="f17" fmla="+- f7 0 f5"/>
                            <a:gd name="f18" fmla="+- f6 0 f5"/>
                            <a:gd name="f19" fmla="*/ f14 f0 1"/>
                            <a:gd name="f20" fmla="*/ f18 1 40"/>
                            <a:gd name="f21" fmla="*/ f17 1 54"/>
                            <a:gd name="f22" fmla="*/ 25 f18 1"/>
                            <a:gd name="f23" fmla="*/ 0 f17 1"/>
                            <a:gd name="f24" fmla="*/ 10 f18 1"/>
                            <a:gd name="f25" fmla="*/ 34 f17 1"/>
                            <a:gd name="f26" fmla="*/ 5 f18 1"/>
                            <a:gd name="f27" fmla="*/ 29 f17 1"/>
                            <a:gd name="f28" fmla="*/ 0 f18 1"/>
                            <a:gd name="f29" fmla="*/ 40 f18 1"/>
                            <a:gd name="f30" fmla="*/ 49 f17 1"/>
                            <a:gd name="f31" fmla="*/ 54 f17 1"/>
                            <a:gd name="f32" fmla="*/ f19 1 f2"/>
                            <a:gd name="f33" fmla="*/ f22 1 40"/>
                            <a:gd name="f34" fmla="*/ f23 1 54"/>
                            <a:gd name="f35" fmla="*/ f24 1 40"/>
                            <a:gd name="f36" fmla="*/ f25 1 54"/>
                            <a:gd name="f37" fmla="*/ f26 1 40"/>
                            <a:gd name="f38" fmla="*/ f27 1 54"/>
                            <a:gd name="f39" fmla="*/ f28 1 40"/>
                            <a:gd name="f40" fmla="*/ f29 1 40"/>
                            <a:gd name="f41" fmla="*/ f30 1 54"/>
                            <a:gd name="f42" fmla="*/ f31 1 54"/>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1"/>
                            <a:gd name="f54" fmla="*/ f39 1 f20"/>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6 1"/>
                            <a:gd name="f68" fmla="*/ f54 f15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7"/>
                            </a:cxn>
                            <a:cxn ang="f47">
                              <a:pos x="f62" y="f63"/>
                            </a:cxn>
                            <a:cxn ang="f47">
                              <a:pos x="f62" y="f63"/>
                            </a:cxn>
                            <a:cxn ang="f47">
                              <a:pos x="f66" y="f65"/>
                            </a:cxn>
                            <a:cxn ang="f47">
                              <a:pos x="f68" y="f65"/>
                            </a:cxn>
                            <a:cxn ang="f47">
                              <a:pos x="f66" y="f67"/>
                            </a:cxn>
                            <a:cxn ang="f47">
                              <a:pos x="f66" y="f65"/>
                            </a:cxn>
                            <a:cxn ang="f47">
                              <a:pos x="f66" y="f67"/>
                            </a:cxn>
                            <a:cxn ang="f47">
                              <a:pos x="f66" y="f67"/>
                            </a:cxn>
                            <a:cxn ang="f47">
                              <a:pos x="f69" y="f70"/>
                            </a:cxn>
                            <a:cxn ang="f47">
                              <a:pos x="f69" y="f71"/>
                            </a:cxn>
                            <a:cxn ang="f47">
                              <a:pos x="f66" y="f65"/>
                            </a:cxn>
                            <a:cxn ang="f47">
                              <a:pos x="f66" y="f67"/>
                            </a:cxn>
                          </a:cxnLst>
                          <a:rect l="f58" t="f61" r="f59" b="f60"/>
                          <a:pathLst>
                            <a:path w="40" h="54">
                              <a:moveTo>
                                <a:pt x="f8" y="f5"/>
                              </a:moveTo>
                              <a:lnTo>
                                <a:pt x="f9" y="f10"/>
                              </a:lnTo>
                              <a:lnTo>
                                <a:pt x="f11" y="f12"/>
                              </a:lnTo>
                              <a:lnTo>
                                <a:pt x="f8" y="f5"/>
                              </a:lnTo>
                              <a:close/>
                              <a:moveTo>
                                <a:pt x="f11" y="f10"/>
                              </a:moveTo>
                              <a:lnTo>
                                <a:pt x="f5" y="f10"/>
                              </a:lnTo>
                              <a:lnTo>
                                <a:pt x="f11" y="f12"/>
                              </a:lnTo>
                              <a:lnTo>
                                <a:pt x="f11" y="f10"/>
                              </a:lnTo>
                              <a:close/>
                              <a:moveTo>
                                <a:pt x="f11" y="f12"/>
                              </a:moveTo>
                              <a:lnTo>
                                <a:pt x="f11" y="f12"/>
                              </a:lnTo>
                              <a:lnTo>
                                <a:pt x="f6" y="f13"/>
                              </a:lnTo>
                              <a:lnTo>
                                <a:pt x="f6" y="f7"/>
                              </a:lnTo>
                              <a:lnTo>
                                <a:pt x="f11" y="f10"/>
                              </a:lnTo>
                              <a:lnTo>
                                <a:pt x="f11" y="f12"/>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9" name="Freeform 96"/>
                      <wps:cNvSpPr/>
                      <wps:spPr>
                        <a:xfrm>
                          <a:off x="266757" y="403917"/>
                          <a:ext cx="25557" cy="30595"/>
                        </a:xfrm>
                        <a:custGeom>
                          <a:avLst/>
                          <a:gdLst>
                            <a:gd name="f0" fmla="val 10800000"/>
                            <a:gd name="f1" fmla="val 5400000"/>
                            <a:gd name="f2" fmla="val 180"/>
                            <a:gd name="f3" fmla="val w"/>
                            <a:gd name="f4" fmla="val h"/>
                            <a:gd name="f5" fmla="val 0"/>
                            <a:gd name="f6" fmla="val 40"/>
                            <a:gd name="f7" fmla="val 49"/>
                            <a:gd name="f8" fmla="val 20"/>
                            <a:gd name="f9" fmla="val 5"/>
                            <a:gd name="f10" fmla="val 34"/>
                            <a:gd name="f11" fmla="val 29"/>
                            <a:gd name="f12" fmla="val 15"/>
                            <a:gd name="f13" fmla="val 44"/>
                            <a:gd name="f14" fmla="+- 0 0 0"/>
                            <a:gd name="f15" fmla="*/ f3 1 40"/>
                            <a:gd name="f16" fmla="*/ f4 1 49"/>
                            <a:gd name="f17" fmla="+- f7 0 f5"/>
                            <a:gd name="f18" fmla="+- f6 0 f5"/>
                            <a:gd name="f19" fmla="*/ f14 f0 1"/>
                            <a:gd name="f20" fmla="*/ f18 1 40"/>
                            <a:gd name="f21" fmla="*/ f17 1 49"/>
                            <a:gd name="f22" fmla="*/ 20 f18 1"/>
                            <a:gd name="f23" fmla="*/ 0 f17 1"/>
                            <a:gd name="f24" fmla="*/ 5 f18 1"/>
                            <a:gd name="f25" fmla="*/ 34 f17 1"/>
                            <a:gd name="f26" fmla="*/ 0 f18 1"/>
                            <a:gd name="f27" fmla="*/ 29 f17 1"/>
                            <a:gd name="f28" fmla="*/ 15 f18 1"/>
                            <a:gd name="f29" fmla="*/ 40 f18 1"/>
                            <a:gd name="f30" fmla="*/ 44 f17 1"/>
                            <a:gd name="f31" fmla="*/ 49 f17 1"/>
                            <a:gd name="f32" fmla="*/ f19 1 f2"/>
                            <a:gd name="f33" fmla="*/ f22 1 40"/>
                            <a:gd name="f34" fmla="*/ f23 1 49"/>
                            <a:gd name="f35" fmla="*/ f24 1 40"/>
                            <a:gd name="f36" fmla="*/ f25 1 49"/>
                            <a:gd name="f37" fmla="*/ f26 1 40"/>
                            <a:gd name="f38" fmla="*/ f27 1 49"/>
                            <a:gd name="f39" fmla="*/ f28 1 40"/>
                            <a:gd name="f40" fmla="*/ f29 1 40"/>
                            <a:gd name="f41" fmla="*/ f30 1 49"/>
                            <a:gd name="f42" fmla="*/ f31 1 49"/>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1"/>
                            <a:gd name="f54" fmla="*/ f39 1 f20"/>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6 1"/>
                            <a:gd name="f68" fmla="*/ f54 f15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7"/>
                            </a:cxn>
                            <a:cxn ang="f47">
                              <a:pos x="f68" y="f63"/>
                            </a:cxn>
                            <a:cxn ang="f47">
                              <a:pos x="f62" y="f63"/>
                            </a:cxn>
                            <a:cxn ang="f47">
                              <a:pos x="f66" y="f65"/>
                            </a:cxn>
                            <a:cxn ang="f47">
                              <a:pos x="f66" y="f65"/>
                            </a:cxn>
                            <a:cxn ang="f47">
                              <a:pos x="f66" y="f67"/>
                            </a:cxn>
                            <a:cxn ang="f47">
                              <a:pos x="f66" y="f65"/>
                            </a:cxn>
                            <a:cxn ang="f47">
                              <a:pos x="f66" y="f67"/>
                            </a:cxn>
                            <a:cxn ang="f47">
                              <a:pos x="f64" y="f67"/>
                            </a:cxn>
                            <a:cxn ang="f47">
                              <a:pos x="f69" y="f70"/>
                            </a:cxn>
                            <a:cxn ang="f47">
                              <a:pos x="f69" y="f71"/>
                            </a:cxn>
                            <a:cxn ang="f47">
                              <a:pos x="f66" y="f65"/>
                            </a:cxn>
                            <a:cxn ang="f47">
                              <a:pos x="f66" y="f67"/>
                            </a:cxn>
                          </a:cxnLst>
                          <a:rect l="f58" t="f61" r="f59" b="f60"/>
                          <a:pathLst>
                            <a:path w="40" h="49">
                              <a:moveTo>
                                <a:pt x="f8" y="f5"/>
                              </a:moveTo>
                              <a:lnTo>
                                <a:pt x="f9" y="f10"/>
                              </a:lnTo>
                              <a:lnTo>
                                <a:pt x="f5" y="f11"/>
                              </a:lnTo>
                              <a:lnTo>
                                <a:pt x="f12" y="f5"/>
                              </a:lnTo>
                              <a:lnTo>
                                <a:pt x="f8" y="f5"/>
                              </a:lnTo>
                              <a:close/>
                              <a:moveTo>
                                <a:pt x="f5" y="f10"/>
                              </a:moveTo>
                              <a:lnTo>
                                <a:pt x="f5" y="f10"/>
                              </a:lnTo>
                              <a:lnTo>
                                <a:pt x="f5" y="f11"/>
                              </a:lnTo>
                              <a:lnTo>
                                <a:pt x="f5" y="f10"/>
                              </a:lnTo>
                              <a:close/>
                              <a:moveTo>
                                <a:pt x="f5" y="f11"/>
                              </a:moveTo>
                              <a:lnTo>
                                <a:pt x="f9" y="f11"/>
                              </a:lnTo>
                              <a:lnTo>
                                <a:pt x="f6" y="f13"/>
                              </a:lnTo>
                              <a:lnTo>
                                <a:pt x="f6" y="f7"/>
                              </a:lnTo>
                              <a:lnTo>
                                <a:pt x="f5" y="f10"/>
                              </a:lnTo>
                              <a:lnTo>
                                <a:pt x="f5" y="f11"/>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0" name="Freeform 97"/>
                      <wps:cNvSpPr/>
                      <wps:spPr>
                        <a:xfrm>
                          <a:off x="282604" y="397443"/>
                          <a:ext cx="25557" cy="30595"/>
                        </a:xfrm>
                        <a:custGeom>
                          <a:avLst/>
                          <a:gdLst>
                            <a:gd name="f0" fmla="val 10800000"/>
                            <a:gd name="f1" fmla="val 5400000"/>
                            <a:gd name="f2" fmla="val 180"/>
                            <a:gd name="f3" fmla="val w"/>
                            <a:gd name="f4" fmla="val h"/>
                            <a:gd name="f5" fmla="val 0"/>
                            <a:gd name="f6" fmla="val 40"/>
                            <a:gd name="f7" fmla="val 49"/>
                            <a:gd name="f8" fmla="val 20"/>
                            <a:gd name="f9" fmla="val 5"/>
                            <a:gd name="f10" fmla="val 35"/>
                            <a:gd name="f11" fmla="val 15"/>
                            <a:gd name="f12" fmla="+- 0 0 0"/>
                            <a:gd name="f13" fmla="*/ f3 1 40"/>
                            <a:gd name="f14" fmla="*/ f4 1 49"/>
                            <a:gd name="f15" fmla="+- f7 0 f5"/>
                            <a:gd name="f16" fmla="+- f6 0 f5"/>
                            <a:gd name="f17" fmla="*/ f12 f0 1"/>
                            <a:gd name="f18" fmla="*/ f16 1 40"/>
                            <a:gd name="f19" fmla="*/ f15 1 49"/>
                            <a:gd name="f20" fmla="*/ 20 f16 1"/>
                            <a:gd name="f21" fmla="*/ 5 f15 1"/>
                            <a:gd name="f22" fmla="*/ 5 f16 1"/>
                            <a:gd name="f23" fmla="*/ 35 f15 1"/>
                            <a:gd name="f24" fmla="*/ 0 f16 1"/>
                            <a:gd name="f25" fmla="*/ 15 f16 1"/>
                            <a:gd name="f26" fmla="*/ 0 f15 1"/>
                            <a:gd name="f27" fmla="*/ 40 f16 1"/>
                            <a:gd name="f28" fmla="*/ 49 f15 1"/>
                            <a:gd name="f29" fmla="*/ f17 1 f2"/>
                            <a:gd name="f30" fmla="*/ f20 1 40"/>
                            <a:gd name="f31" fmla="*/ f21 1 49"/>
                            <a:gd name="f32" fmla="*/ f22 1 40"/>
                            <a:gd name="f33" fmla="*/ f23 1 49"/>
                            <a:gd name="f34" fmla="*/ f24 1 40"/>
                            <a:gd name="f35" fmla="*/ f25 1 40"/>
                            <a:gd name="f36" fmla="*/ f26 1 49"/>
                            <a:gd name="f37" fmla="*/ f27 1 40"/>
                            <a:gd name="f38" fmla="*/ f28 1 49"/>
                            <a:gd name="f39" fmla="*/ 0 1 f18"/>
                            <a:gd name="f40" fmla="*/ f6 1 f18"/>
                            <a:gd name="f41" fmla="*/ 0 1 f19"/>
                            <a:gd name="f42" fmla="*/ f7 1 f19"/>
                            <a:gd name="f43" fmla="+- f29 0 f1"/>
                            <a:gd name="f44" fmla="*/ f30 1 f18"/>
                            <a:gd name="f45" fmla="*/ f31 1 f19"/>
                            <a:gd name="f46" fmla="*/ f32 1 f18"/>
                            <a:gd name="f47" fmla="*/ f33 1 f19"/>
                            <a:gd name="f48" fmla="*/ f34 1 f18"/>
                            <a:gd name="f49" fmla="*/ f35 1 f18"/>
                            <a:gd name="f50" fmla="*/ f36 1 f19"/>
                            <a:gd name="f51" fmla="*/ f37 1 f18"/>
                            <a:gd name="f52" fmla="*/ f38 1 f19"/>
                            <a:gd name="f53" fmla="*/ f39 f13 1"/>
                            <a:gd name="f54" fmla="*/ f40 f13 1"/>
                            <a:gd name="f55" fmla="*/ f42 f14 1"/>
                            <a:gd name="f56" fmla="*/ f41 f14 1"/>
                            <a:gd name="f57" fmla="*/ f44 f13 1"/>
                            <a:gd name="f58" fmla="*/ f45 f14 1"/>
                            <a:gd name="f59" fmla="*/ f46 f13 1"/>
                            <a:gd name="f60" fmla="*/ f47 f14 1"/>
                            <a:gd name="f61" fmla="*/ f48 f13 1"/>
                            <a:gd name="f62" fmla="*/ f49 f13 1"/>
                            <a:gd name="f63" fmla="*/ f50 f14 1"/>
                            <a:gd name="f64" fmla="*/ f51 f13 1"/>
                            <a:gd name="f65" fmla="*/ f52 f14 1"/>
                          </a:gdLst>
                          <a:ahLst/>
                          <a:cxnLst>
                            <a:cxn ang="3cd4">
                              <a:pos x="hc" y="t"/>
                            </a:cxn>
                            <a:cxn ang="0">
                              <a:pos x="r" y="vc"/>
                            </a:cxn>
                            <a:cxn ang="cd4">
                              <a:pos x="hc" y="b"/>
                            </a:cxn>
                            <a:cxn ang="cd2">
                              <a:pos x="l" y="vc"/>
                            </a:cxn>
                            <a:cxn ang="f43">
                              <a:pos x="f57" y="f58"/>
                            </a:cxn>
                            <a:cxn ang="f43">
                              <a:pos x="f59" y="f60"/>
                            </a:cxn>
                            <a:cxn ang="f43">
                              <a:pos x="f61" y="f60"/>
                            </a:cxn>
                            <a:cxn ang="f43">
                              <a:pos x="f62" y="f63"/>
                            </a:cxn>
                            <a:cxn ang="f43">
                              <a:pos x="f57" y="f58"/>
                            </a:cxn>
                            <a:cxn ang="f43">
                              <a:pos x="f59" y="f60"/>
                            </a:cxn>
                            <a:cxn ang="f43">
                              <a:pos x="f61" y="f60"/>
                            </a:cxn>
                            <a:cxn ang="f43">
                              <a:pos x="f61" y="f60"/>
                            </a:cxn>
                            <a:cxn ang="f43">
                              <a:pos x="f59" y="f60"/>
                            </a:cxn>
                            <a:cxn ang="f43">
                              <a:pos x="f61" y="f60"/>
                            </a:cxn>
                            <a:cxn ang="f43">
                              <a:pos x="f59" y="f60"/>
                            </a:cxn>
                            <a:cxn ang="f43">
                              <a:pos x="f64" y="f65"/>
                            </a:cxn>
                            <a:cxn ang="f43">
                              <a:pos x="f64" y="f65"/>
                            </a:cxn>
                            <a:cxn ang="f43">
                              <a:pos x="f59" y="f60"/>
                            </a:cxn>
                            <a:cxn ang="f43">
                              <a:pos x="f61" y="f60"/>
                            </a:cxn>
                          </a:cxnLst>
                          <a:rect l="f53" t="f56" r="f54" b="f55"/>
                          <a:pathLst>
                            <a:path w="40" h="49">
                              <a:moveTo>
                                <a:pt x="f8" y="f9"/>
                              </a:moveTo>
                              <a:lnTo>
                                <a:pt x="f9" y="f10"/>
                              </a:lnTo>
                              <a:lnTo>
                                <a:pt x="f5" y="f10"/>
                              </a:lnTo>
                              <a:lnTo>
                                <a:pt x="f11" y="f5"/>
                              </a:lnTo>
                              <a:lnTo>
                                <a:pt x="f8" y="f9"/>
                              </a:lnTo>
                              <a:close/>
                              <a:moveTo>
                                <a:pt x="f9" y="f10"/>
                              </a:moveTo>
                              <a:lnTo>
                                <a:pt x="f5" y="f10"/>
                              </a:lnTo>
                              <a:lnTo>
                                <a:pt x="f9" y="f10"/>
                              </a:lnTo>
                              <a:close/>
                              <a:moveTo>
                                <a:pt x="f5" y="f10"/>
                              </a:moveTo>
                              <a:lnTo>
                                <a:pt x="f9" y="f10"/>
                              </a:lnTo>
                              <a:lnTo>
                                <a:pt x="f6" y="f7"/>
                              </a:lnTo>
                              <a:lnTo>
                                <a:pt x="f9" y="f10"/>
                              </a:lnTo>
                              <a:lnTo>
                                <a:pt x="f5"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1" name="Freeform 98"/>
                      <wps:cNvSpPr/>
                      <wps:spPr>
                        <a:xfrm>
                          <a:off x="298441" y="391317"/>
                          <a:ext cx="28081" cy="30595"/>
                        </a:xfrm>
                        <a:custGeom>
                          <a:avLst/>
                          <a:gdLst>
                            <a:gd name="f0" fmla="val 10800000"/>
                            <a:gd name="f1" fmla="val 5400000"/>
                            <a:gd name="f2" fmla="val 180"/>
                            <a:gd name="f3" fmla="val w"/>
                            <a:gd name="f4" fmla="val h"/>
                            <a:gd name="f5" fmla="val 0"/>
                            <a:gd name="f6" fmla="val 45"/>
                            <a:gd name="f7" fmla="val 49"/>
                            <a:gd name="f8" fmla="val 15"/>
                            <a:gd name="f9" fmla="val 5"/>
                            <a:gd name="f10" fmla="val 35"/>
                            <a:gd name="f11" fmla="val 10"/>
                            <a:gd name="f12" fmla="val 40"/>
                            <a:gd name="f13" fmla="+- 0 0 0"/>
                            <a:gd name="f14" fmla="*/ f3 1 45"/>
                            <a:gd name="f15" fmla="*/ f4 1 49"/>
                            <a:gd name="f16" fmla="+- f7 0 f5"/>
                            <a:gd name="f17" fmla="+- f6 0 f5"/>
                            <a:gd name="f18" fmla="*/ f13 f0 1"/>
                            <a:gd name="f19" fmla="*/ f17 1 45"/>
                            <a:gd name="f20" fmla="*/ f16 1 49"/>
                            <a:gd name="f21" fmla="*/ 15 f17 1"/>
                            <a:gd name="f22" fmla="*/ 5 f16 1"/>
                            <a:gd name="f23" fmla="*/ 5 f17 1"/>
                            <a:gd name="f24" fmla="*/ 35 f16 1"/>
                            <a:gd name="f25" fmla="*/ 0 f17 1"/>
                            <a:gd name="f26" fmla="*/ 10 f17 1"/>
                            <a:gd name="f27" fmla="*/ 0 f16 1"/>
                            <a:gd name="f28" fmla="*/ 40 f16 1"/>
                            <a:gd name="f29" fmla="*/ 45 f17 1"/>
                            <a:gd name="f30" fmla="*/ 45 f16 1"/>
                            <a:gd name="f31" fmla="*/ 49 f16 1"/>
                            <a:gd name="f32" fmla="*/ f18 1 f2"/>
                            <a:gd name="f33" fmla="*/ f21 1 45"/>
                            <a:gd name="f34" fmla="*/ f22 1 49"/>
                            <a:gd name="f35" fmla="*/ f23 1 45"/>
                            <a:gd name="f36" fmla="*/ f24 1 49"/>
                            <a:gd name="f37" fmla="*/ f25 1 45"/>
                            <a:gd name="f38" fmla="*/ f26 1 45"/>
                            <a:gd name="f39" fmla="*/ f27 1 49"/>
                            <a:gd name="f40" fmla="*/ f28 1 49"/>
                            <a:gd name="f41" fmla="*/ f29 1 45"/>
                            <a:gd name="f42" fmla="*/ f30 1 49"/>
                            <a:gd name="f43" fmla="*/ f31 1 49"/>
                            <a:gd name="f44" fmla="*/ 0 1 f19"/>
                            <a:gd name="f45" fmla="*/ f6 1 f19"/>
                            <a:gd name="f46" fmla="*/ 0 1 f20"/>
                            <a:gd name="f47" fmla="*/ f7 1 f20"/>
                            <a:gd name="f48" fmla="+- f32 0 f1"/>
                            <a:gd name="f49" fmla="*/ f33 1 f19"/>
                            <a:gd name="f50" fmla="*/ f34 1 f20"/>
                            <a:gd name="f51" fmla="*/ f35 1 f19"/>
                            <a:gd name="f52" fmla="*/ f36 1 f20"/>
                            <a:gd name="f53" fmla="*/ f37 1 f19"/>
                            <a:gd name="f54" fmla="*/ f38 1 f19"/>
                            <a:gd name="f55" fmla="*/ f39 1 f20"/>
                            <a:gd name="f56" fmla="*/ f40 1 f20"/>
                            <a:gd name="f57" fmla="*/ f41 1 f19"/>
                            <a:gd name="f58" fmla="*/ f42 1 f20"/>
                            <a:gd name="f59" fmla="*/ f43 1 f20"/>
                            <a:gd name="f60" fmla="*/ f44 f14 1"/>
                            <a:gd name="f61" fmla="*/ f45 f14 1"/>
                            <a:gd name="f62" fmla="*/ f47 f15 1"/>
                            <a:gd name="f63" fmla="*/ f46 f15 1"/>
                            <a:gd name="f64" fmla="*/ f49 f14 1"/>
                            <a:gd name="f65" fmla="*/ f50 f15 1"/>
                            <a:gd name="f66" fmla="*/ f51 f14 1"/>
                            <a:gd name="f67" fmla="*/ f52 f15 1"/>
                            <a:gd name="f68" fmla="*/ f53 f14 1"/>
                            <a:gd name="f69" fmla="*/ f54 f14 1"/>
                            <a:gd name="f70" fmla="*/ f55 f15 1"/>
                            <a:gd name="f71" fmla="*/ f56 f15 1"/>
                            <a:gd name="f72" fmla="*/ f57 f14 1"/>
                            <a:gd name="f73" fmla="*/ f58 f15 1"/>
                            <a:gd name="f74" fmla="*/ f59 f15 1"/>
                          </a:gdLst>
                          <a:ahLst/>
                          <a:cxnLst>
                            <a:cxn ang="3cd4">
                              <a:pos x="hc" y="t"/>
                            </a:cxn>
                            <a:cxn ang="0">
                              <a:pos x="r" y="vc"/>
                            </a:cxn>
                            <a:cxn ang="cd4">
                              <a:pos x="hc" y="b"/>
                            </a:cxn>
                            <a:cxn ang="cd2">
                              <a:pos x="l" y="vc"/>
                            </a:cxn>
                            <a:cxn ang="f48">
                              <a:pos x="f64" y="f65"/>
                            </a:cxn>
                            <a:cxn ang="f48">
                              <a:pos x="f66" y="f67"/>
                            </a:cxn>
                            <a:cxn ang="f48">
                              <a:pos x="f68" y="f67"/>
                            </a:cxn>
                            <a:cxn ang="f48">
                              <a:pos x="f69" y="f70"/>
                            </a:cxn>
                            <a:cxn ang="f48">
                              <a:pos x="f64" y="f65"/>
                            </a:cxn>
                            <a:cxn ang="f48">
                              <a:pos x="f66" y="f71"/>
                            </a:cxn>
                            <a:cxn ang="f48">
                              <a:pos x="f68" y="f71"/>
                            </a:cxn>
                            <a:cxn ang="f48">
                              <a:pos x="f68" y="f67"/>
                            </a:cxn>
                            <a:cxn ang="f48">
                              <a:pos x="f66" y="f71"/>
                            </a:cxn>
                            <a:cxn ang="f48">
                              <a:pos x="f68" y="f67"/>
                            </a:cxn>
                            <a:cxn ang="f48">
                              <a:pos x="f66" y="f67"/>
                            </a:cxn>
                            <a:cxn ang="f48">
                              <a:pos x="f72" y="f73"/>
                            </a:cxn>
                            <a:cxn ang="f48">
                              <a:pos x="f72" y="f74"/>
                            </a:cxn>
                            <a:cxn ang="f48">
                              <a:pos x="f66" y="f71"/>
                            </a:cxn>
                            <a:cxn ang="f48">
                              <a:pos x="f68" y="f67"/>
                            </a:cxn>
                          </a:cxnLst>
                          <a:rect l="f60" t="f63" r="f61" b="f62"/>
                          <a:pathLst>
                            <a:path w="45" h="49">
                              <a:moveTo>
                                <a:pt x="f8" y="f9"/>
                              </a:moveTo>
                              <a:lnTo>
                                <a:pt x="f9" y="f10"/>
                              </a:lnTo>
                              <a:lnTo>
                                <a:pt x="f5" y="f10"/>
                              </a:lnTo>
                              <a:lnTo>
                                <a:pt x="f11" y="f5"/>
                              </a:lnTo>
                              <a:lnTo>
                                <a:pt x="f8" y="f9"/>
                              </a:lnTo>
                              <a:close/>
                              <a:moveTo>
                                <a:pt x="f9" y="f12"/>
                              </a:moveTo>
                              <a:lnTo>
                                <a:pt x="f5" y="f12"/>
                              </a:lnTo>
                              <a:lnTo>
                                <a:pt x="f5" y="f10"/>
                              </a:lnTo>
                              <a:lnTo>
                                <a:pt x="f9" y="f12"/>
                              </a:lnTo>
                              <a:close/>
                              <a:moveTo>
                                <a:pt x="f5" y="f10"/>
                              </a:moveTo>
                              <a:lnTo>
                                <a:pt x="f9" y="f10"/>
                              </a:lnTo>
                              <a:lnTo>
                                <a:pt x="f6" y="f6"/>
                              </a:lnTo>
                              <a:lnTo>
                                <a:pt x="f6" y="f7"/>
                              </a:lnTo>
                              <a:lnTo>
                                <a:pt x="f9" y="f12"/>
                              </a:lnTo>
                              <a:lnTo>
                                <a:pt x="f5"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2" name="Freeform 99"/>
                      <wps:cNvSpPr/>
                      <wps:spPr>
                        <a:xfrm>
                          <a:off x="390604" y="315724"/>
                          <a:ext cx="38523" cy="21963"/>
                        </a:xfrm>
                        <a:custGeom>
                          <a:avLst/>
                          <a:gdLst>
                            <a:gd name="f0" fmla="val 10800000"/>
                            <a:gd name="f1" fmla="val 5400000"/>
                            <a:gd name="f2" fmla="val 180"/>
                            <a:gd name="f3" fmla="val w"/>
                            <a:gd name="f4" fmla="val h"/>
                            <a:gd name="f5" fmla="val 0"/>
                            <a:gd name="f6" fmla="val 60"/>
                            <a:gd name="f7" fmla="val 34"/>
                            <a:gd name="f8" fmla="val 20"/>
                            <a:gd name="f9" fmla="val 29"/>
                            <a:gd name="f10" fmla="val 15"/>
                            <a:gd name="f11" fmla="val 55"/>
                            <a:gd name="f12" fmla="val 19"/>
                            <a:gd name="f13" fmla="+- 0 0 0"/>
                            <a:gd name="f14" fmla="*/ f3 1 60"/>
                            <a:gd name="f15" fmla="*/ f4 1 34"/>
                            <a:gd name="f16" fmla="+- f7 0 f5"/>
                            <a:gd name="f17" fmla="+- f6 0 f5"/>
                            <a:gd name="f18" fmla="*/ f13 f0 1"/>
                            <a:gd name="f19" fmla="*/ f17 1 60"/>
                            <a:gd name="f20" fmla="*/ f16 1 34"/>
                            <a:gd name="f21" fmla="*/ 0 f17 1"/>
                            <a:gd name="f22" fmla="*/ 0 f16 1"/>
                            <a:gd name="f23" fmla="*/ 20 f17 1"/>
                            <a:gd name="f24" fmla="*/ 29 f16 1"/>
                            <a:gd name="f25" fmla="*/ 15 f17 1"/>
                            <a:gd name="f26" fmla="*/ 34 f16 1"/>
                            <a:gd name="f27" fmla="*/ 55 f17 1"/>
                            <a:gd name="f28" fmla="*/ 15 f16 1"/>
                            <a:gd name="f29" fmla="*/ 60 f17 1"/>
                            <a:gd name="f30" fmla="*/ 19 f16 1"/>
                            <a:gd name="f31" fmla="*/ f18 1 f2"/>
                            <a:gd name="f32" fmla="*/ f21 1 60"/>
                            <a:gd name="f33" fmla="*/ f22 1 34"/>
                            <a:gd name="f34" fmla="*/ f23 1 60"/>
                            <a:gd name="f35" fmla="*/ f24 1 34"/>
                            <a:gd name="f36" fmla="*/ f25 1 60"/>
                            <a:gd name="f37" fmla="*/ f26 1 34"/>
                            <a:gd name="f38" fmla="*/ f27 1 60"/>
                            <a:gd name="f39" fmla="*/ f28 1 34"/>
                            <a:gd name="f40" fmla="*/ f29 1 60"/>
                            <a:gd name="f41" fmla="*/ f30 1 34"/>
                            <a:gd name="f42" fmla="*/ 0 1 f19"/>
                            <a:gd name="f43" fmla="*/ f6 1 f19"/>
                            <a:gd name="f44" fmla="*/ 0 1 f20"/>
                            <a:gd name="f45" fmla="*/ f7 1 f20"/>
                            <a:gd name="f46" fmla="+- f31 0 f1"/>
                            <a:gd name="f47" fmla="*/ f32 1 f19"/>
                            <a:gd name="f48" fmla="*/ f33 1 f20"/>
                            <a:gd name="f49" fmla="*/ f34 1 f19"/>
                            <a:gd name="f50" fmla="*/ f35 1 f20"/>
                            <a:gd name="f51" fmla="*/ f36 1 f19"/>
                            <a:gd name="f52" fmla="*/ f37 1 f20"/>
                            <a:gd name="f53" fmla="*/ f38 1 f19"/>
                            <a:gd name="f54" fmla="*/ f39 1 f20"/>
                            <a:gd name="f55" fmla="*/ f40 1 f19"/>
                            <a:gd name="f56" fmla="*/ f41 1 f20"/>
                            <a:gd name="f57" fmla="*/ f42 f14 1"/>
                            <a:gd name="f58" fmla="*/ f43 f14 1"/>
                            <a:gd name="f59" fmla="*/ f45 f15 1"/>
                            <a:gd name="f60" fmla="*/ f44 f15 1"/>
                            <a:gd name="f61" fmla="*/ f47 f14 1"/>
                            <a:gd name="f62" fmla="*/ f48 f15 1"/>
                            <a:gd name="f63" fmla="*/ f49 f14 1"/>
                            <a:gd name="f64" fmla="*/ f50 f15 1"/>
                            <a:gd name="f65" fmla="*/ f51 f14 1"/>
                            <a:gd name="f66" fmla="*/ f52 f15 1"/>
                            <a:gd name="f67" fmla="*/ f53 f14 1"/>
                            <a:gd name="f68" fmla="*/ f54 f15 1"/>
                            <a:gd name="f69" fmla="*/ f55 f14 1"/>
                            <a:gd name="f70" fmla="*/ f56 f15 1"/>
                          </a:gdLst>
                          <a:ahLst/>
                          <a:cxnLst>
                            <a:cxn ang="3cd4">
                              <a:pos x="hc" y="t"/>
                            </a:cxn>
                            <a:cxn ang="0">
                              <a:pos x="r" y="vc"/>
                            </a:cxn>
                            <a:cxn ang="cd4">
                              <a:pos x="hc" y="b"/>
                            </a:cxn>
                            <a:cxn ang="cd2">
                              <a:pos x="l" y="vc"/>
                            </a:cxn>
                            <a:cxn ang="f46">
                              <a:pos x="f61" y="f62"/>
                            </a:cxn>
                            <a:cxn ang="f46">
                              <a:pos x="f63" y="f64"/>
                            </a:cxn>
                            <a:cxn ang="f46">
                              <a:pos x="f65" y="f64"/>
                            </a:cxn>
                            <a:cxn ang="f46">
                              <a:pos x="f61" y="f62"/>
                            </a:cxn>
                            <a:cxn ang="f46">
                              <a:pos x="f61" y="f62"/>
                            </a:cxn>
                            <a:cxn ang="f46">
                              <a:pos x="f65" y="f66"/>
                            </a:cxn>
                            <a:cxn ang="f46">
                              <a:pos x="f65" y="f66"/>
                            </a:cxn>
                            <a:cxn ang="f46">
                              <a:pos x="f65" y="f64"/>
                            </a:cxn>
                            <a:cxn ang="f46">
                              <a:pos x="f65" y="f66"/>
                            </a:cxn>
                            <a:cxn ang="f46">
                              <a:pos x="f65" y="f64"/>
                            </a:cxn>
                            <a:cxn ang="f46">
                              <a:pos x="f65" y="f64"/>
                            </a:cxn>
                            <a:cxn ang="f46">
                              <a:pos x="f67" y="f68"/>
                            </a:cxn>
                            <a:cxn ang="f46">
                              <a:pos x="f69" y="f70"/>
                            </a:cxn>
                            <a:cxn ang="f46">
                              <a:pos x="f65" y="f66"/>
                            </a:cxn>
                            <a:cxn ang="f46">
                              <a:pos x="f65" y="f64"/>
                            </a:cxn>
                          </a:cxnLst>
                          <a:rect l="f57" t="f60" r="f58" b="f59"/>
                          <a:pathLst>
                            <a:path w="60" h="34">
                              <a:moveTo>
                                <a:pt x="f5" y="f5"/>
                              </a:moveTo>
                              <a:lnTo>
                                <a:pt x="f8" y="f9"/>
                              </a:lnTo>
                              <a:lnTo>
                                <a:pt x="f10" y="f9"/>
                              </a:lnTo>
                              <a:lnTo>
                                <a:pt x="f5" y="f5"/>
                              </a:lnTo>
                              <a:close/>
                              <a:moveTo>
                                <a:pt x="f10" y="f7"/>
                              </a:moveTo>
                              <a:lnTo>
                                <a:pt x="f10" y="f7"/>
                              </a:lnTo>
                              <a:lnTo>
                                <a:pt x="f10" y="f9"/>
                              </a:lnTo>
                              <a:lnTo>
                                <a:pt x="f10" y="f7"/>
                              </a:lnTo>
                              <a:close/>
                              <a:moveTo>
                                <a:pt x="f10" y="f9"/>
                              </a:moveTo>
                              <a:lnTo>
                                <a:pt x="f10" y="f9"/>
                              </a:lnTo>
                              <a:lnTo>
                                <a:pt x="f11" y="f10"/>
                              </a:lnTo>
                              <a:lnTo>
                                <a:pt x="f6" y="f12"/>
                              </a:lnTo>
                              <a:lnTo>
                                <a:pt x="f10" y="f7"/>
                              </a:lnTo>
                              <a:lnTo>
                                <a:pt x="f10"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3" name="Freeform 100"/>
                      <wps:cNvSpPr/>
                      <wps:spPr>
                        <a:xfrm>
                          <a:off x="380884" y="327602"/>
                          <a:ext cx="38523" cy="22677"/>
                        </a:xfrm>
                        <a:custGeom>
                          <a:avLst/>
                          <a:gdLst>
                            <a:gd name="f0" fmla="val 10800000"/>
                            <a:gd name="f1" fmla="val 5400000"/>
                            <a:gd name="f2" fmla="val 180"/>
                            <a:gd name="f3" fmla="val w"/>
                            <a:gd name="f4" fmla="val h"/>
                            <a:gd name="f5" fmla="val 0"/>
                            <a:gd name="f6" fmla="val 60"/>
                            <a:gd name="f7" fmla="val 35"/>
                            <a:gd name="f8" fmla="val 5"/>
                            <a:gd name="f9" fmla="val 20"/>
                            <a:gd name="f10" fmla="val 30"/>
                            <a:gd name="f11" fmla="val 15"/>
                            <a:gd name="f12" fmla="val 25"/>
                            <a:gd name="f13" fmla="+- 0 0 0"/>
                            <a:gd name="f14" fmla="*/ f3 1 60"/>
                            <a:gd name="f15" fmla="*/ f4 1 35"/>
                            <a:gd name="f16" fmla="+- f7 0 f5"/>
                            <a:gd name="f17" fmla="+- f6 0 f5"/>
                            <a:gd name="f18" fmla="*/ f13 f0 1"/>
                            <a:gd name="f19" fmla="*/ f17 1 60"/>
                            <a:gd name="f20" fmla="*/ f16 1 35"/>
                            <a:gd name="f21" fmla="*/ 5 f17 1"/>
                            <a:gd name="f22" fmla="*/ 0 f16 1"/>
                            <a:gd name="f23" fmla="*/ 20 f17 1"/>
                            <a:gd name="f24" fmla="*/ 30 f16 1"/>
                            <a:gd name="f25" fmla="*/ 15 f17 1"/>
                            <a:gd name="f26" fmla="*/ 0 f17 1"/>
                            <a:gd name="f27" fmla="*/ 35 f16 1"/>
                            <a:gd name="f28" fmla="*/ 60 f17 1"/>
                            <a:gd name="f29" fmla="*/ 20 f16 1"/>
                            <a:gd name="f30" fmla="*/ 25 f16 1"/>
                            <a:gd name="f31" fmla="*/ f18 1 f2"/>
                            <a:gd name="f32" fmla="*/ f21 1 60"/>
                            <a:gd name="f33" fmla="*/ f22 1 35"/>
                            <a:gd name="f34" fmla="*/ f23 1 60"/>
                            <a:gd name="f35" fmla="*/ f24 1 35"/>
                            <a:gd name="f36" fmla="*/ f25 1 60"/>
                            <a:gd name="f37" fmla="*/ f26 1 60"/>
                            <a:gd name="f38" fmla="*/ f27 1 35"/>
                            <a:gd name="f39" fmla="*/ f28 1 60"/>
                            <a:gd name="f40" fmla="*/ f29 1 35"/>
                            <a:gd name="f41" fmla="*/ f30 1 35"/>
                            <a:gd name="f42" fmla="*/ 0 1 f19"/>
                            <a:gd name="f43" fmla="*/ f6 1 f19"/>
                            <a:gd name="f44" fmla="*/ 0 1 f20"/>
                            <a:gd name="f45" fmla="*/ f7 1 f20"/>
                            <a:gd name="f46" fmla="+- f31 0 f1"/>
                            <a:gd name="f47" fmla="*/ f32 1 f19"/>
                            <a:gd name="f48" fmla="*/ f33 1 f20"/>
                            <a:gd name="f49" fmla="*/ f34 1 f19"/>
                            <a:gd name="f50" fmla="*/ f35 1 f20"/>
                            <a:gd name="f51" fmla="*/ f36 1 f19"/>
                            <a:gd name="f52" fmla="*/ f37 1 f19"/>
                            <a:gd name="f53" fmla="*/ f38 1 f20"/>
                            <a:gd name="f54" fmla="*/ f39 1 f19"/>
                            <a:gd name="f55" fmla="*/ f40 1 f20"/>
                            <a:gd name="f56" fmla="*/ f41 1 f20"/>
                            <a:gd name="f57" fmla="*/ f42 f14 1"/>
                            <a:gd name="f58" fmla="*/ f43 f14 1"/>
                            <a:gd name="f59" fmla="*/ f45 f15 1"/>
                            <a:gd name="f60" fmla="*/ f44 f15 1"/>
                            <a:gd name="f61" fmla="*/ f47 f14 1"/>
                            <a:gd name="f62" fmla="*/ f48 f15 1"/>
                            <a:gd name="f63" fmla="*/ f49 f14 1"/>
                            <a:gd name="f64" fmla="*/ f50 f15 1"/>
                            <a:gd name="f65" fmla="*/ f51 f14 1"/>
                            <a:gd name="f66" fmla="*/ f52 f14 1"/>
                            <a:gd name="f67" fmla="*/ f53 f15 1"/>
                            <a:gd name="f68" fmla="*/ f54 f14 1"/>
                            <a:gd name="f69" fmla="*/ f55 f15 1"/>
                            <a:gd name="f70" fmla="*/ f56 f15 1"/>
                          </a:gdLst>
                          <a:ahLst/>
                          <a:cxnLst>
                            <a:cxn ang="3cd4">
                              <a:pos x="hc" y="t"/>
                            </a:cxn>
                            <a:cxn ang="0">
                              <a:pos x="r" y="vc"/>
                            </a:cxn>
                            <a:cxn ang="cd4">
                              <a:pos x="hc" y="b"/>
                            </a:cxn>
                            <a:cxn ang="cd2">
                              <a:pos x="l" y="vc"/>
                            </a:cxn>
                            <a:cxn ang="f46">
                              <a:pos x="f61" y="f62"/>
                            </a:cxn>
                            <a:cxn ang="f46">
                              <a:pos x="f63" y="f64"/>
                            </a:cxn>
                            <a:cxn ang="f46">
                              <a:pos x="f65" y="f64"/>
                            </a:cxn>
                            <a:cxn ang="f46">
                              <a:pos x="f66" y="f62"/>
                            </a:cxn>
                            <a:cxn ang="f46">
                              <a:pos x="f61" y="f62"/>
                            </a:cxn>
                            <a:cxn ang="f46">
                              <a:pos x="f63" y="f67"/>
                            </a:cxn>
                            <a:cxn ang="f46">
                              <a:pos x="f65" y="f67"/>
                            </a:cxn>
                            <a:cxn ang="f46">
                              <a:pos x="f65" y="f64"/>
                            </a:cxn>
                            <a:cxn ang="f46">
                              <a:pos x="f63" y="f67"/>
                            </a:cxn>
                            <a:cxn ang="f46">
                              <a:pos x="f65" y="f64"/>
                            </a:cxn>
                            <a:cxn ang="f46">
                              <a:pos x="f65" y="f64"/>
                            </a:cxn>
                            <a:cxn ang="f46">
                              <a:pos x="f68" y="f69"/>
                            </a:cxn>
                            <a:cxn ang="f46">
                              <a:pos x="f68" y="f70"/>
                            </a:cxn>
                            <a:cxn ang="f46">
                              <a:pos x="f63" y="f67"/>
                            </a:cxn>
                            <a:cxn ang="f46">
                              <a:pos x="f65" y="f64"/>
                            </a:cxn>
                          </a:cxnLst>
                          <a:rect l="f57" t="f60" r="f58" b="f59"/>
                          <a:pathLst>
                            <a:path w="60" h="35">
                              <a:moveTo>
                                <a:pt x="f8" y="f5"/>
                              </a:moveTo>
                              <a:lnTo>
                                <a:pt x="f9" y="f10"/>
                              </a:lnTo>
                              <a:lnTo>
                                <a:pt x="f11" y="f10"/>
                              </a:lnTo>
                              <a:lnTo>
                                <a:pt x="f5" y="f5"/>
                              </a:lnTo>
                              <a:lnTo>
                                <a:pt x="f8" y="f5"/>
                              </a:lnTo>
                              <a:close/>
                              <a:moveTo>
                                <a:pt x="f9" y="f7"/>
                              </a:moveTo>
                              <a:lnTo>
                                <a:pt x="f11" y="f7"/>
                              </a:lnTo>
                              <a:lnTo>
                                <a:pt x="f11" y="f10"/>
                              </a:lnTo>
                              <a:lnTo>
                                <a:pt x="f9" y="f7"/>
                              </a:lnTo>
                              <a:close/>
                              <a:moveTo>
                                <a:pt x="f11" y="f10"/>
                              </a:moveTo>
                              <a:lnTo>
                                <a:pt x="f11" y="f10"/>
                              </a:lnTo>
                              <a:lnTo>
                                <a:pt x="f6" y="f9"/>
                              </a:lnTo>
                              <a:lnTo>
                                <a:pt x="f6" y="f12"/>
                              </a:lnTo>
                              <a:lnTo>
                                <a:pt x="f9" y="f7"/>
                              </a:lnTo>
                              <a:lnTo>
                                <a:pt x="f11"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4" name="Freeform 101"/>
                      <wps:cNvSpPr/>
                      <wps:spPr>
                        <a:xfrm>
                          <a:off x="374757" y="337322"/>
                          <a:ext cx="35277" cy="22677"/>
                        </a:xfrm>
                        <a:custGeom>
                          <a:avLst/>
                          <a:gdLst>
                            <a:gd name="f0" fmla="val 10800000"/>
                            <a:gd name="f1" fmla="val 5400000"/>
                            <a:gd name="f2" fmla="val 180"/>
                            <a:gd name="f3" fmla="val w"/>
                            <a:gd name="f4" fmla="val h"/>
                            <a:gd name="f5" fmla="val 0"/>
                            <a:gd name="f6" fmla="val 55"/>
                            <a:gd name="f7" fmla="val 35"/>
                            <a:gd name="f8" fmla="val 5"/>
                            <a:gd name="f9" fmla="val 15"/>
                            <a:gd name="f10" fmla="val 10"/>
                            <a:gd name="f11" fmla="val 30"/>
                            <a:gd name="f12" fmla="val 25"/>
                            <a:gd name="f13" fmla="+- 0 0 0"/>
                            <a:gd name="f14" fmla="*/ f3 1 55"/>
                            <a:gd name="f15" fmla="*/ f4 1 35"/>
                            <a:gd name="f16" fmla="+- f7 0 f5"/>
                            <a:gd name="f17" fmla="+- f6 0 f5"/>
                            <a:gd name="f18" fmla="*/ f13 f0 1"/>
                            <a:gd name="f19" fmla="*/ f17 1 55"/>
                            <a:gd name="f20" fmla="*/ f16 1 35"/>
                            <a:gd name="f21" fmla="*/ 5 f17 1"/>
                            <a:gd name="f22" fmla="*/ 0 f16 1"/>
                            <a:gd name="f23" fmla="*/ 15 f17 1"/>
                            <a:gd name="f24" fmla="*/ 35 f16 1"/>
                            <a:gd name="f25" fmla="*/ 10 f17 1"/>
                            <a:gd name="f26" fmla="*/ 0 f17 1"/>
                            <a:gd name="f27" fmla="*/ 5 f16 1"/>
                            <a:gd name="f28" fmla="*/ 30 f16 1"/>
                            <a:gd name="f29" fmla="*/ 55 f17 1"/>
                            <a:gd name="f30" fmla="*/ 25 f16 1"/>
                            <a:gd name="f31" fmla="*/ f18 1 f2"/>
                            <a:gd name="f32" fmla="*/ f21 1 55"/>
                            <a:gd name="f33" fmla="*/ f22 1 35"/>
                            <a:gd name="f34" fmla="*/ f23 1 55"/>
                            <a:gd name="f35" fmla="*/ f24 1 35"/>
                            <a:gd name="f36" fmla="*/ f25 1 55"/>
                            <a:gd name="f37" fmla="*/ f26 1 55"/>
                            <a:gd name="f38" fmla="*/ f27 1 35"/>
                            <a:gd name="f39" fmla="*/ f28 1 35"/>
                            <a:gd name="f40" fmla="*/ f29 1 55"/>
                            <a:gd name="f41" fmla="*/ f30 1 35"/>
                            <a:gd name="f42" fmla="*/ 0 1 f19"/>
                            <a:gd name="f43" fmla="*/ f6 1 f19"/>
                            <a:gd name="f44" fmla="*/ 0 1 f20"/>
                            <a:gd name="f45" fmla="*/ f7 1 f20"/>
                            <a:gd name="f46" fmla="+- f31 0 f1"/>
                            <a:gd name="f47" fmla="*/ f32 1 f19"/>
                            <a:gd name="f48" fmla="*/ f33 1 f20"/>
                            <a:gd name="f49" fmla="*/ f34 1 f19"/>
                            <a:gd name="f50" fmla="*/ f35 1 f20"/>
                            <a:gd name="f51" fmla="*/ f36 1 f19"/>
                            <a:gd name="f52" fmla="*/ f37 1 f19"/>
                            <a:gd name="f53" fmla="*/ f38 1 f20"/>
                            <a:gd name="f54" fmla="*/ f39 1 f20"/>
                            <a:gd name="f55" fmla="*/ f40 1 f19"/>
                            <a:gd name="f56" fmla="*/ f41 1 f20"/>
                            <a:gd name="f57" fmla="*/ f42 f14 1"/>
                            <a:gd name="f58" fmla="*/ f43 f14 1"/>
                            <a:gd name="f59" fmla="*/ f45 f15 1"/>
                            <a:gd name="f60" fmla="*/ f44 f15 1"/>
                            <a:gd name="f61" fmla="*/ f47 f14 1"/>
                            <a:gd name="f62" fmla="*/ f48 f15 1"/>
                            <a:gd name="f63" fmla="*/ f49 f14 1"/>
                            <a:gd name="f64" fmla="*/ f50 f15 1"/>
                            <a:gd name="f65" fmla="*/ f51 f14 1"/>
                            <a:gd name="f66" fmla="*/ f52 f14 1"/>
                            <a:gd name="f67" fmla="*/ f53 f15 1"/>
                            <a:gd name="f68" fmla="*/ f54 f15 1"/>
                            <a:gd name="f69" fmla="*/ f55 f14 1"/>
                            <a:gd name="f70" fmla="*/ f56 f15 1"/>
                          </a:gdLst>
                          <a:ahLst/>
                          <a:cxnLst>
                            <a:cxn ang="3cd4">
                              <a:pos x="hc" y="t"/>
                            </a:cxn>
                            <a:cxn ang="0">
                              <a:pos x="r" y="vc"/>
                            </a:cxn>
                            <a:cxn ang="cd4">
                              <a:pos x="hc" y="b"/>
                            </a:cxn>
                            <a:cxn ang="cd2">
                              <a:pos x="l" y="vc"/>
                            </a:cxn>
                            <a:cxn ang="f46">
                              <a:pos x="f61" y="f62"/>
                            </a:cxn>
                            <a:cxn ang="f46">
                              <a:pos x="f63" y="f64"/>
                            </a:cxn>
                            <a:cxn ang="f46">
                              <a:pos x="f65" y="f64"/>
                            </a:cxn>
                            <a:cxn ang="f46">
                              <a:pos x="f66" y="f67"/>
                            </a:cxn>
                            <a:cxn ang="f46">
                              <a:pos x="f61" y="f62"/>
                            </a:cxn>
                            <a:cxn ang="f46">
                              <a:pos x="f65" y="f64"/>
                            </a:cxn>
                            <a:cxn ang="f46">
                              <a:pos x="f65" y="f64"/>
                            </a:cxn>
                            <a:cxn ang="f46">
                              <a:pos x="f65" y="f64"/>
                            </a:cxn>
                            <a:cxn ang="f46">
                              <a:pos x="f65" y="f64"/>
                            </a:cxn>
                            <a:cxn ang="f46">
                              <a:pos x="f65" y="f64"/>
                            </a:cxn>
                            <a:cxn ang="f46">
                              <a:pos x="f65" y="f68"/>
                            </a:cxn>
                            <a:cxn ang="f46">
                              <a:pos x="f69" y="f70"/>
                            </a:cxn>
                            <a:cxn ang="f46">
                              <a:pos x="f69" y="f68"/>
                            </a:cxn>
                            <a:cxn ang="f46">
                              <a:pos x="f65" y="f64"/>
                            </a:cxn>
                            <a:cxn ang="f46">
                              <a:pos x="f65" y="f64"/>
                            </a:cxn>
                          </a:cxnLst>
                          <a:rect l="f57" t="f60" r="f58" b="f59"/>
                          <a:pathLst>
                            <a:path w="55" h="35">
                              <a:moveTo>
                                <a:pt x="f8" y="f5"/>
                              </a:moveTo>
                              <a:lnTo>
                                <a:pt x="f9" y="f7"/>
                              </a:lnTo>
                              <a:lnTo>
                                <a:pt x="f10" y="f7"/>
                              </a:lnTo>
                              <a:lnTo>
                                <a:pt x="f5" y="f8"/>
                              </a:lnTo>
                              <a:lnTo>
                                <a:pt x="f8" y="f5"/>
                              </a:lnTo>
                              <a:close/>
                              <a:moveTo>
                                <a:pt x="f10" y="f7"/>
                              </a:moveTo>
                              <a:lnTo>
                                <a:pt x="f10" y="f7"/>
                              </a:lnTo>
                              <a:close/>
                              <a:moveTo>
                                <a:pt x="f10" y="f7"/>
                              </a:moveTo>
                              <a:lnTo>
                                <a:pt x="f10" y="f11"/>
                              </a:lnTo>
                              <a:lnTo>
                                <a:pt x="f6" y="f12"/>
                              </a:lnTo>
                              <a:lnTo>
                                <a:pt x="f6" y="f11"/>
                              </a:lnTo>
                              <a:lnTo>
                                <a:pt x="f10"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5" name="Freeform 102"/>
                      <wps:cNvSpPr/>
                      <wps:spPr>
                        <a:xfrm>
                          <a:off x="365037" y="349922"/>
                          <a:ext cx="35277" cy="22677"/>
                        </a:xfrm>
                        <a:custGeom>
                          <a:avLst/>
                          <a:gdLst>
                            <a:gd name="f0" fmla="val 10800000"/>
                            <a:gd name="f1" fmla="val 5400000"/>
                            <a:gd name="f2" fmla="val 180"/>
                            <a:gd name="f3" fmla="val w"/>
                            <a:gd name="f4" fmla="val h"/>
                            <a:gd name="f5" fmla="val 0"/>
                            <a:gd name="f6" fmla="val 55"/>
                            <a:gd name="f7" fmla="val 35"/>
                            <a:gd name="f8" fmla="val 5"/>
                            <a:gd name="f9" fmla="val 10"/>
                            <a:gd name="f10" fmla="val 30"/>
                            <a:gd name="f11" fmla="val 50"/>
                            <a:gd name="f12" fmla="+- 0 0 0"/>
                            <a:gd name="f13" fmla="*/ f3 1 55"/>
                            <a:gd name="f14" fmla="*/ f4 1 35"/>
                            <a:gd name="f15" fmla="+- f7 0 f5"/>
                            <a:gd name="f16" fmla="+- f6 0 f5"/>
                            <a:gd name="f17" fmla="*/ f12 f0 1"/>
                            <a:gd name="f18" fmla="*/ f16 1 55"/>
                            <a:gd name="f19" fmla="*/ f15 1 35"/>
                            <a:gd name="f20" fmla="*/ 5 f16 1"/>
                            <a:gd name="f21" fmla="*/ 0 f15 1"/>
                            <a:gd name="f22" fmla="*/ 10 f16 1"/>
                            <a:gd name="f23" fmla="*/ 35 f15 1"/>
                            <a:gd name="f24" fmla="*/ 0 f16 1"/>
                            <a:gd name="f25" fmla="*/ 30 f15 1"/>
                            <a:gd name="f26" fmla="*/ 50 f16 1"/>
                            <a:gd name="f27" fmla="*/ 55 f16 1"/>
                            <a:gd name="f28" fmla="*/ f17 1 f2"/>
                            <a:gd name="f29" fmla="*/ f20 1 55"/>
                            <a:gd name="f30" fmla="*/ f21 1 35"/>
                            <a:gd name="f31" fmla="*/ f22 1 55"/>
                            <a:gd name="f32" fmla="*/ f23 1 35"/>
                            <a:gd name="f33" fmla="*/ f24 1 55"/>
                            <a:gd name="f34" fmla="*/ f25 1 35"/>
                            <a:gd name="f35" fmla="*/ f26 1 55"/>
                            <a:gd name="f36" fmla="*/ f27 1 55"/>
                            <a:gd name="f37" fmla="*/ 0 1 f18"/>
                            <a:gd name="f38" fmla="*/ f6 1 f18"/>
                            <a:gd name="f39" fmla="*/ 0 1 f19"/>
                            <a:gd name="f40" fmla="*/ f7 1 f19"/>
                            <a:gd name="f41" fmla="+- f28 0 f1"/>
                            <a:gd name="f42" fmla="*/ f29 1 f18"/>
                            <a:gd name="f43" fmla="*/ f30 1 f19"/>
                            <a:gd name="f44" fmla="*/ f31 1 f18"/>
                            <a:gd name="f45" fmla="*/ f32 1 f19"/>
                            <a:gd name="f46" fmla="*/ f33 1 f18"/>
                            <a:gd name="f47" fmla="*/ f34 1 f19"/>
                            <a:gd name="f48" fmla="*/ f35 1 f18"/>
                            <a:gd name="f49" fmla="*/ f36 1 f18"/>
                            <a:gd name="f50" fmla="*/ f37 f13 1"/>
                            <a:gd name="f51" fmla="*/ f38 f13 1"/>
                            <a:gd name="f52" fmla="*/ f40 f14 1"/>
                            <a:gd name="f53" fmla="*/ f39 f14 1"/>
                            <a:gd name="f54" fmla="*/ f42 f13 1"/>
                            <a:gd name="f55" fmla="*/ f43 f14 1"/>
                            <a:gd name="f56" fmla="*/ f44 f13 1"/>
                            <a:gd name="f57" fmla="*/ f45 f14 1"/>
                            <a:gd name="f58" fmla="*/ f46 f13 1"/>
                            <a:gd name="f59" fmla="*/ f47 f14 1"/>
                            <a:gd name="f60" fmla="*/ f48 f13 1"/>
                            <a:gd name="f61" fmla="*/ f49 f13 1"/>
                          </a:gdLst>
                          <a:ahLst/>
                          <a:cxnLst>
                            <a:cxn ang="3cd4">
                              <a:pos x="hc" y="t"/>
                            </a:cxn>
                            <a:cxn ang="0">
                              <a:pos x="r" y="vc"/>
                            </a:cxn>
                            <a:cxn ang="cd4">
                              <a:pos x="hc" y="b"/>
                            </a:cxn>
                            <a:cxn ang="cd2">
                              <a:pos x="l" y="vc"/>
                            </a:cxn>
                            <a:cxn ang="f41">
                              <a:pos x="f54" y="f55"/>
                            </a:cxn>
                            <a:cxn ang="f41">
                              <a:pos x="f56" y="f57"/>
                            </a:cxn>
                            <a:cxn ang="f41">
                              <a:pos x="f54" y="f57"/>
                            </a:cxn>
                            <a:cxn ang="f41">
                              <a:pos x="f58" y="f55"/>
                            </a:cxn>
                            <a:cxn ang="f41">
                              <a:pos x="f54" y="f55"/>
                            </a:cxn>
                            <a:cxn ang="f41">
                              <a:pos x="f56" y="f57"/>
                            </a:cxn>
                            <a:cxn ang="f41">
                              <a:pos x="f56" y="f57"/>
                            </a:cxn>
                            <a:cxn ang="f41">
                              <a:pos x="f54" y="f57"/>
                            </a:cxn>
                            <a:cxn ang="f41">
                              <a:pos x="f56" y="f57"/>
                            </a:cxn>
                            <a:cxn ang="f41">
                              <a:pos x="f54" y="f57"/>
                            </a:cxn>
                            <a:cxn ang="f41">
                              <a:pos x="f56" y="f59"/>
                            </a:cxn>
                            <a:cxn ang="f41">
                              <a:pos x="f60" y="f59"/>
                            </a:cxn>
                            <a:cxn ang="f41">
                              <a:pos x="f61" y="f57"/>
                            </a:cxn>
                            <a:cxn ang="f41">
                              <a:pos x="f56" y="f57"/>
                            </a:cxn>
                            <a:cxn ang="f41">
                              <a:pos x="f54" y="f57"/>
                            </a:cxn>
                          </a:cxnLst>
                          <a:rect l="f50" t="f53" r="f51" b="f52"/>
                          <a:pathLst>
                            <a:path w="55" h="35">
                              <a:moveTo>
                                <a:pt x="f8" y="f5"/>
                              </a:moveTo>
                              <a:lnTo>
                                <a:pt x="f9" y="f7"/>
                              </a:lnTo>
                              <a:lnTo>
                                <a:pt x="f8" y="f7"/>
                              </a:lnTo>
                              <a:lnTo>
                                <a:pt x="f5" y="f5"/>
                              </a:lnTo>
                              <a:lnTo>
                                <a:pt x="f8" y="f5"/>
                              </a:lnTo>
                              <a:close/>
                              <a:moveTo>
                                <a:pt x="f9" y="f7"/>
                              </a:moveTo>
                              <a:lnTo>
                                <a:pt x="f9" y="f7"/>
                              </a:lnTo>
                              <a:lnTo>
                                <a:pt x="f8" y="f7"/>
                              </a:lnTo>
                              <a:lnTo>
                                <a:pt x="f9" y="f7"/>
                              </a:lnTo>
                              <a:close/>
                              <a:moveTo>
                                <a:pt x="f8" y="f7"/>
                              </a:moveTo>
                              <a:lnTo>
                                <a:pt x="f9" y="f10"/>
                              </a:lnTo>
                              <a:lnTo>
                                <a:pt x="f11" y="f10"/>
                              </a:lnTo>
                              <a:lnTo>
                                <a:pt x="f6" y="f7"/>
                              </a:lnTo>
                              <a:lnTo>
                                <a:pt x="f9" y="f7"/>
                              </a:lnTo>
                              <a:lnTo>
                                <a:pt x="f8"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6" name="Freeform 103"/>
                      <wps:cNvSpPr/>
                      <wps:spPr>
                        <a:xfrm>
                          <a:off x="355683" y="359276"/>
                          <a:ext cx="31318" cy="25557"/>
                        </a:xfrm>
                        <a:custGeom>
                          <a:avLst/>
                          <a:gdLst>
                            <a:gd name="f0" fmla="val 10800000"/>
                            <a:gd name="f1" fmla="val 5400000"/>
                            <a:gd name="f2" fmla="val 180"/>
                            <a:gd name="f3" fmla="val w"/>
                            <a:gd name="f4" fmla="val h"/>
                            <a:gd name="f5" fmla="val 0"/>
                            <a:gd name="f6" fmla="val 50"/>
                            <a:gd name="f7" fmla="val 40"/>
                            <a:gd name="f8" fmla="val 5"/>
                            <a:gd name="f9" fmla="val 10"/>
                            <a:gd name="f10" fmla="val 35"/>
                            <a:gd name="f11" fmla="val 30"/>
                            <a:gd name="f12" fmla="+- 0 0 0"/>
                            <a:gd name="f13" fmla="*/ f3 1 50"/>
                            <a:gd name="f14" fmla="*/ f4 1 40"/>
                            <a:gd name="f15" fmla="+- f7 0 f5"/>
                            <a:gd name="f16" fmla="+- f6 0 f5"/>
                            <a:gd name="f17" fmla="*/ f12 f0 1"/>
                            <a:gd name="f18" fmla="*/ f16 1 50"/>
                            <a:gd name="f19" fmla="*/ f15 1 40"/>
                            <a:gd name="f20" fmla="*/ 5 f16 1"/>
                            <a:gd name="f21" fmla="*/ 0 f15 1"/>
                            <a:gd name="f22" fmla="*/ 10 f16 1"/>
                            <a:gd name="f23" fmla="*/ 35 f15 1"/>
                            <a:gd name="f24" fmla="*/ 0 f16 1"/>
                            <a:gd name="f25" fmla="*/ 40 f15 1"/>
                            <a:gd name="f26" fmla="*/ 50 f16 1"/>
                            <a:gd name="f27" fmla="*/ 30 f15 1"/>
                            <a:gd name="f28" fmla="*/ f17 1 f2"/>
                            <a:gd name="f29" fmla="*/ f20 1 50"/>
                            <a:gd name="f30" fmla="*/ f21 1 40"/>
                            <a:gd name="f31" fmla="*/ f22 1 50"/>
                            <a:gd name="f32" fmla="*/ f23 1 40"/>
                            <a:gd name="f33" fmla="*/ f24 1 50"/>
                            <a:gd name="f34" fmla="*/ f25 1 40"/>
                            <a:gd name="f35" fmla="*/ f26 1 50"/>
                            <a:gd name="f36" fmla="*/ f27 1 40"/>
                            <a:gd name="f37" fmla="*/ 0 1 f18"/>
                            <a:gd name="f38" fmla="*/ f6 1 f18"/>
                            <a:gd name="f39" fmla="*/ 0 1 f19"/>
                            <a:gd name="f40" fmla="*/ f7 1 f19"/>
                            <a:gd name="f41" fmla="+- f28 0 f1"/>
                            <a:gd name="f42" fmla="*/ f29 1 f18"/>
                            <a:gd name="f43" fmla="*/ f30 1 f19"/>
                            <a:gd name="f44" fmla="*/ f31 1 f18"/>
                            <a:gd name="f45" fmla="*/ f32 1 f19"/>
                            <a:gd name="f46" fmla="*/ f33 1 f18"/>
                            <a:gd name="f47" fmla="*/ f34 1 f19"/>
                            <a:gd name="f48" fmla="*/ f35 1 f18"/>
                            <a:gd name="f49" fmla="*/ f36 1 f19"/>
                            <a:gd name="f50" fmla="*/ f37 f13 1"/>
                            <a:gd name="f51" fmla="*/ f38 f13 1"/>
                            <a:gd name="f52" fmla="*/ f40 f14 1"/>
                            <a:gd name="f53" fmla="*/ f39 f14 1"/>
                            <a:gd name="f54" fmla="*/ f42 f13 1"/>
                            <a:gd name="f55" fmla="*/ f43 f14 1"/>
                            <a:gd name="f56" fmla="*/ f44 f13 1"/>
                            <a:gd name="f57" fmla="*/ f45 f14 1"/>
                            <a:gd name="f58" fmla="*/ f46 f13 1"/>
                            <a:gd name="f59" fmla="*/ f47 f14 1"/>
                            <a:gd name="f60" fmla="*/ f48 f13 1"/>
                            <a:gd name="f61" fmla="*/ f49 f14 1"/>
                          </a:gdLst>
                          <a:ahLst/>
                          <a:cxnLst>
                            <a:cxn ang="3cd4">
                              <a:pos x="hc" y="t"/>
                            </a:cxn>
                            <a:cxn ang="0">
                              <a:pos x="r" y="vc"/>
                            </a:cxn>
                            <a:cxn ang="cd4">
                              <a:pos x="hc" y="b"/>
                            </a:cxn>
                            <a:cxn ang="cd2">
                              <a:pos x="l" y="vc"/>
                            </a:cxn>
                            <a:cxn ang="f41">
                              <a:pos x="f54" y="f55"/>
                            </a:cxn>
                            <a:cxn ang="f41">
                              <a:pos x="f56" y="f57"/>
                            </a:cxn>
                            <a:cxn ang="f41">
                              <a:pos x="f54" y="f57"/>
                            </a:cxn>
                            <a:cxn ang="f41">
                              <a:pos x="f58" y="f55"/>
                            </a:cxn>
                            <a:cxn ang="f41">
                              <a:pos x="f54" y="f55"/>
                            </a:cxn>
                            <a:cxn ang="f41">
                              <a:pos x="f54" y="f59"/>
                            </a:cxn>
                            <a:cxn ang="f41">
                              <a:pos x="f54" y="f59"/>
                            </a:cxn>
                            <a:cxn ang="f41">
                              <a:pos x="f54" y="f57"/>
                            </a:cxn>
                            <a:cxn ang="f41">
                              <a:pos x="f54" y="f59"/>
                            </a:cxn>
                            <a:cxn ang="f41">
                              <a:pos x="f54" y="f57"/>
                            </a:cxn>
                            <a:cxn ang="f41">
                              <a:pos x="f54" y="f57"/>
                            </a:cxn>
                            <a:cxn ang="f41">
                              <a:pos x="f60" y="f61"/>
                            </a:cxn>
                            <a:cxn ang="f41">
                              <a:pos x="f60" y="f57"/>
                            </a:cxn>
                            <a:cxn ang="f41">
                              <a:pos x="f54" y="f59"/>
                            </a:cxn>
                            <a:cxn ang="f41">
                              <a:pos x="f54" y="f57"/>
                            </a:cxn>
                          </a:cxnLst>
                          <a:rect l="f50" t="f53" r="f51" b="f52"/>
                          <a:pathLst>
                            <a:path w="50" h="40">
                              <a:moveTo>
                                <a:pt x="f8" y="f5"/>
                              </a:moveTo>
                              <a:lnTo>
                                <a:pt x="f9" y="f10"/>
                              </a:lnTo>
                              <a:lnTo>
                                <a:pt x="f8" y="f10"/>
                              </a:lnTo>
                              <a:lnTo>
                                <a:pt x="f5" y="f5"/>
                              </a:lnTo>
                              <a:lnTo>
                                <a:pt x="f8" y="f5"/>
                              </a:lnTo>
                              <a:close/>
                              <a:moveTo>
                                <a:pt x="f8" y="f7"/>
                              </a:moveTo>
                              <a:lnTo>
                                <a:pt x="f8" y="f7"/>
                              </a:lnTo>
                              <a:lnTo>
                                <a:pt x="f8" y="f10"/>
                              </a:lnTo>
                              <a:lnTo>
                                <a:pt x="f8" y="f7"/>
                              </a:lnTo>
                              <a:close/>
                              <a:moveTo>
                                <a:pt x="f8" y="f10"/>
                              </a:moveTo>
                              <a:lnTo>
                                <a:pt x="f8" y="f10"/>
                              </a:lnTo>
                              <a:lnTo>
                                <a:pt x="f6" y="f11"/>
                              </a:lnTo>
                              <a:lnTo>
                                <a:pt x="f6" y="f10"/>
                              </a:lnTo>
                              <a:lnTo>
                                <a:pt x="f8" y="f7"/>
                              </a:lnTo>
                              <a:lnTo>
                                <a:pt x="f8"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7" name="Freeform 104"/>
                      <wps:cNvSpPr/>
                      <wps:spPr>
                        <a:xfrm>
                          <a:off x="343082" y="368996"/>
                          <a:ext cx="28081" cy="25557"/>
                        </a:xfrm>
                        <a:custGeom>
                          <a:avLst/>
                          <a:gdLst>
                            <a:gd name="f0" fmla="val 10800000"/>
                            <a:gd name="f1" fmla="val 5400000"/>
                            <a:gd name="f2" fmla="val 180"/>
                            <a:gd name="f3" fmla="val w"/>
                            <a:gd name="f4" fmla="val h"/>
                            <a:gd name="f5" fmla="val 0"/>
                            <a:gd name="f6" fmla="val 45"/>
                            <a:gd name="f7" fmla="val 40"/>
                            <a:gd name="f8" fmla="val 5"/>
                            <a:gd name="f9" fmla="val 35"/>
                            <a:gd name="f10" fmla="+- 0 0 0"/>
                            <a:gd name="f11" fmla="*/ f3 1 45"/>
                            <a:gd name="f12" fmla="*/ f4 1 40"/>
                            <a:gd name="f13" fmla="+- f7 0 f5"/>
                            <a:gd name="f14" fmla="+- f6 0 f5"/>
                            <a:gd name="f15" fmla="*/ f10 f0 1"/>
                            <a:gd name="f16" fmla="*/ f14 1 45"/>
                            <a:gd name="f17" fmla="*/ f13 1 40"/>
                            <a:gd name="f18" fmla="*/ 45 f14 1"/>
                            <a:gd name="f19" fmla="*/ 40 f13 1"/>
                            <a:gd name="f20" fmla="*/ 5 f14 1"/>
                            <a:gd name="f21" fmla="*/ 35 f13 1"/>
                            <a:gd name="f22" fmla="*/ 0 f14 1"/>
                            <a:gd name="f23" fmla="*/ 0 f13 1"/>
                            <a:gd name="f24" fmla="*/ f15 1 f2"/>
                            <a:gd name="f25" fmla="*/ f18 1 45"/>
                            <a:gd name="f26" fmla="*/ f19 1 40"/>
                            <a:gd name="f27" fmla="*/ f20 1 45"/>
                            <a:gd name="f28" fmla="*/ f21 1 40"/>
                            <a:gd name="f29" fmla="*/ f22 1 45"/>
                            <a:gd name="f30" fmla="*/ f23 1 40"/>
                            <a:gd name="f31" fmla="*/ 0 1 f16"/>
                            <a:gd name="f32" fmla="*/ f6 1 f16"/>
                            <a:gd name="f33" fmla="*/ 0 1 f17"/>
                            <a:gd name="f34" fmla="*/ f7 1 f17"/>
                            <a:gd name="f35" fmla="+- f24 0 f1"/>
                            <a:gd name="f36" fmla="*/ f25 1 f16"/>
                            <a:gd name="f37" fmla="*/ f26 1 f17"/>
                            <a:gd name="f38" fmla="*/ f27 1 f16"/>
                            <a:gd name="f39" fmla="*/ f28 1 f17"/>
                            <a:gd name="f40" fmla="*/ f29 1 f16"/>
                            <a:gd name="f41" fmla="*/ f30 1 f17"/>
                            <a:gd name="f42" fmla="*/ f31 f11 1"/>
                            <a:gd name="f43" fmla="*/ f32 f11 1"/>
                            <a:gd name="f44" fmla="*/ f34 f12 1"/>
                            <a:gd name="f45" fmla="*/ f33 f12 1"/>
                            <a:gd name="f46" fmla="*/ f36 f11 1"/>
                            <a:gd name="f47" fmla="*/ f37 f12 1"/>
                            <a:gd name="f48" fmla="*/ f38 f11 1"/>
                            <a:gd name="f49" fmla="*/ f39 f12 1"/>
                            <a:gd name="f50" fmla="*/ f40 f11 1"/>
                            <a:gd name="f51" fmla="*/ f41 f12 1"/>
                          </a:gdLst>
                          <a:ahLst/>
                          <a:cxnLst>
                            <a:cxn ang="3cd4">
                              <a:pos x="hc" y="t"/>
                            </a:cxn>
                            <a:cxn ang="0">
                              <a:pos x="r" y="vc"/>
                            </a:cxn>
                            <a:cxn ang="cd4">
                              <a:pos x="hc" y="b"/>
                            </a:cxn>
                            <a:cxn ang="cd2">
                              <a:pos x="l" y="vc"/>
                            </a:cxn>
                            <a:cxn ang="f35">
                              <a:pos x="f46" y="f47"/>
                            </a:cxn>
                            <a:cxn ang="f35">
                              <a:pos x="f48" y="f47"/>
                            </a:cxn>
                            <a:cxn ang="f35">
                              <a:pos x="f48" y="f49"/>
                            </a:cxn>
                            <a:cxn ang="f35">
                              <a:pos x="f46" y="f49"/>
                            </a:cxn>
                            <a:cxn ang="f35">
                              <a:pos x="f46" y="f47"/>
                            </a:cxn>
                            <a:cxn ang="f35">
                              <a:pos x="f48" y="f47"/>
                            </a:cxn>
                            <a:cxn ang="f35">
                              <a:pos x="f50" y="f47"/>
                            </a:cxn>
                            <a:cxn ang="f35">
                              <a:pos x="f50" y="f49"/>
                            </a:cxn>
                            <a:cxn ang="f35">
                              <a:pos x="f48" y="f47"/>
                            </a:cxn>
                            <a:cxn ang="f35">
                              <a:pos x="f48" y="f47"/>
                            </a:cxn>
                            <a:cxn ang="f35">
                              <a:pos x="f50" y="f49"/>
                            </a:cxn>
                            <a:cxn ang="f35">
                              <a:pos x="f50" y="f51"/>
                            </a:cxn>
                            <a:cxn ang="f35">
                              <a:pos x="f48" y="f51"/>
                            </a:cxn>
                            <a:cxn ang="f35">
                              <a:pos x="f48" y="f49"/>
                            </a:cxn>
                            <a:cxn ang="f35">
                              <a:pos x="f48" y="f47"/>
                            </a:cxn>
                          </a:cxnLst>
                          <a:rect l="f42" t="f45" r="f43" b="f44"/>
                          <a:pathLst>
                            <a:path w="45" h="40">
                              <a:moveTo>
                                <a:pt x="f6" y="f7"/>
                              </a:moveTo>
                              <a:lnTo>
                                <a:pt x="f8" y="f7"/>
                              </a:lnTo>
                              <a:lnTo>
                                <a:pt x="f8" y="f9"/>
                              </a:lnTo>
                              <a:lnTo>
                                <a:pt x="f6" y="f9"/>
                              </a:lnTo>
                              <a:lnTo>
                                <a:pt x="f6" y="f7"/>
                              </a:lnTo>
                              <a:close/>
                              <a:moveTo>
                                <a:pt x="f8" y="f7"/>
                              </a:moveTo>
                              <a:lnTo>
                                <a:pt x="f5" y="f7"/>
                              </a:lnTo>
                              <a:lnTo>
                                <a:pt x="f5" y="f9"/>
                              </a:lnTo>
                              <a:lnTo>
                                <a:pt x="f8" y="f7"/>
                              </a:lnTo>
                              <a:close/>
                              <a:moveTo>
                                <a:pt x="f8" y="f7"/>
                              </a:moveTo>
                              <a:lnTo>
                                <a:pt x="f5" y="f9"/>
                              </a:lnTo>
                              <a:lnTo>
                                <a:pt x="f5" y="f5"/>
                              </a:lnTo>
                              <a:lnTo>
                                <a:pt x="f8" y="f5"/>
                              </a:lnTo>
                              <a:lnTo>
                                <a:pt x="f8" y="f9"/>
                              </a:lnTo>
                              <a:lnTo>
                                <a:pt x="f8"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8" name="Freeform 105"/>
                      <wps:cNvSpPr/>
                      <wps:spPr>
                        <a:xfrm>
                          <a:off x="314279" y="384843"/>
                          <a:ext cx="28081" cy="31318"/>
                        </a:xfrm>
                        <a:custGeom>
                          <a:avLst/>
                          <a:gdLst>
                            <a:gd name="f0" fmla="val 10800000"/>
                            <a:gd name="f1" fmla="val 5400000"/>
                            <a:gd name="f2" fmla="val 180"/>
                            <a:gd name="f3" fmla="val w"/>
                            <a:gd name="f4" fmla="val h"/>
                            <a:gd name="f5" fmla="val 0"/>
                            <a:gd name="f6" fmla="val 45"/>
                            <a:gd name="f7" fmla="val 50"/>
                            <a:gd name="f8" fmla="val 15"/>
                            <a:gd name="f9" fmla="val 5"/>
                            <a:gd name="f10" fmla="val 35"/>
                            <a:gd name="f11" fmla="val 10"/>
                            <a:gd name="f12" fmla="val 40"/>
                            <a:gd name="f13" fmla="+- 0 0 0"/>
                            <a:gd name="f14" fmla="*/ f3 1 45"/>
                            <a:gd name="f15" fmla="*/ f4 1 50"/>
                            <a:gd name="f16" fmla="+- f7 0 f5"/>
                            <a:gd name="f17" fmla="+- f6 0 f5"/>
                            <a:gd name="f18" fmla="*/ f13 f0 1"/>
                            <a:gd name="f19" fmla="*/ f17 1 45"/>
                            <a:gd name="f20" fmla="*/ f16 1 50"/>
                            <a:gd name="f21" fmla="*/ 15 f17 1"/>
                            <a:gd name="f22" fmla="*/ 5 f16 1"/>
                            <a:gd name="f23" fmla="*/ 5 f17 1"/>
                            <a:gd name="f24" fmla="*/ 35 f16 1"/>
                            <a:gd name="f25" fmla="*/ 0 f17 1"/>
                            <a:gd name="f26" fmla="*/ 10 f17 1"/>
                            <a:gd name="f27" fmla="*/ 0 f16 1"/>
                            <a:gd name="f28" fmla="*/ 40 f16 1"/>
                            <a:gd name="f29" fmla="*/ 45 f17 1"/>
                            <a:gd name="f30" fmla="*/ 45 f16 1"/>
                            <a:gd name="f31" fmla="*/ 50 f16 1"/>
                            <a:gd name="f32" fmla="*/ f18 1 f2"/>
                            <a:gd name="f33" fmla="*/ f21 1 45"/>
                            <a:gd name="f34" fmla="*/ f22 1 50"/>
                            <a:gd name="f35" fmla="*/ f23 1 45"/>
                            <a:gd name="f36" fmla="*/ f24 1 50"/>
                            <a:gd name="f37" fmla="*/ f25 1 45"/>
                            <a:gd name="f38" fmla="*/ f26 1 45"/>
                            <a:gd name="f39" fmla="*/ f27 1 50"/>
                            <a:gd name="f40" fmla="*/ f28 1 50"/>
                            <a:gd name="f41" fmla="*/ f29 1 45"/>
                            <a:gd name="f42" fmla="*/ f30 1 50"/>
                            <a:gd name="f43" fmla="*/ f31 1 50"/>
                            <a:gd name="f44" fmla="*/ 0 1 f19"/>
                            <a:gd name="f45" fmla="*/ f6 1 f19"/>
                            <a:gd name="f46" fmla="*/ 0 1 f20"/>
                            <a:gd name="f47" fmla="*/ f7 1 f20"/>
                            <a:gd name="f48" fmla="+- f32 0 f1"/>
                            <a:gd name="f49" fmla="*/ f33 1 f19"/>
                            <a:gd name="f50" fmla="*/ f34 1 f20"/>
                            <a:gd name="f51" fmla="*/ f35 1 f19"/>
                            <a:gd name="f52" fmla="*/ f36 1 f20"/>
                            <a:gd name="f53" fmla="*/ f37 1 f19"/>
                            <a:gd name="f54" fmla="*/ f38 1 f19"/>
                            <a:gd name="f55" fmla="*/ f39 1 f20"/>
                            <a:gd name="f56" fmla="*/ f40 1 f20"/>
                            <a:gd name="f57" fmla="*/ f41 1 f19"/>
                            <a:gd name="f58" fmla="*/ f42 1 f20"/>
                            <a:gd name="f59" fmla="*/ f43 1 f20"/>
                            <a:gd name="f60" fmla="*/ f44 f14 1"/>
                            <a:gd name="f61" fmla="*/ f45 f14 1"/>
                            <a:gd name="f62" fmla="*/ f47 f15 1"/>
                            <a:gd name="f63" fmla="*/ f46 f15 1"/>
                            <a:gd name="f64" fmla="*/ f49 f14 1"/>
                            <a:gd name="f65" fmla="*/ f50 f15 1"/>
                            <a:gd name="f66" fmla="*/ f51 f14 1"/>
                            <a:gd name="f67" fmla="*/ f52 f15 1"/>
                            <a:gd name="f68" fmla="*/ f53 f14 1"/>
                            <a:gd name="f69" fmla="*/ f54 f14 1"/>
                            <a:gd name="f70" fmla="*/ f55 f15 1"/>
                            <a:gd name="f71" fmla="*/ f56 f15 1"/>
                            <a:gd name="f72" fmla="*/ f57 f14 1"/>
                            <a:gd name="f73" fmla="*/ f58 f15 1"/>
                            <a:gd name="f74" fmla="*/ f59 f15 1"/>
                          </a:gdLst>
                          <a:ahLst/>
                          <a:cxnLst>
                            <a:cxn ang="3cd4">
                              <a:pos x="hc" y="t"/>
                            </a:cxn>
                            <a:cxn ang="0">
                              <a:pos x="r" y="vc"/>
                            </a:cxn>
                            <a:cxn ang="cd4">
                              <a:pos x="hc" y="b"/>
                            </a:cxn>
                            <a:cxn ang="cd2">
                              <a:pos x="l" y="vc"/>
                            </a:cxn>
                            <a:cxn ang="f48">
                              <a:pos x="f64" y="f65"/>
                            </a:cxn>
                            <a:cxn ang="f48">
                              <a:pos x="f66" y="f67"/>
                            </a:cxn>
                            <a:cxn ang="f48">
                              <a:pos x="f68" y="f67"/>
                            </a:cxn>
                            <a:cxn ang="f48">
                              <a:pos x="f69" y="f70"/>
                            </a:cxn>
                            <a:cxn ang="f48">
                              <a:pos x="f64" y="f65"/>
                            </a:cxn>
                            <a:cxn ang="f48">
                              <a:pos x="f66" y="f71"/>
                            </a:cxn>
                            <a:cxn ang="f48">
                              <a:pos x="f68" y="f71"/>
                            </a:cxn>
                            <a:cxn ang="f48">
                              <a:pos x="f68" y="f67"/>
                            </a:cxn>
                            <a:cxn ang="f48">
                              <a:pos x="f66" y="f71"/>
                            </a:cxn>
                            <a:cxn ang="f48">
                              <a:pos x="f68" y="f67"/>
                            </a:cxn>
                            <a:cxn ang="f48">
                              <a:pos x="f66" y="f67"/>
                            </a:cxn>
                            <a:cxn ang="f48">
                              <a:pos x="f72" y="f73"/>
                            </a:cxn>
                            <a:cxn ang="f48">
                              <a:pos x="f72" y="f74"/>
                            </a:cxn>
                            <a:cxn ang="f48">
                              <a:pos x="f66" y="f71"/>
                            </a:cxn>
                            <a:cxn ang="f48">
                              <a:pos x="f68" y="f67"/>
                            </a:cxn>
                          </a:cxnLst>
                          <a:rect l="f60" t="f63" r="f61" b="f62"/>
                          <a:pathLst>
                            <a:path w="45" h="50">
                              <a:moveTo>
                                <a:pt x="f8" y="f9"/>
                              </a:moveTo>
                              <a:lnTo>
                                <a:pt x="f9" y="f10"/>
                              </a:lnTo>
                              <a:lnTo>
                                <a:pt x="f5" y="f10"/>
                              </a:lnTo>
                              <a:lnTo>
                                <a:pt x="f11" y="f5"/>
                              </a:lnTo>
                              <a:lnTo>
                                <a:pt x="f8" y="f9"/>
                              </a:lnTo>
                              <a:close/>
                              <a:moveTo>
                                <a:pt x="f9" y="f12"/>
                              </a:moveTo>
                              <a:lnTo>
                                <a:pt x="f5" y="f12"/>
                              </a:lnTo>
                              <a:lnTo>
                                <a:pt x="f5" y="f10"/>
                              </a:lnTo>
                              <a:lnTo>
                                <a:pt x="f9" y="f12"/>
                              </a:lnTo>
                              <a:close/>
                              <a:moveTo>
                                <a:pt x="f5" y="f10"/>
                              </a:moveTo>
                              <a:lnTo>
                                <a:pt x="f9" y="f10"/>
                              </a:lnTo>
                              <a:lnTo>
                                <a:pt x="f6" y="f6"/>
                              </a:lnTo>
                              <a:lnTo>
                                <a:pt x="f6" y="f7"/>
                              </a:lnTo>
                              <a:lnTo>
                                <a:pt x="f9" y="f12"/>
                              </a:lnTo>
                              <a:lnTo>
                                <a:pt x="f5"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9" name="Freeform 106"/>
                      <wps:cNvSpPr/>
                      <wps:spPr>
                        <a:xfrm>
                          <a:off x="330116" y="378360"/>
                          <a:ext cx="28081" cy="28081"/>
                        </a:xfrm>
                        <a:custGeom>
                          <a:avLst/>
                          <a:gdLst>
                            <a:gd name="f0" fmla="val 10800000"/>
                            <a:gd name="f1" fmla="val 5400000"/>
                            <a:gd name="f2" fmla="val 180"/>
                            <a:gd name="f3" fmla="val w"/>
                            <a:gd name="f4" fmla="val h"/>
                            <a:gd name="f5" fmla="val 0"/>
                            <a:gd name="f6" fmla="val 45"/>
                            <a:gd name="f7" fmla="val 10"/>
                            <a:gd name="f8" fmla="val 5"/>
                            <a:gd name="f9" fmla="val 35"/>
                            <a:gd name="f10" fmla="val 30"/>
                            <a:gd name="f11" fmla="val 40"/>
                            <a:gd name="f12" fmla="+- 0 0 0"/>
                            <a:gd name="f13" fmla="*/ f3 1 45"/>
                            <a:gd name="f14" fmla="*/ f4 1 45"/>
                            <a:gd name="f15" fmla="+- f6 0 f5"/>
                            <a:gd name="f16" fmla="*/ f12 f0 1"/>
                            <a:gd name="f17" fmla="*/ f15 1 45"/>
                            <a:gd name="f18" fmla="*/ 10 f15 1"/>
                            <a:gd name="f19" fmla="*/ 0 f15 1"/>
                            <a:gd name="f20" fmla="*/ 5 f15 1"/>
                            <a:gd name="f21" fmla="*/ 35 f15 1"/>
                            <a:gd name="f22" fmla="*/ 30 f15 1"/>
                            <a:gd name="f23" fmla="*/ 45 f15 1"/>
                            <a:gd name="f24" fmla="*/ 40 f15 1"/>
                            <a:gd name="f25" fmla="*/ f16 1 f2"/>
                            <a:gd name="f26" fmla="*/ f18 1 45"/>
                            <a:gd name="f27" fmla="*/ f19 1 45"/>
                            <a:gd name="f28" fmla="*/ f20 1 45"/>
                            <a:gd name="f29" fmla="*/ f21 1 45"/>
                            <a:gd name="f30" fmla="*/ f22 1 45"/>
                            <a:gd name="f31" fmla="*/ f23 1 45"/>
                            <a:gd name="f32" fmla="*/ f24 1 45"/>
                            <a:gd name="f33" fmla="*/ 0 1 f17"/>
                            <a:gd name="f34" fmla="*/ f6 1 f17"/>
                            <a:gd name="f35" fmla="+- f25 0 f1"/>
                            <a:gd name="f36" fmla="*/ f26 1 f17"/>
                            <a:gd name="f37" fmla="*/ f27 1 f17"/>
                            <a:gd name="f38" fmla="*/ f28 1 f17"/>
                            <a:gd name="f39" fmla="*/ f29 1 f17"/>
                            <a:gd name="f40" fmla="*/ f30 1 f17"/>
                            <a:gd name="f41" fmla="*/ f31 1 f17"/>
                            <a:gd name="f42" fmla="*/ f32 1 f17"/>
                            <a:gd name="f43" fmla="*/ f33 f13 1"/>
                            <a:gd name="f44" fmla="*/ f34 f13 1"/>
                            <a:gd name="f45" fmla="*/ f34 f14 1"/>
                            <a:gd name="f46" fmla="*/ f33 f14 1"/>
                            <a:gd name="f47" fmla="*/ f36 f13 1"/>
                            <a:gd name="f48" fmla="*/ f37 f14 1"/>
                            <a:gd name="f49" fmla="*/ f38 f13 1"/>
                            <a:gd name="f50" fmla="*/ f39 f14 1"/>
                            <a:gd name="f51" fmla="*/ f37 f13 1"/>
                            <a:gd name="f52" fmla="*/ f40 f14 1"/>
                            <a:gd name="f53" fmla="*/ f41 f13 1"/>
                            <a:gd name="f54" fmla="*/ f42 f14 1"/>
                            <a:gd name="f55" fmla="*/ f41 f14 1"/>
                          </a:gdLst>
                          <a:ahLst/>
                          <a:cxnLst>
                            <a:cxn ang="3cd4">
                              <a:pos x="hc" y="t"/>
                            </a:cxn>
                            <a:cxn ang="0">
                              <a:pos x="r" y="vc"/>
                            </a:cxn>
                            <a:cxn ang="cd4">
                              <a:pos x="hc" y="b"/>
                            </a:cxn>
                            <a:cxn ang="cd2">
                              <a:pos x="l" y="vc"/>
                            </a:cxn>
                            <a:cxn ang="f35">
                              <a:pos x="f47" y="f48"/>
                            </a:cxn>
                            <a:cxn ang="f35">
                              <a:pos x="f49" y="f50"/>
                            </a:cxn>
                            <a:cxn ang="f35">
                              <a:pos x="f51" y="f50"/>
                            </a:cxn>
                            <a:cxn ang="f35">
                              <a:pos x="f49" y="f48"/>
                            </a:cxn>
                            <a:cxn ang="f35">
                              <a:pos x="f47" y="f48"/>
                            </a:cxn>
                            <a:cxn ang="f35">
                              <a:pos x="f51" y="f50"/>
                            </a:cxn>
                            <a:cxn ang="f35">
                              <a:pos x="f51" y="f50"/>
                            </a:cxn>
                            <a:cxn ang="f35">
                              <a:pos x="f51" y="f50"/>
                            </a:cxn>
                            <a:cxn ang="f35">
                              <a:pos x="f51" y="f50"/>
                            </a:cxn>
                            <a:cxn ang="f35">
                              <a:pos x="f51" y="f50"/>
                            </a:cxn>
                            <a:cxn ang="f35">
                              <a:pos x="f49" y="f52"/>
                            </a:cxn>
                            <a:cxn ang="f35">
                              <a:pos x="f53" y="f54"/>
                            </a:cxn>
                            <a:cxn ang="f35">
                              <a:pos x="f53" y="f55"/>
                            </a:cxn>
                            <a:cxn ang="f35">
                              <a:pos x="f51" y="f50"/>
                            </a:cxn>
                            <a:cxn ang="f35">
                              <a:pos x="f51" y="f50"/>
                            </a:cxn>
                          </a:cxnLst>
                          <a:rect l="f43" t="f46" r="f44" b="f45"/>
                          <a:pathLst>
                            <a:path w="45" h="45">
                              <a:moveTo>
                                <a:pt x="f7" y="f5"/>
                              </a:moveTo>
                              <a:lnTo>
                                <a:pt x="f8" y="f9"/>
                              </a:lnTo>
                              <a:lnTo>
                                <a:pt x="f5" y="f9"/>
                              </a:lnTo>
                              <a:lnTo>
                                <a:pt x="f8" y="f5"/>
                              </a:lnTo>
                              <a:lnTo>
                                <a:pt x="f7" y="f5"/>
                              </a:lnTo>
                              <a:close/>
                              <a:moveTo>
                                <a:pt x="f5" y="f9"/>
                              </a:moveTo>
                              <a:lnTo>
                                <a:pt x="f5" y="f9"/>
                              </a:lnTo>
                              <a:close/>
                              <a:moveTo>
                                <a:pt x="f5" y="f9"/>
                              </a:moveTo>
                              <a:lnTo>
                                <a:pt x="f8" y="f10"/>
                              </a:lnTo>
                              <a:lnTo>
                                <a:pt x="f6" y="f11"/>
                              </a:lnTo>
                              <a:lnTo>
                                <a:pt x="f6" y="f6"/>
                              </a:lnTo>
                              <a:lnTo>
                                <a:pt x="f5"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50" name="Freeform 107"/>
                      <wps:cNvSpPr/>
                      <wps:spPr>
                        <a:xfrm>
                          <a:off x="393841" y="290157"/>
                          <a:ext cx="41404" cy="31318"/>
                        </a:xfrm>
                        <a:custGeom>
                          <a:avLst/>
                          <a:gdLst>
                            <a:gd name="f0" fmla="val 10800000"/>
                            <a:gd name="f1" fmla="val 5400000"/>
                            <a:gd name="f2" fmla="val 180"/>
                            <a:gd name="f3" fmla="val w"/>
                            <a:gd name="f4" fmla="val h"/>
                            <a:gd name="f5" fmla="val 0"/>
                            <a:gd name="f6" fmla="val 65"/>
                            <a:gd name="f7" fmla="val 50"/>
                            <a:gd name="f8" fmla="val 20"/>
                            <a:gd name="f9" fmla="val 5"/>
                            <a:gd name="f10" fmla="val 25"/>
                            <a:gd name="f11" fmla="val 45"/>
                            <a:gd name="f12" fmla="val 60"/>
                            <a:gd name="f13" fmla="val 30"/>
                            <a:gd name="f14" fmla="val 35"/>
                            <a:gd name="f15" fmla="val 40"/>
                            <a:gd name="f16" fmla="+- 0 0 0"/>
                            <a:gd name="f17" fmla="*/ f3 1 65"/>
                            <a:gd name="f18" fmla="*/ f4 1 50"/>
                            <a:gd name="f19" fmla="+- f7 0 f5"/>
                            <a:gd name="f20" fmla="+- f6 0 f5"/>
                            <a:gd name="f21" fmla="*/ f16 f0 1"/>
                            <a:gd name="f22" fmla="*/ f20 1 65"/>
                            <a:gd name="f23" fmla="*/ f19 1 50"/>
                            <a:gd name="f24" fmla="*/ 0 f20 1"/>
                            <a:gd name="f25" fmla="*/ 20 f19 1"/>
                            <a:gd name="f26" fmla="*/ 5 f20 1"/>
                            <a:gd name="f27" fmla="*/ 25 f20 1"/>
                            <a:gd name="f28" fmla="*/ 50 f19 1"/>
                            <a:gd name="f29" fmla="*/ 20 f20 1"/>
                            <a:gd name="f30" fmla="*/ 45 f19 1"/>
                            <a:gd name="f31" fmla="*/ 60 f20 1"/>
                            <a:gd name="f32" fmla="*/ 30 f19 1"/>
                            <a:gd name="f33" fmla="*/ 35 f19 1"/>
                            <a:gd name="f34" fmla="*/ 65 f20 1"/>
                            <a:gd name="f35" fmla="*/ 40 f20 1"/>
                            <a:gd name="f36" fmla="*/ 5 f19 1"/>
                            <a:gd name="f37" fmla="*/ 0 f19 1"/>
                            <a:gd name="f38" fmla="*/ f21 1 f2"/>
                            <a:gd name="f39" fmla="*/ f24 1 65"/>
                            <a:gd name="f40" fmla="*/ f25 1 50"/>
                            <a:gd name="f41" fmla="*/ f26 1 65"/>
                            <a:gd name="f42" fmla="*/ f27 1 65"/>
                            <a:gd name="f43" fmla="*/ f28 1 50"/>
                            <a:gd name="f44" fmla="*/ f29 1 65"/>
                            <a:gd name="f45" fmla="*/ f30 1 50"/>
                            <a:gd name="f46" fmla="*/ f31 1 65"/>
                            <a:gd name="f47" fmla="*/ f32 1 50"/>
                            <a:gd name="f48" fmla="*/ f33 1 50"/>
                            <a:gd name="f49" fmla="*/ f34 1 65"/>
                            <a:gd name="f50" fmla="*/ f35 1 65"/>
                            <a:gd name="f51" fmla="*/ f36 1 50"/>
                            <a:gd name="f52" fmla="*/ f37 1 50"/>
                            <a:gd name="f53" fmla="*/ 0 1 f22"/>
                            <a:gd name="f54" fmla="*/ f6 1 f22"/>
                            <a:gd name="f55" fmla="*/ 0 1 f23"/>
                            <a:gd name="f56" fmla="*/ f7 1 f23"/>
                            <a:gd name="f57" fmla="+- f38 0 f1"/>
                            <a:gd name="f58" fmla="*/ f39 1 f22"/>
                            <a:gd name="f59" fmla="*/ f40 1 f23"/>
                            <a:gd name="f60" fmla="*/ f41 1 f22"/>
                            <a:gd name="f61" fmla="*/ f42 1 f22"/>
                            <a:gd name="f62" fmla="*/ f43 1 f23"/>
                            <a:gd name="f63" fmla="*/ f44 1 f22"/>
                            <a:gd name="f64" fmla="*/ f45 1 f23"/>
                            <a:gd name="f65" fmla="*/ f46 1 f22"/>
                            <a:gd name="f66" fmla="*/ f47 1 f23"/>
                            <a:gd name="f67" fmla="*/ f48 1 f23"/>
                            <a:gd name="f68" fmla="*/ f49 1 f22"/>
                            <a:gd name="f69" fmla="*/ f50 1 f22"/>
                            <a:gd name="f70" fmla="*/ f51 1 f23"/>
                            <a:gd name="f71" fmla="*/ f52 1 f23"/>
                            <a:gd name="f72" fmla="*/ f53 f17 1"/>
                            <a:gd name="f73" fmla="*/ f54 f17 1"/>
                            <a:gd name="f74" fmla="*/ f56 f18 1"/>
                            <a:gd name="f75" fmla="*/ f55 f18 1"/>
                            <a:gd name="f76" fmla="*/ f58 f17 1"/>
                            <a:gd name="f77" fmla="*/ f59 f18 1"/>
                            <a:gd name="f78" fmla="*/ f60 f17 1"/>
                            <a:gd name="f79" fmla="*/ f61 f17 1"/>
                            <a:gd name="f80" fmla="*/ f62 f18 1"/>
                            <a:gd name="f81" fmla="*/ f63 f17 1"/>
                            <a:gd name="f82" fmla="*/ f64 f18 1"/>
                            <a:gd name="f83" fmla="*/ f65 f17 1"/>
                            <a:gd name="f84" fmla="*/ f66 f18 1"/>
                            <a:gd name="f85" fmla="*/ f67 f18 1"/>
                            <a:gd name="f86" fmla="*/ f68 f17 1"/>
                            <a:gd name="f87" fmla="*/ f69 f17 1"/>
                            <a:gd name="f88" fmla="*/ f70 f18 1"/>
                            <a:gd name="f89" fmla="*/ f71 f18 1"/>
                          </a:gdLst>
                          <a:ahLst/>
                          <a:cxnLst>
                            <a:cxn ang="3cd4">
                              <a:pos x="hc" y="t"/>
                            </a:cxn>
                            <a:cxn ang="0">
                              <a:pos x="r" y="vc"/>
                            </a:cxn>
                            <a:cxn ang="cd4">
                              <a:pos x="hc" y="b"/>
                            </a:cxn>
                            <a:cxn ang="cd2">
                              <a:pos x="l" y="vc"/>
                            </a:cxn>
                            <a:cxn ang="f57">
                              <a:pos x="f76" y="f77"/>
                            </a:cxn>
                            <a:cxn ang="f57">
                              <a:pos x="f76" y="f77"/>
                            </a:cxn>
                            <a:cxn ang="f57">
                              <a:pos x="f76" y="f77"/>
                            </a:cxn>
                            <a:cxn ang="f57">
                              <a:pos x="f76" y="f77"/>
                            </a:cxn>
                            <a:cxn ang="f57">
                              <a:pos x="f76" y="f77"/>
                            </a:cxn>
                            <a:cxn ang="f57">
                              <a:pos x="f78" y="f77"/>
                            </a:cxn>
                            <a:cxn ang="f57">
                              <a:pos x="f79" y="f80"/>
                            </a:cxn>
                            <a:cxn ang="f57">
                              <a:pos x="f81" y="f80"/>
                            </a:cxn>
                            <a:cxn ang="f57">
                              <a:pos x="f76" y="f77"/>
                            </a:cxn>
                            <a:cxn ang="f57">
                              <a:pos x="f76" y="f77"/>
                            </a:cxn>
                            <a:cxn ang="f57">
                              <a:pos x="f79" y="f80"/>
                            </a:cxn>
                            <a:cxn ang="f57">
                              <a:pos x="f81" y="f80"/>
                            </a:cxn>
                            <a:cxn ang="f57">
                              <a:pos x="f81" y="f80"/>
                            </a:cxn>
                            <a:cxn ang="f57">
                              <a:pos x="f79" y="f80"/>
                            </a:cxn>
                            <a:cxn ang="f57">
                              <a:pos x="f81" y="f80"/>
                            </a:cxn>
                            <a:cxn ang="f57">
                              <a:pos x="f81" y="f82"/>
                            </a:cxn>
                            <a:cxn ang="f57">
                              <a:pos x="f83" y="f84"/>
                            </a:cxn>
                            <a:cxn ang="f57">
                              <a:pos x="f83" y="f85"/>
                            </a:cxn>
                            <a:cxn ang="f57">
                              <a:pos x="f79" y="f80"/>
                            </a:cxn>
                            <a:cxn ang="f57">
                              <a:pos x="f81" y="f80"/>
                            </a:cxn>
                            <a:cxn ang="f57">
                              <a:pos x="f86" y="f85"/>
                            </a:cxn>
                            <a:cxn ang="f57">
                              <a:pos x="f86" y="f85"/>
                            </a:cxn>
                            <a:cxn ang="f57">
                              <a:pos x="f83" y="f85"/>
                            </a:cxn>
                            <a:cxn ang="f57">
                              <a:pos x="f86" y="f85"/>
                            </a:cxn>
                            <a:cxn ang="f57">
                              <a:pos x="f83" y="f85"/>
                            </a:cxn>
                            <a:cxn ang="f57">
                              <a:pos x="f83" y="f85"/>
                            </a:cxn>
                            <a:cxn ang="f57">
                              <a:pos x="f87" y="f88"/>
                            </a:cxn>
                            <a:cxn ang="f57">
                              <a:pos x="f87" y="f88"/>
                            </a:cxn>
                            <a:cxn ang="f57">
                              <a:pos x="f86" y="f85"/>
                            </a:cxn>
                            <a:cxn ang="f57">
                              <a:pos x="f83" y="f85"/>
                            </a:cxn>
                            <a:cxn ang="f57">
                              <a:pos x="f87" y="f89"/>
                            </a:cxn>
                            <a:cxn ang="f57">
                              <a:pos x="f87" y="f89"/>
                            </a:cxn>
                            <a:cxn ang="f57">
                              <a:pos x="f87" y="f88"/>
                            </a:cxn>
                            <a:cxn ang="f57">
                              <a:pos x="f87" y="f89"/>
                            </a:cxn>
                            <a:cxn ang="f57">
                              <a:pos x="f87" y="f88"/>
                            </a:cxn>
                            <a:cxn ang="f57">
                              <a:pos x="f87" y="f88"/>
                            </a:cxn>
                            <a:cxn ang="f57">
                              <a:pos x="f78" y="f77"/>
                            </a:cxn>
                            <a:cxn ang="f57">
                              <a:pos x="f76" y="f77"/>
                            </a:cxn>
                            <a:cxn ang="f57">
                              <a:pos x="f87" y="f89"/>
                            </a:cxn>
                            <a:cxn ang="f57">
                              <a:pos x="f87" y="f88"/>
                            </a:cxn>
                          </a:cxnLst>
                          <a:rect l="f72" t="f75" r="f73" b="f74"/>
                          <a:pathLst>
                            <a:path w="65" h="50">
                              <a:moveTo>
                                <a:pt x="f5" y="f8"/>
                              </a:moveTo>
                              <a:lnTo>
                                <a:pt x="f5" y="f8"/>
                              </a:lnTo>
                              <a:close/>
                              <a:moveTo>
                                <a:pt x="f5" y="f8"/>
                              </a:moveTo>
                              <a:lnTo>
                                <a:pt x="f9" y="f8"/>
                              </a:lnTo>
                              <a:lnTo>
                                <a:pt x="f10" y="f7"/>
                              </a:lnTo>
                              <a:lnTo>
                                <a:pt x="f8" y="f7"/>
                              </a:lnTo>
                              <a:lnTo>
                                <a:pt x="f5" y="f8"/>
                              </a:lnTo>
                              <a:close/>
                              <a:moveTo>
                                <a:pt x="f10" y="f7"/>
                              </a:moveTo>
                              <a:lnTo>
                                <a:pt x="f8" y="f7"/>
                              </a:lnTo>
                              <a:lnTo>
                                <a:pt x="f10" y="f7"/>
                              </a:lnTo>
                              <a:close/>
                              <a:moveTo>
                                <a:pt x="f8" y="f7"/>
                              </a:moveTo>
                              <a:lnTo>
                                <a:pt x="f8" y="f11"/>
                              </a:lnTo>
                              <a:lnTo>
                                <a:pt x="f12" y="f13"/>
                              </a:lnTo>
                              <a:lnTo>
                                <a:pt x="f12" y="f14"/>
                              </a:lnTo>
                              <a:lnTo>
                                <a:pt x="f10" y="f7"/>
                              </a:lnTo>
                              <a:lnTo>
                                <a:pt x="f8" y="f7"/>
                              </a:lnTo>
                              <a:close/>
                              <a:moveTo>
                                <a:pt x="f6" y="f14"/>
                              </a:moveTo>
                              <a:lnTo>
                                <a:pt x="f6" y="f14"/>
                              </a:lnTo>
                              <a:lnTo>
                                <a:pt x="f12" y="f14"/>
                              </a:lnTo>
                              <a:lnTo>
                                <a:pt x="f6" y="f14"/>
                              </a:lnTo>
                              <a:close/>
                              <a:moveTo>
                                <a:pt x="f12" y="f14"/>
                              </a:moveTo>
                              <a:lnTo>
                                <a:pt x="f12" y="f14"/>
                              </a:lnTo>
                              <a:lnTo>
                                <a:pt x="f15" y="f9"/>
                              </a:lnTo>
                              <a:lnTo>
                                <a:pt x="f6" y="f14"/>
                              </a:lnTo>
                              <a:lnTo>
                                <a:pt x="f12" y="f14"/>
                              </a:lnTo>
                              <a:close/>
                              <a:moveTo>
                                <a:pt x="f15" y="f5"/>
                              </a:moveTo>
                              <a:lnTo>
                                <a:pt x="f15" y="f5"/>
                              </a:lnTo>
                              <a:lnTo>
                                <a:pt x="f15" y="f9"/>
                              </a:lnTo>
                              <a:lnTo>
                                <a:pt x="f15" y="f5"/>
                              </a:lnTo>
                              <a:close/>
                              <a:moveTo>
                                <a:pt x="f15" y="f9"/>
                              </a:moveTo>
                              <a:lnTo>
                                <a:pt x="f15" y="f9"/>
                              </a:lnTo>
                              <a:lnTo>
                                <a:pt x="f9" y="f8"/>
                              </a:lnTo>
                              <a:lnTo>
                                <a:pt x="f5" y="f8"/>
                              </a:lnTo>
                              <a:lnTo>
                                <a:pt x="f15" y="f5"/>
                              </a:lnTo>
                              <a:lnTo>
                                <a:pt x="f15"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g:wgp>
                </a:graphicData>
              </a:graphic>
            </wp:inline>
          </w:drawing>
        </mc:Choice>
        <mc:Fallback>
          <w:pict>
            <v:group w14:anchorId="607BA7E5" id="Kanwa 59" o:spid="_x0000_s1027" style="width:36.7pt;height:36.7pt;mso-position-horizontal-relative:char;mso-position-vertical-relative:line" coordsize="466197,466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">
              <v:shape id="Freeform 61" o:spid="_x0000_s1028" style="position:absolute;width:466197;height:466197;visibility:visible;mso-wrap-style:square;v-text-anchor:top" coordsize="735,7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" adj="-11796480,,540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xe" fillcolor="#005747" stroked="f">
                <v:stroke joinstyle="miter"/>
                <v:formulas/>
                <v:path arrowok="t" o:connecttype="custom" o:connectlocs="233099,0;466197,233099;233099,466197;0,233099;234684,0;279084,6343;323484,19028;364712,41228;399597,69137;428140,104022;450340,141445;463026,185845;466197,233416;466197,258153;456683,302552;437654,343146;412283,381203;380569,412917;345683,437654;304455,453511;256884,463026;234684,466197;187113,459854;142713,447169;101485,424969;69771,397060;41228,362175;19028,324752;3171,280352;0,233416;0,211216;9514,163645;28543,123051;53914,84994;85628,53280;123685,28543;164913,12686;209313,3171" o:connectangles="270,0,90,180,270,270,270,270,270,270,270,270,270,270,270,270,270,270,270,270,270,270,270,270,270,270,270,270,270,270,270,270,270,270,270,270,270,270" textboxrect="0,0,735,735"/>
                <v:textbox inset="0,0,0,0">
                  <w:txbxContent>
                    <w:p w:rsidR="00CE2ADF" w:rsidRDefault="00CE2ADF"/>
                  </w:txbxContent>
                </v:textbox>
              </v:shape>
              <v:shape id="Freeform 62" o:spid="_x0000_s1029" style="position:absolute;width:466197;height:466197;visibility:visible;mso-wrap-style:square;v-text-anchor:top" coordsize="735,7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" adj="-11796480,,540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e" filled="f" stroked="f">
                <v:stroke joinstyle="miter"/>
                <v:formulas/>
                <v:path arrowok="t" o:connecttype="custom" o:connectlocs="233099,0;466197,233099;233099,466197;0,233099;234684,0;279084,6343;323484,19028;364712,41228;399597,69137;428140,104022;450340,141445;463026,185845;466197,233416;466197,258153;456683,302552;437654,343146;412283,381203;380569,412917;345683,437654;304455,453511;256884,463026;234684,466197;187113,459854;142713,447169;101485,424969;69771,397060;41228,362175;19028,324752;3171,280352;0,233416;0,211216;9514,163645;28543,123051;53914,84994;85628,53280;123685,28543;164913,12686;209313,3171" o:connectangles="270,0,90,180,270,270,270,270,270,270,270,270,270,270,270,270,270,270,270,270,270,270,270,270,270,270,270,270,270,270,270,270,270,270,270,270,270,270" textboxrect="0,0,735,735"/>
                <v:textbox inset="0,0,0,0">
                  <w:txbxContent>
                    <w:p w:rsidR="00CE2ADF" w:rsidRDefault="00CE2ADF"/>
                  </w:txbxContent>
                </v:textbox>
              </v:shape>
              <v:shape id="Freeform 63" o:spid="_x0000_s1030" style="position:absolute;left:3236;top:6483;width:460802;height:453597;visibility:visible;mso-wrap-style:square;v-text-anchor:top" coordsize="725,7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" adj="-11796480,,540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xe" stroked="f">
                <v:stroke joinstyle="miter"/>
                <v:formulas/>
                <v:path arrowok="t" o:connecttype="custom" o:connectlocs="230401,0;460802,226799;230401,453597;0,226799;231990,0;276481,3172;320972,19032;359108,38064;394065,65978;422667,100870;441734,138300;454446,182708;460802,227116;460802,248685;451268,296265;432200,333695;406777,371759;378175,403479;340040,428221;298727,444081;254236,453597;231990,453597;184321,450425;143008,437737;101694,415533;69915,387619;41313,352727;19068,315297;6356,274061;0,227116;3178,204912;12712,160504;28602,119902;54025,81838;85805,50118;120762,28548;162075,9516;206566,0" o:connectangles="270,0,90,180,270,270,270,270,270,270,270,270,270,270,270,270,270,270,270,270,270,270,270,270,270,270,270,270,270,270,270,270,270,270,270,270,270,270" textboxrect="0,0,725,715"/>
                <v:textbox inset="0,0,0,0">
                  <w:txbxContent>
                    <w:p w:rsidR="00CE2ADF" w:rsidRDefault="00CE2ADF"/>
                  </w:txbxContent>
                </v:textbox>
              </v:shape>
              <v:shape id="Freeform 64" o:spid="_x0000_s1031" style="position:absolute;width:460802;height:453597;visibility:visible;mso-wrap-style:square;v-text-anchor:top" coordsize="725,7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" adj="-11796480,,540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e" filled="f" stroked="f">
                <v:stroke joinstyle="miter"/>
                <v:formulas/>
                <v:path arrowok="t" o:connecttype="custom" o:connectlocs="230401,0;460802,226799;230401,453597;0,226799;231990,0;276481,3172;320972,19032;359108,38064;394065,65978;422667,100870;441734,138300;454446,182708;460802,227116;460802,248685;451268,296265;432200,333695;406777,371759;378175,403479;340040,428221;298727,444081;254236,453597;231990,453597;184321,450425;143008,437737;101694,415533;69915,387619;41313,352727;19068,315297;6356,274061;0,227116;3178,204912;12712,160504;28602,119902;54025,81838;85805,50118;120762,28548;162075,9516;206566,0" o:connectangles="270,0,90,180,270,270,270,270,270,270,270,270,270,270,270,270,270,270,270,270,270,270,270,270,270,270,270,270,270,270,270,270,270,270,270,270,270,270" textboxrect="0,0,725,715"/>
                <v:textbox inset="0,0,0,0">
                  <w:txbxContent>
                    <w:p w:rsidR="00CE2ADF" w:rsidRDefault="00CE2ADF"/>
                  </w:txbxContent>
                </v:textbox>
              </v:shape>
              <v:shape id="Freeform 65" o:spid="_x0000_s1032" style="position:absolute;left:69841;top:69119;width:329760;height:328681;visibility:visible;mso-wrap-style:square;v-text-anchor:top" coordsize="520,5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" adj="-11796480,,5400" path="m260,r,l310,5r50,15l405,45r35,30l475,114r20,45l510,209r10,50l510,313r-15,45l475,403r-35,39l405,472r-45,25l310,512r-50,5l205,512,155,497,115,472,75,442,45,403,20,358,5,313,,259,5,209,20,159,45,114,75,75,115,45,155,20,205,5,260,xe" fillcolor="#005747" stroked="f">
                <v:stroke joinstyle="miter"/>
                <v:formulas/>
                <v:path arrowok="t" o:connecttype="custom" o:connectlocs="164880,0;329760,164341;164880,328681;0,164341;164880,0;164880,0;196588,3179;228295,12715;256832,28609;279028,47681;301223,72475;313906,101084;323418,132871;329760,164658;329760,164658;323418,198989;313906,227597;301223,256206;279028,281000;256832,300072;228295,315966;196588,325502;164880,328681;164880,328681;130002,325502;98294,315966;72928,300072;47562,281000;28537,256206;12683,227597;3171,198989;0,164658;0,164658;3171,132871;12683,101084;28537,72475;47562,47681;72928,28609;98294,12715;130002,3179;164880,0" o:connectangles="270,0,90,180,270,270,270,270,270,270,270,270,270,270,270,270,270,270,270,270,270,270,270,270,270,270,270,270,270,270,270,270,270,270,270,270,270,270,270,270,270" textboxrect="0,0,520,517"/>
                <v:textbox inset="0,0,0,0">
                  <w:txbxContent>
                    <w:p w:rsidR="00CE2ADF" w:rsidRDefault="00CE2ADF"/>
                  </w:txbxContent>
                </v:textbox>
              </v:shape>
              <v:shape id="Freeform 66" o:spid="_x0000_s1033" style="position:absolute;left:69841;top:69119;width:329760;height:328681;visibility:visible;mso-wrap-style:square;v-text-anchor:top" coordsize="520,5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" adj="-11796480,,5400" path="m260,r,l310,5r50,15l405,45r35,30l475,114r20,45l510,209r10,50l510,313r-15,45l475,403r-35,39l405,472r-45,25l310,512r-50,5l205,512,155,497,115,472,75,442,45,403,20,358,5,313,,259,5,209,20,159,45,114,75,75,115,45,155,20,205,5,260,e" filled="f" stroked="f">
                <v:stroke joinstyle="miter"/>
                <v:formulas/>
                <v:path arrowok="t" o:connecttype="custom" o:connectlocs="164880,0;329760,164341;164880,328681;0,164341;164880,0;164880,0;196588,3179;228295,12715;256832,28609;279028,47681;301223,72475;313906,101084;323418,132871;329760,164658;329760,164658;323418,198989;313906,227597;301223,256206;279028,281000;256832,300072;228295,315966;196588,325502;164880,328681;164880,328681;130002,325502;98294,315966;72928,300072;47562,281000;28537,256206;12683,227597;3171,198989;0,164658;0,164658;3171,132871;12683,101084;28537,72475;47562,47681;72928,28609;98294,12715;130002,3179;164880,0" o:connectangles="270,0,90,180,270,270,270,270,270,270,270,270,270,270,270,270,270,270,270,270,270,270,270,270,270,270,270,270,270,270,270,270,270,270,270,270,270,270,270,270,270" textboxrect="0,0,520,517"/>
                <v:textbox inset="0,0,0,0">
                  <w:txbxContent>
                    <w:p w:rsidR="00CE2ADF" w:rsidRDefault="00CE2ADF"/>
                  </w:txbxContent>
                </v:textbox>
              </v:shape>
              <v:shape id="Freeform 67" o:spid="_x0000_s1034" style="position:absolute;left:76315;top:75602;width:317882;height:315724;visibility:visible;mso-wrap-style:square;v-text-anchor:top" coordsize="500,4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" adj="-11796480,,5400" path="m250,r,l300,5r45,15l390,45r35,30l455,109r25,45l495,199r5,50l495,298r-15,50l455,388r-30,39l390,457r-45,20l300,492r-50,5l200,492,150,477,110,457,70,427,40,388,15,348,5,298,,249,5,199,15,154,40,109,70,75,110,45,150,20,200,5,250,xe" stroked="f">
                <v:stroke joinstyle="miter"/>
                <v:formulas/>
                <v:path arrowok="t" o:connecttype="custom" o:connectlocs="158941,0;317882,157862;158941,315724;0,157862;158941,0;158941,0;190729,3176;219339,12705;247948,28587;270200,47644;289273,69243;305167,97830;314703,126417;317882,158180;317882,158180;314703,189307;305167,221070;289273,246481;270200,271256;247948,290314;219339,303019;190729,312548;158941,315724;158941,315724;127153,312548;95365,303019;69934,290314;44503,271256;25431,246481;9536,221070;3179,189307;0,158180;0,158180;3179,126417;9536,97830;25431,69243;44503,47644;69934,28587;95365,12705;127153,3176;158941,0" o:connectangles="270,0,90,180,270,270,270,270,270,270,270,270,270,270,270,270,270,270,270,270,270,270,270,270,270,270,270,270,270,270,270,270,270,270,270,270,270,270,270,270,270" textboxrect="0,0,500,497"/>
                <v:textbox inset="0,0,0,0">
                  <w:txbxContent>
                    <w:p w:rsidR="00CE2ADF" w:rsidRDefault="00CE2ADF"/>
                  </w:txbxContent>
                </v:textbox>
              </v:shape>
              <v:shape id="Freeform 68" o:spid="_x0000_s1035" style="position:absolute;left:76315;top:75602;width:317882;height:315724;visibility:visible;mso-wrap-style:square;v-text-anchor:top" coordsize="500,4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" adj="-11796480,,5400" path="m250,r,l300,5r45,15l390,45r35,30l455,109r25,45l495,199r5,50l495,298r-15,50l455,388r-30,39l390,457r-45,20l300,492r-50,5l200,492,150,477,110,457,70,427,40,388,15,348,5,298,,249,5,199,15,154,40,109,70,75,110,45,150,20,200,5,250,e" filled="f" stroked="f">
                <v:stroke joinstyle="miter"/>
                <v:formulas/>
                <v:path arrowok="t" o:connecttype="custom" o:connectlocs="158941,0;317882,157862;158941,315724;0,157862;158941,0;158941,0;190729,3176;219339,12705;247948,28587;270200,47644;289273,69243;305167,97830;314703,126417;317882,158180;317882,158180;314703,189307;305167,221070;289273,246481;270200,271256;247948,290314;219339,303019;190729,312548;158941,315724;158941,315724;127153,312548;95365,303019;69934,290314;44503,271256;25431,246481;9536,221070;3179,189307;0,158180;0,158180;3179,126417;9536,97830;25431,69243;44503,47644;69934,28587;95365,12705;127153,3176;158941,0" o:connectangles="270,0,90,180,270,270,270,270,270,270,270,270,270,270,270,270,270,270,270,270,270,270,270,270,270,270,270,270,270,270,270,270,270,270,270,270,270,270,270,270,270" textboxrect="0,0,500,497"/>
                <v:textbox inset="0,0,0,0">
                  <w:txbxContent>
                    <w:p w:rsidR="00CE2ADF" w:rsidRDefault="00CE2ADF"/>
                  </w:txbxContent>
                </v:textbox>
              </v:shape>
              <v:shape id="Freeform 69" o:spid="_x0000_s1036" style="position:absolute;left:111236;top:138961;width:235083;height:173516;visibility:visible;mso-wrap-style:square;v-text-anchor:top" coordsize="370,2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" adj="-11796480,,5400" path="m150,273l205,,120,99r20,l55,193r20,l,273r150,xm160,273l200,79r65,l240,213r35,l260,273r-100,xm200,69l215,4r90,l330,9r15,10l355,29r10,20l370,79r-5,15l360,109r-10,15l345,134r-25,10l305,149r-45,l275,79r15,l295,79r5,-5l295,69r-5,l200,69xe" fillcolor="#005023" stroked="f">
                <v:stroke joinstyle="miter"/>
                <v:formulas/>
                <v:path arrowok="t" o:connecttype="custom" o:connectlocs="117542,0;235083,86758;117542,173516;0,86758;95304,173516;130249,0;76243,62923;88950,62923;34945,122669;47652,122669;0,173516;95304,173516;101658,173516;127072,50212;168370,50212;152486,135381;174724,135381;165193,173516;101658,173516;127072,43856;136602,2542;193785,2542;193785,2542;209669,5720;219199,12076;225553,18432;225553,18432;231906,31144;235083,50212;235083,50212;231906,59745;228729,69279;222376,78813;219199,85169;219199,85169;203315,91525;193785,94703;165193,94703;174724,50212;184254,50212;184254,50212;187431,50212;190608,47034;190608,47034;187431,43856;184254,43856;127072,43856" o:connectangles="270,0,90,180,270,270,270,270,270,270,270,270,270,270,270,270,270,270,270,270,270,270,270,270,270,270,270,270,270,270,270,270,270,270,270,270,270,270,270,270,270,270,270,270,270,270,270" textboxrect="0,0,370,273"/>
                <v:textbox inset="0,0,0,0">
                  <w:txbxContent>
                    <w:p w:rsidR="00CE2ADF" w:rsidRDefault="00CE2ADF"/>
                  </w:txbxContent>
                </v:textbox>
              </v:shape>
              <v:shape id="Freeform 70" o:spid="_x0000_s1037" style="position:absolute;left:22320;top:22320;width:422635;height:195123;visibility:visible;mso-wrap-style:square;v-text-anchor:top" coordsize="665,3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" adj="-11796480,,5400" path="m600,263r60,-10l665,298r-5,l650,268r-10,l645,298r-10,l630,273r-15,l620,308r-10,l600,263xm575,198r45,-39l625,169r-30,24l635,188r5,15l605,228r45,-10l655,228r-60,15l590,228r35,-30l580,208r-5,-10xm555,124r,l550,139r,15l565,159r15,-10l585,144r,-5l580,124r-10,-5l565,119r-10,5xm550,119r,l560,109r10,l580,109r10,10l595,129r5,10l595,149r-10,10l575,169r-10,l555,164r-10,-5l535,149r,-10l540,129r10,-10xm470,94l490,39r10,5l485,84,520,54r10,10l515,104,545,74r10,10l510,124,500,114,515,69,480,99,470,94xm425,74l445,30,425,25r5,-10l475,30r-5,9l455,35,435,79,425,74xm355,39r15,l370,49r10,5l390,54r,-5l390,44r,-5l380,35,365,30r,-15l365,10,375,5r10,l395,5r10,5l405,20r,5l395,25r,-10l385,15r-10,l375,20r10,5l400,35r5,4l405,49r-5,10l390,64r-15,l370,59,360,54r,-5l355,39xm295,64l290,5,300,r30,39l325,r10,l340,59r-10,l300,25r5,34l295,64xm260,44l245,25r-5,24l260,44xm285,64r-15,l265,54r-25,5l240,74r-15,5l235,15r10,-5l285,64xm175,49r10,15l190,64r5,-5l200,54r,-5l195,44r-5,l180,49r-5,xm185,99l160,49,175,39r15,-4l200,35r10,9l210,54r,5l205,64r-10,5l185,74r15,20l185,99xm140,139l120,124,80,114,90,104r30,5l110,84,120,74r10,40l145,134r-5,5xm75,188r5,-9l90,179r10,-5l100,164r,-5l95,159r-5,l80,169r-10,5l55,174,50,164r,-10l55,144r10,-5l70,134r5,l85,139,75,149r-5,-5l65,149r-5,10l65,164r10,-5l90,149r5,l105,149r5,10l110,169r-5,10l100,188r-10,5l85,193,75,188xm60,218r-25,l50,233,60,218xm90,203r-5,15l70,218,60,238r10,10l65,258,20,218r5,-15l90,203xm60,308l,293,,283r50,10l55,263r10,l60,308xe" fillcolor="#005023" stroked="f">
                <v:stroke joinstyle="miter"/>
                <v:formulas/>
                <v:path arrowok="t" o:connecttype="custom" o:connectlocs="211318,0;422635,97562;211318,195123;0,97562;413102,169782;390858,172950;394036,100729;384503,144442;397213,125436;349548,88059;359081,100729;371792,88059;359081,75388;355903,69053;368614,69053;381325,88059;359081,107064;340015,94394;349548,75388;330482,34210;324126,78556;270105,46880;298704,24707;235150,24707;241506,34210;247861,27875;241506,22173;231973,6335;244683,3168;257394,15838;244683,9503;238328,12670;254217,22173;257394,31042;238328,40545;228795,31042;190662,0;209729,37377;155708,15838;168418,34210;155708,6335;120753,40545;127108,31042;120753,27875;111220,24707;127108,22173;133464,37377;117575,46880;50843,72221;82620,72221;50843,113399;63554,103897;60376,100729;44488,110232;31777,103897;41310,88059;47666,94394;41310,94394;41310,103897;57199,94394;69910,100729;66732,113399;47666,119101;38132,138107;44488,157112;38132,195123;41310,166615" o:connectangles="270,0,90,180,270,270,270,270,270,270,270,270,270,270,270,270,270,270,270,270,270,270,270,270,270,270,270,270,270,270,270,270,270,270,270,270,270,270,270,270,270,270,270,270,270,270,270,270,270,270,270,270,270,270,270,270,270,270,270,270,270,270,270,270,270,270,270" textboxrect="0,0,665,308"/>
                <v:textbox inset="0,0,0,0">
                  <w:txbxContent>
                    <w:p w:rsidR="00CE2ADF" w:rsidRDefault="00CE2ADF"/>
                  </w:txbxContent>
                </v:textbox>
              </v:shape>
              <v:shape id="Freeform 71" o:spid="_x0000_s1038" style="position:absolute;left:219236;top:15837;width:8997;height:6483;visibility:visible;mso-wrap-style:square;v-text-anchor:top" coordsize="15,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" adj="-11796480,,5400" path="m,10l5,,15,,5,10,,10xe" fillcolor="#005747" stroked="f">
                <v:stroke joinstyle="miter"/>
                <v:formulas/>
                <v:path arrowok="t" o:connecttype="custom" o:connectlocs="4499,0;8997,3242;4499,6483;0,3242;0,6483;2999,0;8997,0;2999,6483;0,6483" o:connectangles="270,0,90,180,270,270,270,270,270" textboxrect="0,0,15,10"/>
                <v:textbox inset="0,0,0,0">
                  <w:txbxContent>
                    <w:p w:rsidR="00CE2ADF" w:rsidRDefault="00CE2ADF"/>
                  </w:txbxContent>
                </v:textbox>
              </v:shape>
              <v:shape id="Freeform 72" o:spid="_x0000_s1039" style="position:absolute;left:31683;top:312477;width:184315;height:132478;visibility:visible;mso-wrap-style:square;v-text-anchor:top" coordsize="290,2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" adj="-11796480,,5400" path="m290,203r-5,5l275,203r-15,l250,198r-10,l225,193r-10,-5l200,188r-10,-5l180,178r-10,-5l155,169r-10,-5l135,154r-10,-5l115,144,105,134r-5,-5l90,124,80,114,70,109,65,99,55,89,50,84,45,74,35,64,30,54,25,49,20,39,15,29,10,20,5,10,,,5,r5,5l15,15r5,9l25,34r5,10l35,54r5,10l45,69,55,79r5,10l70,94r5,10l85,109r5,10l100,124r10,10l120,139r10,5l140,154r10,5l160,164r10,5l180,173r10,5l205,183r10,l225,188r15,5l250,193r15,5l275,198r15,5xe" fillcolor="#005023" stroked="f">
                <v:stroke joinstyle="miter"/>
                <v:formulas/>
                <v:path arrowok="t" o:connecttype="custom" o:connectlocs="92158,0;184315,66239;92158,132478;0,66239;181137,132478;165248,129293;152537,126109;136647,119740;120758,116555;108047,110186;92158,104454;79446,94900;66735,85346;57201,78977;44490,69424;34956,56685;28601,47132;19067,34393;12711,24840;6356,12738;0,0;6356,3185;12711,15286;19067,28024;25423,40762;34956,50316;44490,59870;54023,69424;63557,78977;76268,88531;88980,98085;101691,104454;114402,110186;130292,116555;143003,119740;158892,122924;174781,126109" o:connectangles="270,0,90,180,270,270,270,270,270,270,270,270,270,270,270,270,270,270,270,270,270,270,270,270,270,270,270,270,270,270,270,270,270,270,270,270,270" textboxrect="0,0,290,208"/>
                <v:textbox inset="0,0,0,0">
                  <w:txbxContent>
                    <w:p w:rsidR="00CE2ADF" w:rsidRDefault="00CE2ADF"/>
                  </w:txbxContent>
                </v:textbox>
              </v:shape>
              <v:shape id="Freeform 73" o:spid="_x0000_s1040" style="position:absolute;left:47521;top:293403;width:186839;height:135358;visibility:visible;mso-wrap-style:square;v-text-anchor:top" coordsize="295,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" adj="-11796480,,5400" path="m295,208r,5l280,213r-15,l255,208r-15,l225,203r-10,l200,199r-10,-5l180,189r-15,-5l155,179r-10,-5l135,169r-10,-5l115,154r-10,-5l95,139,85,134,75,124r-5,-5l60,109,50,99,45,89,40,84,30,74,25,64,20,54,15,45,10,35,5,25,,15,,,5,r,10l10,20r5,10l20,40r5,10l30,59r5,10l40,79,50,89r5,5l65,104r5,10l80,119r10,10l95,139r10,5l115,149r10,10l135,164r10,5l160,174r10,5l180,184r10,5l205,194r10,5l230,199r10,4l255,203r10,5l280,208r15,xe" fillcolor="#005023" stroked="f">
                <v:stroke joinstyle="miter"/>
                <v:formulas/>
                <v:path arrowok="t" o:connecttype="custom" o:connectlocs="93420,0;186839,67679;93420,135358;0,67679;186839,135358;167838,135358;152005,132181;136171,129003;120337,123284;104503,116929;91836,110574;79169,104219;66502,94687;53835,85155;44335,75623;31668,62913;25334,53381;15834,40671;9500,28597;3167,15887;0,0;3167,6355;9500,19065;15834,31774;22167,43848;31668,56558;41168,66090;50668,75623;60168,88332;72836,94687;85503,104219;101336,110574;114003,116929;129837,123284;145671,126461;161505,129003;177339,132181" o:connectangles="270,0,90,180,270,270,270,270,270,270,270,270,270,270,270,270,270,270,270,270,270,270,270,270,270,270,270,270,270,270,270,270,270,270,270,270,270" textboxrect="0,0,295,213"/>
                <v:textbox inset="0,0,0,0">
                  <w:txbxContent>
                    <w:p w:rsidR="00CE2ADF" w:rsidRDefault="00CE2ADF"/>
                  </w:txbxContent>
                </v:textbox>
              </v:shape>
              <v:shape id="Freeform 74" o:spid="_x0000_s1041" style="position:absolute;left:69841;top:302757;width:149403;height:110880;visibility:visible;mso-wrap-style:square;v-text-anchor:top" coordsize="235,1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" adj="-11796480,,5400" path="m235,169r,5l225,169r-10,l205,164r-10,l185,159r-10,l165,154r-10,-5l145,149r-5,-5l130,139r-10,-5l110,129r-5,-5l95,119r-5,-5l80,109,75,99,65,94,60,89,55,84,45,74,40,69,35,59,30,54,25,49,20,39,15,35,10,25,5,15r,-5l,,5,r5,5l10,15r5,10l20,30r5,9l30,44r5,5l40,59r5,5l50,74r5,5l65,84r5,5l75,99r10,5l90,109r10,5l105,119r10,5l125,129r5,5l140,139r10,5l160,144r5,5l175,154r10,l195,159r10,l215,164r10,l235,169xe" fillcolor="#005747" stroked="f">
                <v:stroke joinstyle="miter"/>
                <v:formulas/>
                <v:path arrowok="t" o:connecttype="custom" o:connectlocs="74702,0;149403,55440;74702,110880;0,55440;149403,110880;136688,107694;123973,104508;111258,101321;98542,94949;89006,91763;76291,85390;66755,79018;57218,72646;47682,63087;38145,56714;28609,47156;22252,37597;15894,31225;9536,22303;3179,9559;0,0;6358,3186;9536,15931;15894,24852;22252,31225;28609,40783;34967,50342;44503,56714;54039,66273;63576,72646;73112,79018;82648,85390;95364,91763;104900,94949;117615,98135;130330,101321;143045,104508" o:connectangles="270,0,90,180,270,270,270,270,270,270,270,270,270,270,270,270,270,270,270,270,270,270,270,270,270,270,270,270,270,270,270,270,270,270,270,270,270" textboxrect="0,0,235,174"/>
                <v:textbox inset="0,0,0,0">
                  <w:txbxContent>
                    <w:p w:rsidR="00CE2ADF" w:rsidRDefault="00CE2ADF"/>
                  </w:txbxContent>
                </v:textbox>
              </v:shape>
              <v:shape id="Freeform 75" o:spid="_x0000_s1042" style="position:absolute;left:212762;top:425516;width:22677;height:19440;visibility:visible;mso-wrap-style:square;v-text-anchor:top" coordsize="35,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" adj="-11796480,,5400" path="m,25l30,r5,5l5,30,,25xe" fillcolor="#005747" stroked="f">
                <v:stroke joinstyle="miter"/>
                <v:formulas/>
                <v:path arrowok="t" o:connecttype="custom" o:connectlocs="11339,0;22677,9720;11339,19440;0,9720;0,16200;19437,0;22677,3240;3240,19440;0,16200" o:connectangles="270,0,90,180,270,270,270,270,270" textboxrect="0,0,35,30"/>
                <v:textbox inset="0,0,0,0">
                  <w:txbxContent>
                    <w:p w:rsidR="00CE2ADF" w:rsidRDefault="00CE2ADF"/>
                  </w:txbxContent>
                </v:textbox>
              </v:shape>
              <v:shape id="Freeform 76" o:spid="_x0000_s1043" style="position:absolute;left:219236;top:410044;width:16203;height:18004;visibility:visible;mso-wrap-style:square;v-text-anchor:top" coordsize="25,2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" adj="-11796480,,5400" path="m,l25,29r-5,l,xe" fillcolor="#005747" stroked="f">
                <v:stroke joinstyle="miter"/>
                <v:formulas/>
                <v:path arrowok="t" o:connecttype="custom" o:connectlocs="8102,0;16203,9002;8102,18004;0,9002;0,0;16203,18004;12962,18004;0,0;0,0" o:connectangles="270,0,90,180,270,270,270,270,270" textboxrect="0,0,25,29"/>
                <v:textbox inset="0,0,0,0">
                  <w:txbxContent>
                    <w:p w:rsidR="00CE2ADF" w:rsidRDefault="00CE2ADF"/>
                  </w:txbxContent>
                </v:textbox>
              </v:shape>
              <v:shape id="Freeform 77" o:spid="_x0000_s1044" style="position:absolute;left:193679;top:407164;width:25557;height:33841;visibility:visible;mso-wrap-style:square;v-text-anchor:top" coordsize="40,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" adj="-11796480,,5400" path="m20,l40,29r-5,5l15,r5,xm40,29r,5l35,34r5,-5xm40,29r-5,5l5,54,,49,35,29r5,xe" fillcolor="#005747" stroked="f">
                <v:stroke joinstyle="miter"/>
                <v:formulas/>
                <v:path arrowok="t" o:connecttype="custom" o:connectlocs="12779,0;25557,16921;12779,33841;0,16921;12779,0;25557,18174;22362,21307;9584,0;12779,0;25557,18174;25557,21307;22362,21307;25557,18174;25557,18174;22362,21307;3195,33841;0,30708;22362,18174;25557,18174" o:connectangles="270,0,90,180,270,270,270,270,270,270,270,270,270,270,270,270,270,270,270" textboxrect="0,0,40,54"/>
                <v:textbox inset="0,0,0,0">
                  <w:txbxContent>
                    <w:p w:rsidR="00CE2ADF" w:rsidRDefault="00CE2ADF"/>
                  </w:txbxContent>
                </v:textbox>
              </v:shape>
              <v:shape id="Freeform 78" o:spid="_x0000_s1045" style="position:absolute;left:174595;top:403917;width:28081;height:30595;visibility:visible;mso-wrap-style:square;v-text-anchor:top" coordsize="45,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" adj="-11796480,,5400" path="m25,l40,29r-5,5l20,r5,xm40,29r5,5l40,34r,-5xm40,29r,5l5,49,,44,40,29xe" fillcolor="#005747" stroked="f">
                <v:stroke joinstyle="miter"/>
                <v:formulas/>
                <v:path arrowok="t" o:connecttype="custom" o:connectlocs="14041,0;28081,15298;14041,30595;0,15298;15601,0;24961,18107;21841,21229;12480,0;15601,0;24961,18107;28081,21229;24961,21229;24961,18107;24961,18107;24961,21229;3120,30595;0,27473;24961,18107;24961,18107" o:connectangles="270,0,90,180,270,270,270,270,270,270,270,270,270,270,270,270,270,270,270" textboxrect="0,0,45,49"/>
                <v:textbox inset="0,0,0,0">
                  <w:txbxContent>
                    <w:p w:rsidR="00CE2ADF" w:rsidRDefault="00CE2ADF"/>
                  </w:txbxContent>
                </v:textbox>
              </v:shape>
              <v:shape id="Freeform 79" o:spid="_x0000_s1046" style="position:absolute;left:158758;top:397443;width:25557;height:30595;visibility:visible;mso-wrap-style:square;v-text-anchor:top" coordsize="40,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" adj="-11796480,,5400" path="m25,l40,35r-5,l20,5,25,xm40,35r,xm40,35r,l,49,35,35r5,xe" fillcolor="#005747" stroked="f">
                <v:stroke joinstyle="miter"/>
                <v:formulas/>
                <v:path arrowok="t" o:connecttype="custom" o:connectlocs="12779,0;25557,15298;12779,30595;0,15298;15973,0;25557,21854;22362,21854;12779,3122;15973,0;25557,21854;25557,21854;25557,21854;25557,21854;25557,21854;25557,21854;0,30595;0,30595;22362,21854;25557,21854" o:connectangles="270,0,90,180,270,270,270,270,270,270,270,270,270,270,270,270,270,270,270" textboxrect="0,0,40,49"/>
                <v:textbox inset="0,0,0,0">
                  <w:txbxContent>
                    <w:p w:rsidR="00CE2ADF" w:rsidRDefault="00CE2ADF"/>
                  </w:txbxContent>
                </v:textbox>
              </v:shape>
              <v:shape id="Freeform 80" o:spid="_x0000_s1047" style="position:absolute;left:139683;top:394197;width:28081;height:28081;visibility:visible;mso-wrap-style:square;v-text-anchor:top" coordsize="45,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" adj="-11796480,,5400" path="m35,l45,30r-5,l30,r5,xm45,30r,5l40,35r5,-5xm45,30r-5,5l5,44,,40,40,30r5,xe" fillcolor="#005747" stroked="f">
                <v:stroke joinstyle="miter"/>
                <v:formulas/>
                <v:path arrowok="t" o:connecttype="custom" o:connectlocs="14041,0;28081,14041;14041,28081;0,14041;21841,0;28081,19146;24961,19146;18721,0;21841,0;28081,19146;28081,22337;24961,22337;28081,19146;28081,19146;24961,22337;3120,28081;0,25528;24961,19146;28081,19146" o:connectangles="270,0,90,180,270,270,270,270,270,270,270,270,270,270,270,270,270,270,270" textboxrect="0,0,45,44"/>
                <v:textbox inset="0,0,0,0">
                  <w:txbxContent>
                    <w:p w:rsidR="00CE2ADF" w:rsidRDefault="00CE2ADF"/>
                  </w:txbxContent>
                </v:textbox>
              </v:shape>
              <v:shape id="Freeform 81" o:spid="_x0000_s1048" style="position:absolute;left:41404;top:315724;width:38523;height:21963;visibility:visible;mso-wrap-style:square;v-text-anchor:top" coordsize="60,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" adj="-11796480,,5400" path="m60,l40,29r-5,l55,r5,xm40,29r,5l40,29xm40,29r,5l,19,,15,40,29xe" fillcolor="#005747" stroked="f">
                <v:stroke joinstyle="miter"/>
                <v:formulas/>
                <v:path arrowok="t" o:connecttype="custom" o:connectlocs="19262,0;38523,10982;19262,21963;0,10982;38523,0;25682,18733;22472,18733;35313,0;38523,0;25682,18733;25682,21963;25682,21963;25682,18733;25682,18733;25682,21963;0,12273;0,9690;25682,18733;25682,18733" o:connectangles="270,0,90,180,270,270,270,270,270,270,270,270,270,270,270,270,270,270,270" textboxrect="0,0,60,34"/>
                <v:textbox inset="0,0,0,0">
                  <w:txbxContent>
                    <w:p w:rsidR="00CE2ADF" w:rsidRDefault="00CE2ADF"/>
                  </w:txbxContent>
                </v:textbox>
              </v:shape>
              <v:shape id="Freeform 82" o:spid="_x0000_s1049" style="position:absolute;left:47521;top:327602;width:38523;height:22677;visibility:visible;mso-wrap-style:square;v-text-anchor:top" coordsize="6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" adj="-11796480,,5400" path="m60,l45,30r-5,l55,r5,xm45,30r,5l45,30xm45,30r,5l,25,,20,45,30xe" fillcolor="#005747" stroked="f">
                <v:stroke joinstyle="miter"/>
                <v:formulas/>
                <v:path arrowok="t" o:connecttype="custom" o:connectlocs="19262,0;38523,11339;19262,22677;0,11339;38523,0;28892,19437;25682,19437;35313,0;38523,0;28892,19437;28892,22677;28892,22677;28892,19437;28892,19437;28892,22677;0,16198;0,12958;28892,19437;28892,19437" o:connectangles="270,0,90,180,270,270,270,270,270,270,270,270,270,270,270,270,270,270,270" textboxrect="0,0,60,35"/>
                <v:textbox inset="0,0,0,0">
                  <w:txbxContent>
                    <w:p w:rsidR="00CE2ADF" w:rsidRDefault="00CE2ADF"/>
                  </w:txbxContent>
                </v:textbox>
              </v:shape>
              <v:shape id="Freeform 83" o:spid="_x0000_s1050" style="position:absolute;left:57241;top:337322;width:35277;height:22677;visibility:visible;mso-wrap-style:square;v-text-anchor:top" coordsize="5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" adj="-11796480,,5400" path="m55,5l45,35r-5,l50,r5,5xm45,35r,xm45,35r,l,30,,25r45,5l45,35xe" fillcolor="#005747" stroked="f">
                <v:stroke joinstyle="miter"/>
                <v:formulas/>
                <v:path arrowok="t" o:connecttype="custom" o:connectlocs="17639,0;35277,11339;17639,22677;0,11339;35277,3240;28863,22677;25656,22677;32070,0;35277,3240;28863,22677;28863,22677;28863,22677;28863,22677;28863,22677;28863,22677;0,19437;0,16198;28863,19437;28863,22677" o:connectangles="270,0,90,180,270,270,270,270,270,270,270,270,270,270,270,270,270,270,270" textboxrect="0,0,55,35"/>
                <v:textbox inset="0,0,0,0">
                  <w:txbxContent>
                    <w:p w:rsidR="00CE2ADF" w:rsidRDefault="00CE2ADF"/>
                  </w:txbxContent>
                </v:textbox>
              </v:shape>
              <v:shape id="Freeform 84" o:spid="_x0000_s1051" style="position:absolute;left:69841;top:349922;width:31318;height:22677;visibility:visible;mso-wrap-style:square;v-text-anchor:top" coordsize="5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" adj="-11796480,,5400" path="m50,l45,35r-5,l45,r5,xm45,35r,l40,35r5,xm45,35r-5,l,35,,30r40,l45,35xe" fillcolor="#005747" stroked="f">
                <v:stroke joinstyle="miter"/>
                <v:formulas/>
                <v:path arrowok="t" o:connecttype="custom" o:connectlocs="15659,0;31318,11339;15659,22677;0,11339;31318,0;28186,22677;25054,22677;28186,0;31318,0;28186,22677;28186,22677;25054,22677;28186,22677;28186,22677;25054,22677;0,22677;0,19437;25054,19437;28186,22677" o:connectangles="270,0,90,180,270,270,270,270,270,270,270,270,270,270,270,270,270,270,270" textboxrect="0,0,50,35"/>
                <v:textbox inset="0,0,0,0">
                  <w:txbxContent>
                    <w:p w:rsidR="00CE2ADF" w:rsidRDefault="00CE2ADF"/>
                  </w:txbxContent>
                </v:textbox>
              </v:shape>
              <v:shape id="Freeform 85" o:spid="_x0000_s1052" style="position:absolute;left:82442;top:359276;width:28081;height:25557;visibility:visible;mso-wrap-style:square;v-text-anchor:top" coordsize="45,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" adj="-11796480,,5400" path="m45,r,35l40,35,40,r5,xm45,35r,5l40,40r5,-5xm45,35r-5,5l,35,,30r40,5l45,35xe" fillcolor="#005747" stroked="f">
                <v:stroke joinstyle="miter"/>
                <v:formulas/>
                <v:path arrowok="t" o:connecttype="custom" o:connectlocs="14041,0;28081,12779;14041,25557;0,12779;28081,0;28081,22362;24961,22362;24961,0;28081,0;28081,22362;28081,25557;24961,25557;28081,22362;28081,22362;24961,25557;0,22362;0,19168;24961,22362;28081,22362" o:connectangles="270,0,90,180,270,270,270,270,270,270,270,270,270,270,270,270,270,270,270" textboxrect="0,0,45,40"/>
                <v:textbox inset="0,0,0,0">
                  <w:txbxContent>
                    <w:p w:rsidR="00CE2ADF" w:rsidRDefault="00CE2ADF"/>
                  </w:txbxContent>
                </v:textbox>
              </v:shape>
              <v:shape id="Freeform 86" o:spid="_x0000_s1053" style="position:absolute;left:95399;top:368996;width:28081;height:25557;visibility:visible;mso-wrap-style:square;v-text-anchor:top" coordsize="45,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" adj="-11796480,,5400" path="m,35r40,l40,40,,40,,35xm45,35r,5l40,40r5,-5xm40,40r,-5l40,r5,l45,35r-5,5xe" fillcolor="#005747" stroked="f">
                <v:stroke joinstyle="miter"/>
                <v:formulas/>
                <v:path arrowok="t" o:connecttype="custom" o:connectlocs="14041,0;28081,12779;14041,25557;0,12779;0,22362;24961,22362;24961,25557;0,25557;0,22362;28081,22362;28081,25557;24961,25557;28081,22362;24961,25557;24961,22362;24961,0;28081,0;28081,22362;24961,25557" o:connectangles="270,0,90,180,270,270,270,270,270,270,270,270,270,270,270,270,270,270,270" textboxrect="0,0,45,40"/>
                <v:textbox inset="0,0,0,0">
                  <w:txbxContent>
                    <w:p w:rsidR="00CE2ADF" w:rsidRDefault="00CE2ADF"/>
                  </w:txbxContent>
                </v:textbox>
              </v:shape>
              <v:shape id="Freeform 87" o:spid="_x0000_s1054" style="position:absolute;left:123837;top:384843;width:28081;height:31318;visibility:visible;mso-wrap-style:square;v-text-anchor:top" coordsize="4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" adj="-11796480,,5400" path="m40,r5,35l40,35,35,5,40,xm45,35r,5l45,35xm45,35r,5l,50,,45,40,35r5,xe" fillcolor="#005747" stroked="f">
                <v:stroke joinstyle="miter"/>
                <v:formulas/>
                <v:path arrowok="t" o:connecttype="custom" o:connectlocs="14041,0;28081,15659;14041,31318;0,15659;24961,0;28081,21923;24961,21923;21841,3132;24961,0;28081,21923;28081,25054;28081,25054;28081,21923;28081,21923;28081,25054;0,31318;0,28186;24961,21923;28081,21923" o:connectangles="270,0,90,180,270,270,270,270,270,270,270,270,270,270,270,270,270,270,270" textboxrect="0,0,45,50"/>
                <v:textbox inset="0,0,0,0">
                  <w:txbxContent>
                    <w:p w:rsidR="00CE2ADF" w:rsidRDefault="00CE2ADF"/>
                  </w:txbxContent>
                </v:textbox>
              </v:shape>
              <v:shape id="Freeform 88" o:spid="_x0000_s1055" style="position:absolute;left:107999;top:378360;width:28081;height:28081;visibility:visible;mso-wrap-style:square;v-text-anchor:top" coordsize="45,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" adj="-11796480,,5400" path="m45,r,35l40,35,40,r5,xm45,35r,xm45,35r,l5,45,,40,45,30r,5xe" fillcolor="#005747" stroked="f">
                <v:stroke joinstyle="miter"/>
                <v:formulas/>
                <v:path arrowok="t" o:connecttype="custom" o:connectlocs="14041,0;28081,14041;14041,28081;0,14041;28081,0;28081,21841;24961,21841;24961,0;28081,0;28081,21841;28081,21841;28081,21841;28081,21841;28081,21841;28081,21841;3120,28081;0,24961;28081,18721;28081,21841" o:connectangles="270,0,90,180,270,270,270,270,270,270,270,270,270,270,270,270,270,270,270" textboxrect="0,0,45,45"/>
                <v:textbox inset="0,0,0,0">
                  <w:txbxContent>
                    <w:p w:rsidR="00CE2ADF" w:rsidRDefault="00CE2ADF"/>
                  </w:txbxContent>
                </v:textbox>
              </v:shape>
              <v:shape id="Freeform 89" o:spid="_x0000_s1056" style="position:absolute;left:31683;top:290157;width:41404;height:31318;visibility:visible;mso-wrap-style:square;v-text-anchor:top" coordsize="6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" adj="-11796480,,5400" path="m65,20r,xm65,20r,l45,50r-5,l60,20r5,xm45,50r,l40,50r5,xm45,50r-5,l5,35r,-5l45,45r,5xm5,35l,35r5,xm5,35r,l25,5r5,l5,35xm25,5l25,r,5xm25,5l25,,65,20r-5,l25,5xe" fillcolor="#005747" stroked="f">
                <v:stroke joinstyle="miter"/>
                <v:formulas/>
                <v:path arrowok="t" o:connecttype="custom" o:connectlocs="20702,0;41404,15659;20702,31318;0,15659;41404,12527;41404,12527;41404,12527;41404,12527;41404,12527;41404,12527;28664,31318;25479,31318;38219,12527;41404,12527;28664,31318;28664,31318;25479,31318;28664,31318;28664,31318;25479,31318;3185,21923;3185,18791;28664,28186;28664,31318;3185,21923;0,21923;3185,21923;3185,21923;3185,21923;3185,21923;15925,3132;19110,3132;3185,21923;3185,21923;15925,3132;15925,0;15925,0;15925,3132;15925,3132;15925,0;41404,12527;38219,12527;15925,3132;15925,3132" o:connectangles="270,0,90,180,270,270,270,270,270,270,270,270,270,270,270,270,270,270,270,270,270,270,270,270,270,270,270,270,270,270,270,270,270,270,270,270,270,270,270,270,270,270,270,270" textboxrect="0,0,65,50"/>
                <v:textbox inset="0,0,0,0">
                  <w:txbxContent>
                    <w:p w:rsidR="00CE2ADF" w:rsidRDefault="00CE2ADF"/>
                  </w:txbxContent>
                </v:textbox>
              </v:shape>
              <v:shape id="Freeform 90" o:spid="_x0000_s1057" style="position:absolute;left:254157;top:312477;width:181078;height:132478;visibility:visible;mso-wrap-style:square;v-text-anchor:top" coordsize="285,2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" adj="-11796480,,5400" path="m,208r,-5l10,198r15,l35,193r10,l60,188r10,-5l85,183r10,-5l105,173r10,-4l125,164r10,-5l145,154r10,-10l165,139r10,-5l185,124r10,-5l200,109r10,-5l220,94r5,-5l235,79r5,-10l245,64r5,-10l260,44r5,-10l270,24r,-9l275,5,280,r5,l280,10r-5,10l270,29r-5,10l260,49r-5,5l250,64r-5,10l235,84r-5,5l220,99r-5,10l205,114r-10,10l190,129r-10,5l170,144r-10,5l150,154r-10,10l130,169r-10,4l105,178r-10,5l85,188r-10,l60,193r-10,5l35,198r-10,5l10,203,,208xe" fillcolor="#005747" stroked="f">
                <v:stroke joinstyle="miter"/>
                <v:formulas/>
                <v:path arrowok="t" o:connecttype="custom" o:connectlocs="90539,0;181078,66239;90539,132478;0,66239;0,129293;15884,126109;28591,122924;44475,116555;60359,113371;73067,107638;85774,101269;98481,91716;111188,85346;123895,75793;133426,66239;142956,56685;152487,43947;158840,34393;168371,21655;171548,9554;177901,0;177901,6369;171548,18470;165194,31209;158840,40762;149310,53501;139780,63054;130249,72608;120719,82162;108011,91716;95304,98085;82597,107638;66713,113371;54006,119740;38122,122924;22238,126109;6354,129293" o:connectangles="270,0,90,180,270,270,270,270,270,270,270,270,270,270,270,270,270,270,270,270,270,270,270,270,270,270,270,270,270,270,270,270,270,270,270,270,270" textboxrect="0,0,285,208"/>
                <v:textbox inset="0,0,0,0">
                  <w:txbxContent>
                    <w:p w:rsidR="00CE2ADF" w:rsidRDefault="00CE2ADF"/>
                  </w:txbxContent>
                </v:textbox>
              </v:shape>
              <v:shape id="Freeform 91" o:spid="_x0000_s1058" style="position:absolute;left:235083;top:293403;width:184315;height:135358;visibility:visible;mso-wrap-style:square;v-text-anchor:top" coordsize="290,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" adj="-11796480,,5400" path="m,213r,-5l10,208r15,l35,203r15,l65,199r10,l85,194r15,-5l110,184r10,-5l135,174r10,-5l155,164r10,-5l175,149r10,-5l195,139r10,-10l210,119r10,-5l230,104r5,-10l245,89r5,-10l255,69r5,-10l265,50r5,-10l275,30r5,-10l285,10,285,r5,l290,15r-5,10l280,35r-5,10l270,54r-5,10l260,74r-5,10l245,89r-5,10l230,109r-5,10l215,124r-10,10l195,139r-5,10l180,154r-10,5l160,169r-15,5l135,179r-10,5l115,189r-15,5l90,199r-15,4l65,203r-15,5l40,208r-15,5l10,213,,213xe" fillcolor="#005023" stroked="f">
                <v:stroke joinstyle="miter"/>
                <v:formulas/>
                <v:path arrowok="t" o:connecttype="custom" o:connectlocs="92158,0;184315,67679;92158,135358;0,67679;0,132181;15889,132181;31778,129003;47668,126461;63557,120106;76268,113752;92158,107397;104869,101042;117580,91510;130292,81977;139825,72445;149359,59735;158892,50203;165248,37494;171604,25419;177959,12710;181137,0;184315,9532;177959,22242;171604,34316;165248,47026;155714,56558;146181,69268;136647,78800;123936,88332;114402,97864;101691,107397;85802,113752;73090,120106;57201,126461;41312,129003;25423,132181;6356,135358" o:connectangles="270,0,90,180,270,270,270,270,270,270,270,270,270,270,270,270,270,270,270,270,270,270,270,270,270,270,270,270,270,270,270,270,270,270,270,270,270" textboxrect="0,0,290,213"/>
                <v:textbox inset="0,0,0,0">
                  <w:txbxContent>
                    <w:p w:rsidR="00CE2ADF" w:rsidRDefault="00CE2ADF"/>
                  </w:txbxContent>
                </v:textbox>
              </v:shape>
              <v:shape id="Freeform 92" o:spid="_x0000_s1059" style="position:absolute;left:247683;top:302757;width:149403;height:110880;visibility:visible;mso-wrap-style:square;v-text-anchor:top" coordsize="235,1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" adj="-11796480,,5400" path="m,174r,-5l10,164r10,l30,159r10,l50,154r10,l70,149r10,-5l90,144r5,-5l105,134r10,-5l120,124r10,-5l140,114r5,-5l155,104r5,-5l165,89r10,-5l180,79r5,-5l190,64r5,-5l205,49r5,-5l210,39r5,-9l220,25r5,-10l230,5r,-5l235,r,10l230,15r-5,10l220,35r-5,4l210,49r-5,5l200,59r-5,10l190,74r-5,10l175,89r-5,5l165,99r-10,10l150,114r-10,5l135,124r-10,5l115,134r-5,5l100,144r-10,5l80,149r-10,5l60,159r-10,l40,164r-10,l20,169r-10,l,174xe" fillcolor="#005747" stroked="f">
                <v:stroke joinstyle="miter"/>
                <v:formulas/>
                <v:path arrowok="t" o:connecttype="custom" o:connectlocs="74702,0;149403,55440;74702,110880;0,55440;0,107694;12715,104508;25430,101321;38145,98135;50861,91763;60397,88577;73112,82204;82648,75832;92185,69459;101721,63087;111258,53528;117615,47156;123973,37597;133509,28039;136688,19117;143045,9559;146224,0;149403,6372;143045,15931;136688,24852;130330,34411;123973,43970;117615,53528;108079,59901;98542,69459;89006,75832;79470,82204;69933,88577;57218,94949;44503,98135;31788,101321;19073,104508;6358,107694" o:connectangles="270,0,90,180,270,270,270,270,270,270,270,270,270,270,270,270,270,270,270,270,270,270,270,270,270,270,270,270,270,270,270,270,270,270,270,270,270" textboxrect="0,0,235,174"/>
                <v:textbox inset="0,0,0,0">
                  <w:txbxContent>
                    <w:p w:rsidR="00CE2ADF" w:rsidRDefault="00CE2ADF"/>
                  </w:txbxContent>
                </v:textbox>
              </v:shape>
              <v:shape id="Freeform 93" o:spid="_x0000_s1060" style="position:absolute;left:231836;top:425516;width:22677;height:19440;visibility:visible;mso-wrap-style:square;v-text-anchor:top" coordsize="35,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" adj="-11796480,,5400" path="m35,30l,5,5,,35,25r,5xe" fillcolor="#005747" stroked="f">
                <v:stroke joinstyle="miter"/>
                <v:formulas/>
                <v:path arrowok="t" o:connecttype="custom" o:connectlocs="11339,0;22677,9720;11339,19440;0,9720;22677,19440;0,3240;3240,0;22677,16200;22677,19440" o:connectangles="270,0,90,180,270,270,270,270,270" textboxrect="0,0,35,30"/>
                <v:textbox inset="0,0,0,0">
                  <w:txbxContent>
                    <w:p w:rsidR="00CE2ADF" w:rsidRDefault="00CE2ADF"/>
                  </w:txbxContent>
                </v:textbox>
              </v:shape>
              <v:shape id="Freeform 94" o:spid="_x0000_s1061" style="position:absolute;left:231836;top:410044;width:19440;height:18004;visibility:visible;mso-wrap-style:square;v-text-anchor:top" coordsize="30,2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" adj="-11796480,,5400" path="m30,l5,29,,29,25,r5,xe" fillcolor="#005747" stroked="f">
                <v:stroke joinstyle="miter"/>
                <v:formulas/>
                <v:path arrowok="t" o:connecttype="custom" o:connectlocs="9720,0;19440,9002;9720,18004;0,9002;19440,0;3240,18004;0,18004;16200,0;19440,0" o:connectangles="270,0,90,180,270,270,270,270,270" textboxrect="0,0,30,29"/>
                <v:textbox inset="0,0,0,0">
                  <w:txbxContent>
                    <w:p w:rsidR="00CE2ADF" w:rsidRDefault="00CE2ADF"/>
                  </w:txbxContent>
                </v:textbox>
              </v:shape>
              <v:shape id="Freeform 95" o:spid="_x0000_s1062" style="position:absolute;left:247683;top:407164;width:25557;height:33841;visibility:visible;mso-wrap-style:square;v-text-anchor:top" coordsize="40,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" adj="-11796480,,5400" path="m25,l10,34,5,29,25,xm5,34l,34,5,29r,5xm5,29r,l40,49r,5l5,34r,-5xe" fillcolor="#005747" stroked="f">
                <v:stroke joinstyle="miter"/>
                <v:formulas/>
                <v:path arrowok="t" o:connecttype="custom" o:connectlocs="12779,0;25557,16921;12779,33841;0,16921;15973,0;6389,21307;3195,18174;15973,0;15973,0;3195,21307;0,21307;3195,18174;3195,21307;3195,18174;3195,18174;25557,30708;25557,33841;3195,21307;3195,18174" o:connectangles="270,0,90,180,270,270,270,270,270,270,270,270,270,270,270,270,270,270,270" textboxrect="0,0,40,54"/>
                <v:textbox inset="0,0,0,0">
                  <w:txbxContent>
                    <w:p w:rsidR="00CE2ADF" w:rsidRDefault="00CE2ADF"/>
                  </w:txbxContent>
                </v:textbox>
              </v:shape>
              <v:shape id="Freeform 96" o:spid="_x0000_s1063" style="position:absolute;left:266757;top:403917;width:25557;height:30595;visibility:visible;mso-wrap-style:square;v-text-anchor:top" coordsize="40,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" adj="-11796480,,5400" path="m20,l5,34,,29,15,r5,xm,34r,l,29r,5xm,29r5,l40,44r,5l,34,,29xe" fillcolor="#005747" stroked="f">
                <v:stroke joinstyle="miter"/>
                <v:formulas/>
                <v:path arrowok="t" o:connecttype="custom" o:connectlocs="12779,0;25557,15298;12779,30595;0,15298;12779,0;3195,21229;0,18107;9584,0;12779,0;0,21229;0,21229;0,18107;0,21229;0,18107;3195,18107;25557,27473;25557,30595;0,21229;0,18107" o:connectangles="270,0,90,180,270,270,270,270,270,270,270,270,270,270,270,270,270,270,270" textboxrect="0,0,40,49"/>
                <v:textbox inset="0,0,0,0">
                  <w:txbxContent>
                    <w:p w:rsidR="00CE2ADF" w:rsidRDefault="00CE2ADF"/>
                  </w:txbxContent>
                </v:textbox>
              </v:shape>
              <v:shape id="Freeform 97" o:spid="_x0000_s1064" style="position:absolute;left:282604;top:397443;width:25557;height:30595;visibility:visible;mso-wrap-style:square;v-text-anchor:top" coordsize="40,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" adj="-11796480,,5400" path="m20,5l5,35,,35,15,r5,5xm5,35l,35r5,xm,35r5,l40,49,5,35,,35xe" fillcolor="#005747" stroked="f">
                <v:stroke joinstyle="miter"/>
                <v:formulas/>
                <v:path arrowok="t" o:connecttype="custom" o:connectlocs="12779,0;25557,15298;12779,30595;0,15298;12779,3122;3195,21854;0,21854;9584,0;12779,3122;3195,21854;0,21854;0,21854;3195,21854;0,21854;3195,21854;25557,30595;25557,30595;3195,21854;0,21854" o:connectangles="270,0,90,180,270,270,270,270,270,270,270,270,270,270,270,270,270,270,270" textboxrect="0,0,40,49"/>
                <v:textbox inset="0,0,0,0">
                  <w:txbxContent>
                    <w:p w:rsidR="00CE2ADF" w:rsidRDefault="00CE2ADF"/>
                  </w:txbxContent>
                </v:textbox>
              </v:shape>
              <v:shape id="Freeform 98" o:spid="_x0000_s1065" style="position:absolute;left:298441;top:391317;width:28081;height:30595;visibility:visible;mso-wrap-style:square;v-text-anchor:top" coordsize="45,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" adj="-11796480,,5400" path="m15,5l5,35,,35,10,r5,5xm5,40l,40,,35r5,5xm,35r5,l45,45r,4l5,40,,35xe" fillcolor="#005747" stroked="f">
                <v:stroke joinstyle="miter"/>
                <v:formulas/>
                <v:path arrowok="t" o:connecttype="custom" o:connectlocs="14041,0;28081,15298;14041,30595;0,15298;9360,3122;3120,21854;0,21854;6240,0;9360,3122;3120,24976;0,24976;0,21854;3120,24976;0,21854;3120,21854;28081,28097;28081,30595;3120,24976;0,21854" o:connectangles="270,0,90,180,270,270,270,270,270,270,270,270,270,270,270,270,270,270,270" textboxrect="0,0,45,49"/>
                <v:textbox inset="0,0,0,0">
                  <w:txbxContent>
                    <w:p w:rsidR="00CE2ADF" w:rsidRDefault="00CE2ADF"/>
                  </w:txbxContent>
                </v:textbox>
              </v:shape>
              <v:shape id="Freeform 99" o:spid="_x0000_s1066" style="position:absolute;left:390604;top:315724;width:38523;height:21963;visibility:visible;mso-wrap-style:square;v-text-anchor:top" coordsize="60,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" adj="-11796480,,5400" path="m,l20,29r-5,l,xm15,34r,l15,29r,5xm15,29r,l55,15r5,4l15,34r,-5xe" fillcolor="#005747" stroked="f">
                <v:stroke joinstyle="miter"/>
                <v:formulas/>
                <v:path arrowok="t" o:connecttype="custom" o:connectlocs="19262,0;38523,10982;19262,21963;0,10982;0,0;12841,18733;9631,18733;0,0;0,0;9631,21963;9631,21963;9631,18733;9631,21963;9631,18733;9631,18733;35313,9690;38523,12273;9631,21963;9631,18733" o:connectangles="270,0,90,180,270,270,270,270,270,270,270,270,270,270,270,270,270,270,270" textboxrect="0,0,60,34"/>
                <v:textbox inset="0,0,0,0">
                  <w:txbxContent>
                    <w:p w:rsidR="00CE2ADF" w:rsidRDefault="00CE2ADF"/>
                  </w:txbxContent>
                </v:textbox>
              </v:shape>
              <v:shape id="Freeform 100" o:spid="_x0000_s1067" style="position:absolute;left:380884;top:327602;width:38523;height:22677;visibility:visible;mso-wrap-style:square;v-text-anchor:top" coordsize="6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" adj="-11796480,,5400" path="m5,l20,30r-5,l,,5,xm20,35r-5,l15,30r5,5xm15,30r,l60,20r,5l20,35,15,30xe" fillcolor="#005747" stroked="f">
                <v:stroke joinstyle="miter"/>
                <v:formulas/>
                <v:path arrowok="t" o:connecttype="custom" o:connectlocs="19262,0;38523,11339;19262,22677;0,11339;3210,0;12841,19437;9631,19437;0,0;3210,0;12841,22677;9631,22677;9631,19437;12841,22677;9631,19437;9631,19437;38523,12958;38523,16198;12841,22677;9631,19437" o:connectangles="270,0,90,180,270,270,270,270,270,270,270,270,270,270,270,270,270,270,270" textboxrect="0,0,60,35"/>
                <v:textbox inset="0,0,0,0">
                  <w:txbxContent>
                    <w:p w:rsidR="00CE2ADF" w:rsidRDefault="00CE2ADF"/>
                  </w:txbxContent>
                </v:textbox>
              </v:shape>
              <v:shape id="Freeform 101" o:spid="_x0000_s1068" style="position:absolute;left:374757;top:337322;width:35277;height:22677;visibility:visible;mso-wrap-style:square;v-text-anchor:top" coordsize="5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" adj="-11796480,,5400" path="m5,l15,35r-5,l,5,5,xm10,35r,xm10,35r,-5l55,25r,5l10,35xe" fillcolor="#005747" stroked="f">
                <v:stroke joinstyle="miter"/>
                <v:formulas/>
                <v:path arrowok="t" o:connecttype="custom" o:connectlocs="17639,0;35277,11339;17639,22677;0,11339;3207,0;9621,22677;6414,22677;0,3240;3207,0;6414,22677;6414,22677;6414,22677;6414,22677;6414,22677;6414,19437;35277,16198;35277,19437;6414,22677;6414,22677" o:connectangles="270,0,90,180,270,270,270,270,270,270,270,270,270,270,270,270,270,270,270" textboxrect="0,0,55,35"/>
                <v:textbox inset="0,0,0,0">
                  <w:txbxContent>
                    <w:p w:rsidR="00CE2ADF" w:rsidRDefault="00CE2ADF"/>
                  </w:txbxContent>
                </v:textbox>
              </v:shape>
              <v:shape id="Freeform 102" o:spid="_x0000_s1069" style="position:absolute;left:365037;top:349922;width:35277;height:22677;visibility:visible;mso-wrap-style:square;v-text-anchor:top" coordsize="5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" adj="-11796480,,5400" path="m5,r5,35l5,35,,,5,xm10,35r,l5,35r5,xm5,35r5,-5l50,30r5,5l10,35r-5,xe" fillcolor="#005747" stroked="f">
                <v:stroke joinstyle="miter"/>
                <v:formulas/>
                <v:path arrowok="t" o:connecttype="custom" o:connectlocs="17639,0;35277,11339;17639,22677;0,11339;3207,0;6414,22677;3207,22677;0,0;3207,0;6414,22677;6414,22677;3207,22677;6414,22677;3207,22677;6414,19437;32070,19437;35277,22677;6414,22677;3207,22677" o:connectangles="270,0,90,180,270,270,270,270,270,270,270,270,270,270,270,270,270,270,270" textboxrect="0,0,55,35"/>
                <v:textbox inset="0,0,0,0">
                  <w:txbxContent>
                    <w:p w:rsidR="00CE2ADF" w:rsidRDefault="00CE2ADF"/>
                  </w:txbxContent>
                </v:textbox>
              </v:shape>
              <v:shape id="Freeform 103" o:spid="_x0000_s1070" style="position:absolute;left:355683;top:359276;width:31318;height:25557;visibility:visible;mso-wrap-style:square;v-text-anchor:top" coordsize="50,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" adj="-11796480,,5400" path="m5,r5,35l5,35,,,5,xm5,40r,l5,35r,5xm5,35r,l50,30r,5l5,40r,-5xe" fillcolor="#005747" stroked="f">
                <v:stroke joinstyle="miter"/>
                <v:formulas/>
                <v:path arrowok="t" o:connecttype="custom" o:connectlocs="15659,0;31318,12779;15659,25557;0,12779;3132,0;6264,22362;3132,22362;0,0;3132,0;3132,25557;3132,25557;3132,22362;3132,25557;3132,22362;3132,22362;31318,19168;31318,22362;3132,25557;3132,22362" o:connectangles="270,0,90,180,270,270,270,270,270,270,270,270,270,270,270,270,270,270,270" textboxrect="0,0,50,40"/>
                <v:textbox inset="0,0,0,0">
                  <w:txbxContent>
                    <w:p w:rsidR="00CE2ADF" w:rsidRDefault="00CE2ADF"/>
                  </w:txbxContent>
                </v:textbox>
              </v:shape>
              <v:shape id="Freeform 104" o:spid="_x0000_s1071" style="position:absolute;left:343082;top:368996;width:28081;height:25557;visibility:visible;mso-wrap-style:square;v-text-anchor:top" coordsize="45,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" adj="-11796480,,5400" path="m45,40l5,40r,-5l45,35r,5xm5,40l,40,,35r5,5xm5,40l,35,,,5,r,35l5,40xe" fillcolor="#005747" stroked="f">
                <v:stroke joinstyle="miter"/>
                <v:formulas/>
                <v:path arrowok="t" o:connecttype="custom" o:connectlocs="14041,0;28081,12779;14041,25557;0,12779;28081,25557;3120,25557;3120,22362;28081,22362;28081,25557;3120,25557;0,25557;0,22362;3120,25557;3120,25557;0,22362;0,0;3120,0;3120,22362;3120,25557" o:connectangles="270,0,90,180,270,270,270,270,270,270,270,270,270,270,270,270,270,270,270" textboxrect="0,0,45,40"/>
                <v:textbox inset="0,0,0,0">
                  <w:txbxContent>
                    <w:p w:rsidR="00CE2ADF" w:rsidRDefault="00CE2ADF"/>
                  </w:txbxContent>
                </v:textbox>
              </v:shape>
              <v:shape id="Freeform 105" o:spid="_x0000_s1072" style="position:absolute;left:314279;top:384843;width:28081;height:31318;visibility:visible;mso-wrap-style:square;v-text-anchor:top" coordsize="4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" adj="-11796480,,5400" path="m15,5l5,35,,35,10,r5,5xm5,40l,40,,35r5,5xm,35r5,l45,45r,5l5,40,,35xe" fillcolor="#005747" stroked="f">
                <v:stroke joinstyle="miter"/>
                <v:formulas/>
                <v:path arrowok="t" o:connecttype="custom" o:connectlocs="14041,0;28081,15659;14041,31318;0,15659;9360,3132;3120,21923;0,21923;6240,0;9360,3132;3120,25054;0,25054;0,21923;3120,25054;0,21923;3120,21923;28081,28186;28081,31318;3120,25054;0,21923" o:connectangles="270,0,90,180,270,270,270,270,270,270,270,270,270,270,270,270,270,270,270" textboxrect="0,0,45,50"/>
                <v:textbox inset="0,0,0,0">
                  <w:txbxContent>
                    <w:p w:rsidR="00CE2ADF" w:rsidRDefault="00CE2ADF"/>
                  </w:txbxContent>
                </v:textbox>
              </v:shape>
              <v:shape id="Freeform 106" o:spid="_x0000_s1073" style="position:absolute;left:330116;top:378360;width:28081;height:28081;visibility:visible;mso-wrap-style:square;v-text-anchor:top" coordsize="45,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" adj="-11796480,,5400" path="m10,l5,35,,35,5,r5,xm,35r,xm,35l5,30,45,40r,5l,35xe" fillcolor="#005747" stroked="f">
                <v:stroke joinstyle="miter"/>
                <v:formulas/>
                <v:path arrowok="t" o:connecttype="custom" o:connectlocs="14041,0;28081,14041;14041,28081;0,14041;6240,0;3120,21841;0,21841;3120,0;6240,0;0,21841;0,21841;0,21841;0,21841;0,21841;3120,18721;28081,24961;28081,28081;0,21841;0,21841" o:connectangles="270,0,90,180,270,270,270,270,270,270,270,270,270,270,270,270,270,270,270" textboxrect="0,0,45,45"/>
                <v:textbox inset="0,0,0,0">
                  <w:txbxContent>
                    <w:p w:rsidR="00CE2ADF" w:rsidRDefault="00CE2ADF"/>
                  </w:txbxContent>
                </v:textbox>
              </v:shape>
              <v:shape id="Freeform 107" o:spid="_x0000_s1074" style="position:absolute;left:393841;top:290157;width:41404;height:31318;visibility:visible;mso-wrap-style:square;v-text-anchor:top" coordsize="6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" adj="-11796480,,5400" path="m,20r,xm,20r5,l25,50r-5,l,20xm25,50r-5,l25,50xm20,50r,-5l60,30r,5l25,50r-5,xm65,35r,l60,35r5,xm60,35r,l40,5,65,35r-5,xm40,r,l40,5,40,xm40,5r,l5,20,,20,40,r,5xe" fillcolor="#005747" stroked="f">
                <v:stroke joinstyle="miter"/>
                <v:formulas/>
                <v:path arrowok="t" o:connecttype="custom" o:connectlocs="20702,0;41404,15659;20702,31318;0,15659;0,12527;0,12527;0,12527;0,12527;0,12527;3185,12527;15925,31318;12740,31318;0,12527;0,12527;15925,31318;12740,31318;12740,31318;15925,31318;12740,31318;12740,28186;38219,18791;38219,21923;15925,31318;12740,31318;41404,21923;41404,21923;38219,21923;41404,21923;38219,21923;38219,21923;25479,3132;25479,3132;41404,21923;38219,21923;25479,0;25479,0;25479,3132;25479,0;25479,3132;25479,3132;3185,12527;0,12527;25479,0;25479,3132" o:connectangles="270,0,90,180,270,270,270,270,270,270,270,270,270,270,270,270,270,270,270,270,270,270,270,270,270,270,270,270,270,270,270,270,270,270,270,270,270,270,270,270,270,270,270,270" textboxrect="0,0,65,50"/>
                <v:textbox inset="0,0,0,0">
                  <w:txbxContent>
                    <w:p w:rsidR="00CE2ADF" w:rsidRDefault="00CE2ADF"/>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2" w15:restartNumberingAfterBreak="0">
    <w:nsid w:val="08EC68F9"/>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9831CFB"/>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A691EC6"/>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E4D4C22"/>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1EF2F32"/>
    <w:multiLevelType w:val="multilevel"/>
    <w:tmpl w:val="998AF3E6"/>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A4E654F"/>
    <w:multiLevelType w:val="hybridMultilevel"/>
    <w:tmpl w:val="A3742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0843D2"/>
    <w:multiLevelType w:val="multilevel"/>
    <w:tmpl w:val="458A26D6"/>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F540F2"/>
    <w:multiLevelType w:val="hybridMultilevel"/>
    <w:tmpl w:val="7F7E9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C851E5"/>
    <w:multiLevelType w:val="hybridMultilevel"/>
    <w:tmpl w:val="6DD62C0E"/>
    <w:lvl w:ilvl="0" w:tplc="982C38A2">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11" w15:restartNumberingAfterBreak="0">
    <w:nsid w:val="1FD72FE6"/>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21C4BE4"/>
    <w:multiLevelType w:val="multilevel"/>
    <w:tmpl w:val="6D9A0F10"/>
    <w:styleLink w:val="LFO2"/>
    <w:lvl w:ilvl="0">
      <w:start w:val="1"/>
      <w:numFmt w:val="decimal"/>
      <w:pStyle w:val="LPNumerowani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3" w15:restartNumberingAfterBreak="0">
    <w:nsid w:val="2574799F"/>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5BE2E54"/>
    <w:multiLevelType w:val="multilevel"/>
    <w:tmpl w:val="73B2DEA0"/>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272E4D18"/>
    <w:multiLevelType w:val="multilevel"/>
    <w:tmpl w:val="E1868978"/>
    <w:lvl w:ilvl="0">
      <w:start w:val="2"/>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ABE4B8B"/>
    <w:multiLevelType w:val="hybridMultilevel"/>
    <w:tmpl w:val="CE064E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B515D12"/>
    <w:multiLevelType w:val="hybridMultilevel"/>
    <w:tmpl w:val="6972C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F415D9"/>
    <w:multiLevelType w:val="multilevel"/>
    <w:tmpl w:val="CFF81CE0"/>
    <w:styleLink w:val="LFO1"/>
    <w:lvl w:ilvl="0">
      <w:numFmt w:val="bullet"/>
      <w:pStyle w:val="LPWypunktowanie"/>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start w:val="1"/>
      <w:numFmt w:val="lowerRoman"/>
      <w:lvlText w:val="%3."/>
      <w:lvlJc w:val="right"/>
      <w:pPr>
        <w:ind w:left="3448" w:hanging="180"/>
      </w:pPr>
      <w:rPr>
        <w:rFonts w:cs="Times New Roman"/>
      </w:rPr>
    </w:lvl>
    <w:lvl w:ilvl="3" w:tplc="0415000F">
      <w:start w:val="1"/>
      <w:numFmt w:val="decimal"/>
      <w:lvlText w:val="%4."/>
      <w:lvlJc w:val="left"/>
      <w:pPr>
        <w:ind w:left="4168" w:hanging="360"/>
      </w:pPr>
      <w:rPr>
        <w:rFonts w:cs="Times New Roman"/>
      </w:rPr>
    </w:lvl>
    <w:lvl w:ilvl="4" w:tplc="04150019">
      <w:start w:val="1"/>
      <w:numFmt w:val="lowerLetter"/>
      <w:lvlText w:val="%5."/>
      <w:lvlJc w:val="left"/>
      <w:pPr>
        <w:ind w:left="4888" w:hanging="360"/>
      </w:pPr>
      <w:rPr>
        <w:rFonts w:cs="Times New Roman"/>
      </w:rPr>
    </w:lvl>
    <w:lvl w:ilvl="5" w:tplc="0415001B">
      <w:start w:val="1"/>
      <w:numFmt w:val="lowerRoman"/>
      <w:lvlText w:val="%6."/>
      <w:lvlJc w:val="right"/>
      <w:pPr>
        <w:ind w:left="5608" w:hanging="180"/>
      </w:pPr>
      <w:rPr>
        <w:rFonts w:cs="Times New Roman"/>
      </w:rPr>
    </w:lvl>
    <w:lvl w:ilvl="6" w:tplc="0415000F">
      <w:start w:val="1"/>
      <w:numFmt w:val="decimal"/>
      <w:lvlText w:val="%7."/>
      <w:lvlJc w:val="left"/>
      <w:pPr>
        <w:ind w:left="6328" w:hanging="360"/>
      </w:pPr>
      <w:rPr>
        <w:rFonts w:cs="Times New Roman"/>
      </w:rPr>
    </w:lvl>
    <w:lvl w:ilvl="7" w:tplc="04150019">
      <w:start w:val="1"/>
      <w:numFmt w:val="lowerLetter"/>
      <w:lvlText w:val="%8."/>
      <w:lvlJc w:val="left"/>
      <w:pPr>
        <w:ind w:left="7048" w:hanging="360"/>
      </w:pPr>
      <w:rPr>
        <w:rFonts w:cs="Times New Roman"/>
      </w:rPr>
    </w:lvl>
    <w:lvl w:ilvl="8" w:tplc="0415001B">
      <w:start w:val="1"/>
      <w:numFmt w:val="lowerRoman"/>
      <w:lvlText w:val="%9."/>
      <w:lvlJc w:val="right"/>
      <w:pPr>
        <w:ind w:left="7768" w:hanging="180"/>
      </w:pPr>
      <w:rPr>
        <w:rFonts w:cs="Times New Roman"/>
      </w:rPr>
    </w:lvl>
  </w:abstractNum>
  <w:abstractNum w:abstractNumId="20" w15:restartNumberingAfterBreak="0">
    <w:nsid w:val="4EFE211F"/>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0A055C3"/>
    <w:multiLevelType w:val="hybridMultilevel"/>
    <w:tmpl w:val="CBB8E6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803C55"/>
    <w:multiLevelType w:val="hybridMultilevel"/>
    <w:tmpl w:val="F71471B6"/>
    <w:lvl w:ilvl="0" w:tplc="EA52DFDC">
      <w:start w:val="1"/>
      <w:numFmt w:val="decimal"/>
      <w:lvlText w:val="%1."/>
      <w:lvlJc w:val="left"/>
      <w:pPr>
        <w:ind w:left="1004" w:hanging="360"/>
      </w:pPr>
      <w:rPr>
        <w:rFonts w:ascii="Arial" w:hAnsi="Arial" w:cs="Arial" w:hint="default"/>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3" w15:restartNumberingAfterBreak="0">
    <w:nsid w:val="54492907"/>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2855C2A"/>
    <w:multiLevelType w:val="hybridMultilevel"/>
    <w:tmpl w:val="2EF845F0"/>
    <w:lvl w:ilvl="0" w:tplc="59520A6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63255599"/>
    <w:multiLevelType w:val="hybridMultilevel"/>
    <w:tmpl w:val="C6680022"/>
    <w:lvl w:ilvl="0" w:tplc="78501982">
      <w:start w:val="1"/>
      <w:numFmt w:val="lowerLetter"/>
      <w:lvlText w:val="%1)"/>
      <w:lvlJc w:val="left"/>
      <w:pPr>
        <w:ind w:left="473" w:hanging="360"/>
      </w:pPr>
      <w:rPr>
        <w:b/>
        <w:bCs/>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26" w15:restartNumberingAfterBreak="0">
    <w:nsid w:val="651B0810"/>
    <w:multiLevelType w:val="multilevel"/>
    <w:tmpl w:val="998AF3E6"/>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CF71B48"/>
    <w:multiLevelType w:val="hybridMultilevel"/>
    <w:tmpl w:val="E12E4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411E8D"/>
    <w:multiLevelType w:val="multilevel"/>
    <w:tmpl w:val="57A6D6A4"/>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7BBF24A3"/>
    <w:multiLevelType w:val="hybridMultilevel"/>
    <w:tmpl w:val="E12E4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4027EA"/>
    <w:multiLevelType w:val="multilevel"/>
    <w:tmpl w:val="DC7C0D2C"/>
    <w:lvl w:ilvl="0">
      <w:start w:val="1"/>
      <w:numFmt w:val="decimal"/>
      <w:lvlText w:val="%1."/>
      <w:lvlJc w:val="left"/>
      <w:pPr>
        <w:ind w:left="360" w:hanging="360"/>
      </w:p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F1F0E1C"/>
    <w:multiLevelType w:val="hybridMultilevel"/>
    <w:tmpl w:val="74CC53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2"/>
  </w:num>
  <w:num w:numId="3">
    <w:abstractNumId w:val="21"/>
  </w:num>
  <w:num w:numId="4">
    <w:abstractNumId w:val="17"/>
  </w:num>
  <w:num w:numId="5">
    <w:abstractNumId w:val="31"/>
  </w:num>
  <w:num w:numId="6">
    <w:abstractNumId w:val="7"/>
  </w:num>
  <w:num w:numId="7">
    <w:abstractNumId w:val="9"/>
  </w:num>
  <w:num w:numId="8">
    <w:abstractNumId w:val="30"/>
  </w:num>
  <w:num w:numId="9">
    <w:abstractNumId w:val="16"/>
  </w:num>
  <w:num w:numId="10">
    <w:abstractNumId w:val="14"/>
  </w:num>
  <w:num w:numId="11">
    <w:abstractNumId w:val="20"/>
  </w:num>
  <w:num w:numId="12">
    <w:abstractNumId w:val="5"/>
  </w:num>
  <w:num w:numId="13">
    <w:abstractNumId w:val="13"/>
  </w:num>
  <w:num w:numId="14">
    <w:abstractNumId w:val="10"/>
  </w:num>
  <w:num w:numId="15">
    <w:abstractNumId w:val="28"/>
  </w:num>
  <w:num w:numId="16">
    <w:abstractNumId w:val="4"/>
  </w:num>
  <w:num w:numId="17">
    <w:abstractNumId w:val="23"/>
  </w:num>
  <w:num w:numId="18">
    <w:abstractNumId w:val="2"/>
  </w:num>
  <w:num w:numId="19">
    <w:abstractNumId w:val="11"/>
  </w:num>
  <w:num w:numId="20">
    <w:abstractNumId w:val="3"/>
  </w:num>
  <w:num w:numId="21">
    <w:abstractNumId w:val="6"/>
  </w:num>
  <w:num w:numId="22">
    <w:abstractNumId w:val="15"/>
  </w:num>
  <w:num w:numId="23">
    <w:abstractNumId w:val="26"/>
  </w:num>
  <w:num w:numId="24">
    <w:abstractNumId w:val="27"/>
  </w:num>
  <w:num w:numId="25">
    <w:abstractNumId w:val="29"/>
  </w:num>
  <w:num w:numId="26">
    <w:abstractNumId w:val="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9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4D"/>
    <w:rsid w:val="00001004"/>
    <w:rsid w:val="000111C9"/>
    <w:rsid w:val="000113D7"/>
    <w:rsid w:val="000279E1"/>
    <w:rsid w:val="000303E6"/>
    <w:rsid w:val="00037A3D"/>
    <w:rsid w:val="00037B29"/>
    <w:rsid w:val="00041341"/>
    <w:rsid w:val="00053DF1"/>
    <w:rsid w:val="000564CD"/>
    <w:rsid w:val="000601E1"/>
    <w:rsid w:val="00067437"/>
    <w:rsid w:val="000754A5"/>
    <w:rsid w:val="00080435"/>
    <w:rsid w:val="00094FC3"/>
    <w:rsid w:val="000B4317"/>
    <w:rsid w:val="000B6B04"/>
    <w:rsid w:val="000C39DC"/>
    <w:rsid w:val="000C4400"/>
    <w:rsid w:val="000C4CA9"/>
    <w:rsid w:val="000C5928"/>
    <w:rsid w:val="000D547A"/>
    <w:rsid w:val="000D7B6A"/>
    <w:rsid w:val="000E0C5F"/>
    <w:rsid w:val="000E2B63"/>
    <w:rsid w:val="000E5F3B"/>
    <w:rsid w:val="000E795F"/>
    <w:rsid w:val="000E7F4E"/>
    <w:rsid w:val="000F4C15"/>
    <w:rsid w:val="00100D63"/>
    <w:rsid w:val="00113E19"/>
    <w:rsid w:val="00121ACB"/>
    <w:rsid w:val="00127176"/>
    <w:rsid w:val="00130AC2"/>
    <w:rsid w:val="00130B54"/>
    <w:rsid w:val="00130BF1"/>
    <w:rsid w:val="00132432"/>
    <w:rsid w:val="001403FC"/>
    <w:rsid w:val="0014289C"/>
    <w:rsid w:val="00142B39"/>
    <w:rsid w:val="00145716"/>
    <w:rsid w:val="001461CC"/>
    <w:rsid w:val="00156F46"/>
    <w:rsid w:val="00157A4F"/>
    <w:rsid w:val="00157DC9"/>
    <w:rsid w:val="001603DE"/>
    <w:rsid w:val="001649D8"/>
    <w:rsid w:val="00167D11"/>
    <w:rsid w:val="00171A43"/>
    <w:rsid w:val="00172BB8"/>
    <w:rsid w:val="0017405E"/>
    <w:rsid w:val="00191AE7"/>
    <w:rsid w:val="00197DD8"/>
    <w:rsid w:val="001A0CD3"/>
    <w:rsid w:val="001A3F01"/>
    <w:rsid w:val="001B16C2"/>
    <w:rsid w:val="001C0E97"/>
    <w:rsid w:val="001C375A"/>
    <w:rsid w:val="001E17DD"/>
    <w:rsid w:val="001E29B8"/>
    <w:rsid w:val="001E669D"/>
    <w:rsid w:val="00201F4E"/>
    <w:rsid w:val="00206F48"/>
    <w:rsid w:val="00221410"/>
    <w:rsid w:val="00222F11"/>
    <w:rsid w:val="00224C33"/>
    <w:rsid w:val="00230B4A"/>
    <w:rsid w:val="00243510"/>
    <w:rsid w:val="0024724E"/>
    <w:rsid w:val="00253D4E"/>
    <w:rsid w:val="002577C1"/>
    <w:rsid w:val="00276C7B"/>
    <w:rsid w:val="00280D67"/>
    <w:rsid w:val="0028383C"/>
    <w:rsid w:val="002851C0"/>
    <w:rsid w:val="002854A8"/>
    <w:rsid w:val="00294075"/>
    <w:rsid w:val="00295A0C"/>
    <w:rsid w:val="002A5C8C"/>
    <w:rsid w:val="002B1641"/>
    <w:rsid w:val="002C1E87"/>
    <w:rsid w:val="002C750D"/>
    <w:rsid w:val="002D7085"/>
    <w:rsid w:val="002E243A"/>
    <w:rsid w:val="002E45E7"/>
    <w:rsid w:val="002F40B2"/>
    <w:rsid w:val="002F5406"/>
    <w:rsid w:val="0030642A"/>
    <w:rsid w:val="00307A59"/>
    <w:rsid w:val="00315541"/>
    <w:rsid w:val="00315963"/>
    <w:rsid w:val="00321C87"/>
    <w:rsid w:val="00326441"/>
    <w:rsid w:val="00332064"/>
    <w:rsid w:val="003338DE"/>
    <w:rsid w:val="00341222"/>
    <w:rsid w:val="0034221A"/>
    <w:rsid w:val="00346926"/>
    <w:rsid w:val="00350BC5"/>
    <w:rsid w:val="00356781"/>
    <w:rsid w:val="0036529F"/>
    <w:rsid w:val="003659E5"/>
    <w:rsid w:val="0036668B"/>
    <w:rsid w:val="0037067D"/>
    <w:rsid w:val="00370D89"/>
    <w:rsid w:val="00375A5B"/>
    <w:rsid w:val="00392556"/>
    <w:rsid w:val="003A4661"/>
    <w:rsid w:val="003A545C"/>
    <w:rsid w:val="003B15A8"/>
    <w:rsid w:val="003B2145"/>
    <w:rsid w:val="003B6B48"/>
    <w:rsid w:val="003C048A"/>
    <w:rsid w:val="003C4FE6"/>
    <w:rsid w:val="003D4345"/>
    <w:rsid w:val="003D4A4D"/>
    <w:rsid w:val="003D5F07"/>
    <w:rsid w:val="003D7394"/>
    <w:rsid w:val="003E4C47"/>
    <w:rsid w:val="003E7F6A"/>
    <w:rsid w:val="003F55E6"/>
    <w:rsid w:val="00402DE9"/>
    <w:rsid w:val="00410AE3"/>
    <w:rsid w:val="00413868"/>
    <w:rsid w:val="0042291C"/>
    <w:rsid w:val="00424C25"/>
    <w:rsid w:val="00425091"/>
    <w:rsid w:val="00432F32"/>
    <w:rsid w:val="0043517D"/>
    <w:rsid w:val="00453A79"/>
    <w:rsid w:val="00460B9C"/>
    <w:rsid w:val="004623BA"/>
    <w:rsid w:val="00471F2F"/>
    <w:rsid w:val="00472CCC"/>
    <w:rsid w:val="00480DD5"/>
    <w:rsid w:val="00483848"/>
    <w:rsid w:val="0048585E"/>
    <w:rsid w:val="00486931"/>
    <w:rsid w:val="004957DA"/>
    <w:rsid w:val="004C63B6"/>
    <w:rsid w:val="004D3231"/>
    <w:rsid w:val="004D3CC4"/>
    <w:rsid w:val="004F0F6A"/>
    <w:rsid w:val="004F15C2"/>
    <w:rsid w:val="004F26BA"/>
    <w:rsid w:val="004F79F1"/>
    <w:rsid w:val="0050731F"/>
    <w:rsid w:val="0051077E"/>
    <w:rsid w:val="00511730"/>
    <w:rsid w:val="005126F8"/>
    <w:rsid w:val="00521152"/>
    <w:rsid w:val="005217F0"/>
    <w:rsid w:val="005250B0"/>
    <w:rsid w:val="00545741"/>
    <w:rsid w:val="00547BBB"/>
    <w:rsid w:val="00556258"/>
    <w:rsid w:val="0055645C"/>
    <w:rsid w:val="00566113"/>
    <w:rsid w:val="0057050A"/>
    <w:rsid w:val="00574E72"/>
    <w:rsid w:val="00576CFF"/>
    <w:rsid w:val="005840BC"/>
    <w:rsid w:val="00594BE4"/>
    <w:rsid w:val="00596FC7"/>
    <w:rsid w:val="005A2942"/>
    <w:rsid w:val="005A5A15"/>
    <w:rsid w:val="005B4C1B"/>
    <w:rsid w:val="005B7031"/>
    <w:rsid w:val="005C0B3D"/>
    <w:rsid w:val="005D4CA2"/>
    <w:rsid w:val="005F444A"/>
    <w:rsid w:val="005F63D3"/>
    <w:rsid w:val="00600F85"/>
    <w:rsid w:val="00606FFB"/>
    <w:rsid w:val="006158E4"/>
    <w:rsid w:val="006241C8"/>
    <w:rsid w:val="00624717"/>
    <w:rsid w:val="00630F50"/>
    <w:rsid w:val="006325B9"/>
    <w:rsid w:val="00632A3B"/>
    <w:rsid w:val="006421CD"/>
    <w:rsid w:val="0064557D"/>
    <w:rsid w:val="00651408"/>
    <w:rsid w:val="006535C6"/>
    <w:rsid w:val="00663746"/>
    <w:rsid w:val="00666E50"/>
    <w:rsid w:val="00676E54"/>
    <w:rsid w:val="00677A44"/>
    <w:rsid w:val="0068077C"/>
    <w:rsid w:val="006807B8"/>
    <w:rsid w:val="006827FC"/>
    <w:rsid w:val="00683A9C"/>
    <w:rsid w:val="00694491"/>
    <w:rsid w:val="006A7801"/>
    <w:rsid w:val="006B0DC8"/>
    <w:rsid w:val="006B4328"/>
    <w:rsid w:val="006B43D5"/>
    <w:rsid w:val="006B5E35"/>
    <w:rsid w:val="006C010B"/>
    <w:rsid w:val="006C4324"/>
    <w:rsid w:val="006D4A83"/>
    <w:rsid w:val="006E660E"/>
    <w:rsid w:val="006E70A1"/>
    <w:rsid w:val="006F309A"/>
    <w:rsid w:val="00707318"/>
    <w:rsid w:val="00715195"/>
    <w:rsid w:val="0072201A"/>
    <w:rsid w:val="00726A36"/>
    <w:rsid w:val="00734E4B"/>
    <w:rsid w:val="00735CE3"/>
    <w:rsid w:val="007427B2"/>
    <w:rsid w:val="00752961"/>
    <w:rsid w:val="00754FCA"/>
    <w:rsid w:val="00760729"/>
    <w:rsid w:val="00761CE8"/>
    <w:rsid w:val="00774316"/>
    <w:rsid w:val="007819F4"/>
    <w:rsid w:val="00794487"/>
    <w:rsid w:val="00795BA5"/>
    <w:rsid w:val="0079771A"/>
    <w:rsid w:val="00797D3F"/>
    <w:rsid w:val="007A0733"/>
    <w:rsid w:val="007A1348"/>
    <w:rsid w:val="007A2AC8"/>
    <w:rsid w:val="007B78DC"/>
    <w:rsid w:val="007C229D"/>
    <w:rsid w:val="007C278E"/>
    <w:rsid w:val="007C2C4A"/>
    <w:rsid w:val="007D31A4"/>
    <w:rsid w:val="007E599D"/>
    <w:rsid w:val="007F02F1"/>
    <w:rsid w:val="007F5280"/>
    <w:rsid w:val="00803A8A"/>
    <w:rsid w:val="008064BB"/>
    <w:rsid w:val="00827962"/>
    <w:rsid w:val="00830A8D"/>
    <w:rsid w:val="00830EFB"/>
    <w:rsid w:val="00833C93"/>
    <w:rsid w:val="00850E99"/>
    <w:rsid w:val="0087246D"/>
    <w:rsid w:val="0087429A"/>
    <w:rsid w:val="0087700D"/>
    <w:rsid w:val="00877C06"/>
    <w:rsid w:val="008857D9"/>
    <w:rsid w:val="00887383"/>
    <w:rsid w:val="008877D6"/>
    <w:rsid w:val="0089432A"/>
    <w:rsid w:val="008A56C2"/>
    <w:rsid w:val="008A5E7C"/>
    <w:rsid w:val="008B026A"/>
    <w:rsid w:val="008B090D"/>
    <w:rsid w:val="008B1D37"/>
    <w:rsid w:val="008C004B"/>
    <w:rsid w:val="008C058E"/>
    <w:rsid w:val="008C465D"/>
    <w:rsid w:val="008D1178"/>
    <w:rsid w:val="008D12D1"/>
    <w:rsid w:val="008D2946"/>
    <w:rsid w:val="008D7EE0"/>
    <w:rsid w:val="008F407D"/>
    <w:rsid w:val="008F48B3"/>
    <w:rsid w:val="00910092"/>
    <w:rsid w:val="00910E90"/>
    <w:rsid w:val="009150C5"/>
    <w:rsid w:val="009202A3"/>
    <w:rsid w:val="00923FEC"/>
    <w:rsid w:val="00927951"/>
    <w:rsid w:val="00931A28"/>
    <w:rsid w:val="00932E87"/>
    <w:rsid w:val="009375AE"/>
    <w:rsid w:val="00946D57"/>
    <w:rsid w:val="009615C5"/>
    <w:rsid w:val="00963F20"/>
    <w:rsid w:val="0096434B"/>
    <w:rsid w:val="009652C2"/>
    <w:rsid w:val="009677BD"/>
    <w:rsid w:val="009855FE"/>
    <w:rsid w:val="00995B86"/>
    <w:rsid w:val="009B5D70"/>
    <w:rsid w:val="009B5FC6"/>
    <w:rsid w:val="009B7A7C"/>
    <w:rsid w:val="009C1445"/>
    <w:rsid w:val="009C1FFF"/>
    <w:rsid w:val="009C4D71"/>
    <w:rsid w:val="009D3E7B"/>
    <w:rsid w:val="009E7609"/>
    <w:rsid w:val="00A009C3"/>
    <w:rsid w:val="00A02396"/>
    <w:rsid w:val="00A028C6"/>
    <w:rsid w:val="00A07944"/>
    <w:rsid w:val="00A11E75"/>
    <w:rsid w:val="00A17064"/>
    <w:rsid w:val="00A20050"/>
    <w:rsid w:val="00A20FC6"/>
    <w:rsid w:val="00A240E0"/>
    <w:rsid w:val="00A25CE1"/>
    <w:rsid w:val="00A32CFC"/>
    <w:rsid w:val="00A45AC6"/>
    <w:rsid w:val="00A462BD"/>
    <w:rsid w:val="00A847E6"/>
    <w:rsid w:val="00A84B0E"/>
    <w:rsid w:val="00A864A5"/>
    <w:rsid w:val="00A86812"/>
    <w:rsid w:val="00A95DB6"/>
    <w:rsid w:val="00AA1E26"/>
    <w:rsid w:val="00AA52DF"/>
    <w:rsid w:val="00AA5416"/>
    <w:rsid w:val="00AA63CD"/>
    <w:rsid w:val="00AC3EB4"/>
    <w:rsid w:val="00AE01A3"/>
    <w:rsid w:val="00AF1A93"/>
    <w:rsid w:val="00AF6AE7"/>
    <w:rsid w:val="00B002CD"/>
    <w:rsid w:val="00B01555"/>
    <w:rsid w:val="00B01646"/>
    <w:rsid w:val="00B22E83"/>
    <w:rsid w:val="00B26905"/>
    <w:rsid w:val="00B37D19"/>
    <w:rsid w:val="00B41527"/>
    <w:rsid w:val="00B42AE6"/>
    <w:rsid w:val="00B52D70"/>
    <w:rsid w:val="00B536C2"/>
    <w:rsid w:val="00B61354"/>
    <w:rsid w:val="00B66667"/>
    <w:rsid w:val="00B776A3"/>
    <w:rsid w:val="00B85952"/>
    <w:rsid w:val="00BA31E7"/>
    <w:rsid w:val="00BA5D66"/>
    <w:rsid w:val="00BB3C12"/>
    <w:rsid w:val="00BB7B42"/>
    <w:rsid w:val="00BB7FAD"/>
    <w:rsid w:val="00BF4C33"/>
    <w:rsid w:val="00BF699E"/>
    <w:rsid w:val="00C01C45"/>
    <w:rsid w:val="00C030EB"/>
    <w:rsid w:val="00C14137"/>
    <w:rsid w:val="00C15033"/>
    <w:rsid w:val="00C152A9"/>
    <w:rsid w:val="00C35E06"/>
    <w:rsid w:val="00C47523"/>
    <w:rsid w:val="00C54175"/>
    <w:rsid w:val="00C56DFA"/>
    <w:rsid w:val="00C62D1E"/>
    <w:rsid w:val="00C64603"/>
    <w:rsid w:val="00C65FE0"/>
    <w:rsid w:val="00C76477"/>
    <w:rsid w:val="00C77744"/>
    <w:rsid w:val="00C87205"/>
    <w:rsid w:val="00C94A4C"/>
    <w:rsid w:val="00C97214"/>
    <w:rsid w:val="00CB1CE0"/>
    <w:rsid w:val="00CB2DBD"/>
    <w:rsid w:val="00CB320C"/>
    <w:rsid w:val="00CC2445"/>
    <w:rsid w:val="00CC3016"/>
    <w:rsid w:val="00CC3C08"/>
    <w:rsid w:val="00CD1003"/>
    <w:rsid w:val="00CD2964"/>
    <w:rsid w:val="00CD5A48"/>
    <w:rsid w:val="00CE089C"/>
    <w:rsid w:val="00CE2ADF"/>
    <w:rsid w:val="00CF3AD1"/>
    <w:rsid w:val="00CF65FD"/>
    <w:rsid w:val="00CF75E0"/>
    <w:rsid w:val="00D0096B"/>
    <w:rsid w:val="00D0652C"/>
    <w:rsid w:val="00D21618"/>
    <w:rsid w:val="00D2475A"/>
    <w:rsid w:val="00D26758"/>
    <w:rsid w:val="00D35869"/>
    <w:rsid w:val="00D40CCB"/>
    <w:rsid w:val="00D4364A"/>
    <w:rsid w:val="00D57BC8"/>
    <w:rsid w:val="00D609F5"/>
    <w:rsid w:val="00D60BDE"/>
    <w:rsid w:val="00D622A3"/>
    <w:rsid w:val="00D64A62"/>
    <w:rsid w:val="00D87BF6"/>
    <w:rsid w:val="00D956DB"/>
    <w:rsid w:val="00D95CDC"/>
    <w:rsid w:val="00D96772"/>
    <w:rsid w:val="00DA0A09"/>
    <w:rsid w:val="00DA3B06"/>
    <w:rsid w:val="00DA413A"/>
    <w:rsid w:val="00DA5134"/>
    <w:rsid w:val="00DA5965"/>
    <w:rsid w:val="00DB6425"/>
    <w:rsid w:val="00DC7FED"/>
    <w:rsid w:val="00DD20B0"/>
    <w:rsid w:val="00DF61D6"/>
    <w:rsid w:val="00E03399"/>
    <w:rsid w:val="00E07F76"/>
    <w:rsid w:val="00E11641"/>
    <w:rsid w:val="00E215FE"/>
    <w:rsid w:val="00E41192"/>
    <w:rsid w:val="00E440B1"/>
    <w:rsid w:val="00E459DD"/>
    <w:rsid w:val="00E46E7F"/>
    <w:rsid w:val="00E53DA7"/>
    <w:rsid w:val="00E54D72"/>
    <w:rsid w:val="00E56999"/>
    <w:rsid w:val="00E658E0"/>
    <w:rsid w:val="00E67C96"/>
    <w:rsid w:val="00E67E75"/>
    <w:rsid w:val="00E70072"/>
    <w:rsid w:val="00E75007"/>
    <w:rsid w:val="00E75538"/>
    <w:rsid w:val="00E822FE"/>
    <w:rsid w:val="00E844A8"/>
    <w:rsid w:val="00E8577D"/>
    <w:rsid w:val="00E925C4"/>
    <w:rsid w:val="00EA087D"/>
    <w:rsid w:val="00EA21DD"/>
    <w:rsid w:val="00EA5823"/>
    <w:rsid w:val="00EB0D45"/>
    <w:rsid w:val="00EB4C57"/>
    <w:rsid w:val="00EB7341"/>
    <w:rsid w:val="00EC0D36"/>
    <w:rsid w:val="00EC12F0"/>
    <w:rsid w:val="00EC67DA"/>
    <w:rsid w:val="00EF0682"/>
    <w:rsid w:val="00EF47E6"/>
    <w:rsid w:val="00EF648F"/>
    <w:rsid w:val="00EF73F2"/>
    <w:rsid w:val="00F00830"/>
    <w:rsid w:val="00F1024D"/>
    <w:rsid w:val="00F17951"/>
    <w:rsid w:val="00F2610D"/>
    <w:rsid w:val="00F30CED"/>
    <w:rsid w:val="00F354BF"/>
    <w:rsid w:val="00F45D2B"/>
    <w:rsid w:val="00F47BAD"/>
    <w:rsid w:val="00F55C1D"/>
    <w:rsid w:val="00F55EAA"/>
    <w:rsid w:val="00F65478"/>
    <w:rsid w:val="00F66D3F"/>
    <w:rsid w:val="00F730BB"/>
    <w:rsid w:val="00F7484A"/>
    <w:rsid w:val="00F76E2E"/>
    <w:rsid w:val="00F778B4"/>
    <w:rsid w:val="00F83634"/>
    <w:rsid w:val="00F907B7"/>
    <w:rsid w:val="00FA5A1A"/>
    <w:rsid w:val="00FB117A"/>
    <w:rsid w:val="00FB4483"/>
    <w:rsid w:val="00FD626C"/>
    <w:rsid w:val="00FD77A4"/>
    <w:rsid w:val="00FE5789"/>
    <w:rsid w:val="00FF6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13FB1"/>
  <w15:docId w15:val="{F400EFFC-9CEC-46B7-BB61-2E15A012C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pl-PL" w:eastAsia="pl-P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Normalny"/>
    <w:next w:val="Normalny"/>
    <w:pPr>
      <w:keepNext/>
      <w:ind w:left="-168" w:firstLine="168"/>
      <w:outlineLvl w:val="0"/>
    </w:pPr>
    <w:rPr>
      <w:rFonts w:cs="Arial"/>
      <w:b/>
      <w:color w:val="005023"/>
      <w:sz w:val="28"/>
      <w:szCs w:val="28"/>
    </w:rPr>
  </w:style>
  <w:style w:type="paragraph" w:styleId="Nagwek4">
    <w:name w:val="heading 4"/>
    <w:basedOn w:val="Nagwek"/>
    <w:next w:val="Textbody"/>
    <w:pPr>
      <w:outlineLvl w:val="3"/>
    </w:pPr>
    <w:rPr>
      <w:rFonts w:ascii="Times New Roman" w:eastAsia="Arial Unicode MS" w:hAnsi="Times New Roman" w:cs="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styleId="Nagwek">
    <w:name w:val="header"/>
    <w:basedOn w:val="Normalny"/>
    <w:pPr>
      <w:tabs>
        <w:tab w:val="center" w:pos="4703"/>
        <w:tab w:val="right" w:pos="9406"/>
      </w:tabs>
    </w:pPr>
  </w:style>
  <w:style w:type="paragraph" w:customStyle="1" w:styleId="Textbody">
    <w:name w:val="Text body"/>
    <w:basedOn w:val="Standard"/>
    <w:pPr>
      <w:spacing w:after="120"/>
    </w:pPr>
  </w:style>
  <w:style w:type="paragraph" w:customStyle="1" w:styleId="LPAdresatpisma-instytucja">
    <w:name w:val="LP_Adresat pisma-instytucja"/>
    <w:basedOn w:val="Normalny"/>
    <w:pPr>
      <w:tabs>
        <w:tab w:val="left" w:pos="2550"/>
      </w:tabs>
      <w:ind w:left="5880"/>
    </w:pPr>
    <w:rPr>
      <w:rFonts w:cs="Arial"/>
    </w:rPr>
  </w:style>
  <w:style w:type="paragraph" w:customStyle="1" w:styleId="LPadresatpisma-osoba">
    <w:name w:val="LP_adresat pisma - osoba"/>
    <w:basedOn w:val="Normalny"/>
    <w:pPr>
      <w:tabs>
        <w:tab w:val="left" w:pos="2550"/>
      </w:tabs>
      <w:ind w:left="5880"/>
    </w:pPr>
    <w:rPr>
      <w:rFonts w:cs="Arial"/>
      <w:b/>
    </w:rPr>
  </w:style>
  <w:style w:type="paragraph" w:customStyle="1" w:styleId="LPpodpis-autor">
    <w:name w:val="LP_podpis-autor"/>
    <w:pPr>
      <w:keepNext/>
      <w:keepLines/>
      <w:suppressAutoHyphens/>
      <w:ind w:left="5880" w:right="391"/>
    </w:pPr>
    <w:rPr>
      <w:rFonts w:cs="Arial"/>
    </w:rPr>
  </w:style>
  <w:style w:type="paragraph" w:customStyle="1" w:styleId="LPTytudokumentu">
    <w:name w:val="LP_Tytuł dokumentu"/>
    <w:pPr>
      <w:tabs>
        <w:tab w:val="left" w:pos="0"/>
      </w:tabs>
      <w:suppressAutoHyphens/>
      <w:autoSpaceDE w:val="0"/>
      <w:spacing w:before="480" w:line="360" w:lineRule="auto"/>
      <w:jc w:val="center"/>
      <w:textAlignment w:val="center"/>
    </w:pPr>
    <w:rPr>
      <w:rFonts w:cs="Arial"/>
      <w:b/>
      <w:color w:val="000000"/>
    </w:rPr>
  </w:style>
  <w:style w:type="paragraph" w:customStyle="1" w:styleId="LPtekstpodstawowy">
    <w:name w:val="LP_tekst podstawowy"/>
    <w:autoRedefine/>
    <w:pPr>
      <w:tabs>
        <w:tab w:val="left" w:pos="0"/>
      </w:tabs>
      <w:suppressAutoHyphens/>
      <w:autoSpaceDE w:val="0"/>
      <w:spacing w:line="360" w:lineRule="auto"/>
      <w:ind w:firstLine="567"/>
      <w:jc w:val="both"/>
      <w:textAlignment w:val="center"/>
    </w:pPr>
    <w:rPr>
      <w:rFonts w:cs="Arial"/>
      <w:color w:val="000000"/>
    </w:rPr>
  </w:style>
  <w:style w:type="paragraph" w:customStyle="1" w:styleId="LPstopka">
    <w:name w:val="LP_stopka"/>
    <w:pPr>
      <w:suppressAutoHyphens/>
    </w:pPr>
    <w:rPr>
      <w:sz w:val="16"/>
      <w:szCs w:val="16"/>
    </w:rPr>
  </w:style>
  <w:style w:type="paragraph" w:customStyle="1" w:styleId="LPmiejscowo">
    <w:name w:val="LP_miejscowość"/>
    <w:pPr>
      <w:suppressAutoHyphens/>
      <w:jc w:val="right"/>
    </w:pPr>
    <w:rPr>
      <w:rFonts w:cs="Arial"/>
    </w:rPr>
  </w:style>
  <w:style w:type="paragraph" w:customStyle="1" w:styleId="LPNaglowek">
    <w:name w:val="LP_Naglowek"/>
    <w:pPr>
      <w:suppressAutoHyphens/>
    </w:pPr>
    <w:rPr>
      <w:b/>
      <w:color w:val="005023"/>
      <w:sz w:val="28"/>
    </w:rPr>
  </w:style>
  <w:style w:type="paragraph" w:customStyle="1" w:styleId="LPsygnatura">
    <w:name w:val="LP_sygnatura"/>
    <w:pPr>
      <w:suppressAutoHyphens/>
      <w:autoSpaceDE w:val="0"/>
      <w:spacing w:line="288" w:lineRule="auto"/>
      <w:ind w:left="-115"/>
      <w:textAlignment w:val="center"/>
    </w:pPr>
    <w:rPr>
      <w:rFonts w:cs="Arial"/>
      <w:color w:val="000000"/>
    </w:rPr>
  </w:style>
  <w:style w:type="paragraph" w:styleId="Stopka">
    <w:name w:val="footer"/>
    <w:basedOn w:val="Normalny"/>
    <w:pPr>
      <w:tabs>
        <w:tab w:val="center" w:pos="4703"/>
        <w:tab w:val="right" w:pos="9406"/>
      </w:tabs>
    </w:pPr>
  </w:style>
  <w:style w:type="paragraph" w:customStyle="1" w:styleId="LPStopkaStrona">
    <w:name w:val="LP_Stopka_Strona"/>
    <w:pPr>
      <w:suppressAutoHyphens/>
    </w:pPr>
    <w:rPr>
      <w:b/>
      <w:color w:val="005023"/>
    </w:rPr>
  </w:style>
  <w:style w:type="paragraph" w:customStyle="1" w:styleId="LPwiadomosczalacznik">
    <w:name w:val="LP_wiadomosc_zalacznik"/>
    <w:pPr>
      <w:keepNext/>
      <w:suppressAutoHyphens/>
    </w:pPr>
    <w:rPr>
      <w:rFonts w:cs="Arial"/>
      <w:color w:val="000000"/>
      <w:lang w:val="en-US"/>
    </w:rPr>
  </w:style>
  <w:style w:type="paragraph" w:customStyle="1" w:styleId="LPpodstawowyinterlinia1">
    <w:name w:val="LP_podstawowy_interlinia1"/>
    <w:basedOn w:val="LPtekstpodstawowy"/>
    <w:pPr>
      <w:spacing w:line="240" w:lineRule="auto"/>
    </w:pPr>
  </w:style>
  <w:style w:type="paragraph" w:customStyle="1" w:styleId="LPstopkasrodek">
    <w:name w:val="LP_stopka_srodek"/>
    <w:basedOn w:val="Normalny"/>
    <w:pPr>
      <w:jc w:val="center"/>
    </w:pPr>
    <w:rPr>
      <w:sz w:val="16"/>
    </w:rPr>
  </w:style>
  <w:style w:type="paragraph" w:customStyle="1" w:styleId="LPWypunktowanie">
    <w:name w:val="LP_Wypunktowanie"/>
    <w:basedOn w:val="LPtekstpodstawowy"/>
    <w:pPr>
      <w:numPr>
        <w:numId w:val="1"/>
      </w:numPr>
    </w:pPr>
  </w:style>
  <w:style w:type="paragraph" w:customStyle="1" w:styleId="LPNumerowanie">
    <w:name w:val="LP_Numerowanie"/>
    <w:basedOn w:val="LPtekstpodstawowy"/>
    <w:pPr>
      <w:numPr>
        <w:numId w:val="2"/>
      </w:numPr>
    </w:pPr>
  </w:style>
  <w:style w:type="paragraph" w:styleId="NormalnyWeb">
    <w:name w:val="Normal (Web)"/>
    <w:basedOn w:val="Normalny"/>
    <w:pPr>
      <w:spacing w:before="100" w:after="100"/>
    </w:pPr>
    <w:rPr>
      <w:rFonts w:ascii="Times New Roman" w:hAnsi="Times New Roman"/>
    </w:rPr>
  </w:style>
  <w:style w:type="paragraph" w:styleId="Tekstpodstawowy">
    <w:name w:val="Body Text"/>
    <w:basedOn w:val="Normalny"/>
    <w:pPr>
      <w:jc w:val="both"/>
    </w:pPr>
    <w:rPr>
      <w:rFonts w:ascii="Times New Roman" w:hAnsi="Times New Roman"/>
      <w:szCs w:val="20"/>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character" w:customStyle="1" w:styleId="NagwekZnak">
    <w:name w:val="Nagłówek Znak"/>
    <w:basedOn w:val="Domylnaczcionkaakapitu"/>
    <w:rPr>
      <w:sz w:val="24"/>
      <w:szCs w:val="24"/>
      <w:lang w:val="pl-PL" w:eastAsia="pl-PL"/>
    </w:rPr>
  </w:style>
  <w:style w:type="character" w:customStyle="1" w:styleId="StopkaZnak">
    <w:name w:val="Stopka Znak"/>
    <w:basedOn w:val="Domylnaczcionkaakapitu"/>
    <w:rPr>
      <w:sz w:val="24"/>
      <w:szCs w:val="24"/>
      <w:lang w:val="pl-PL" w:eastAsia="pl-PL"/>
    </w:rPr>
  </w:style>
  <w:style w:type="character" w:customStyle="1" w:styleId="LPPogrubienie">
    <w:name w:val="LP_Pogrubienie"/>
    <w:basedOn w:val="Domylnaczcionkaakapitu"/>
    <w:rPr>
      <w:rFonts w:cs="Times New Roman"/>
      <w:b/>
      <w:lang w:val="en-US"/>
    </w:rPr>
  </w:style>
  <w:style w:type="character" w:customStyle="1" w:styleId="LPstopkaZnak">
    <w:name w:val="LP_stopka Znak"/>
    <w:basedOn w:val="Domylnaczcionkaakapitu"/>
    <w:rPr>
      <w:rFonts w:ascii="Arial" w:hAnsi="Arial"/>
      <w:sz w:val="16"/>
      <w:szCs w:val="16"/>
      <w:lang w:val="pl-PL" w:eastAsia="pl-PL" w:bidi="ar-SA"/>
    </w:rPr>
  </w:style>
  <w:style w:type="character" w:customStyle="1" w:styleId="LPzwykly">
    <w:name w:val="LP_zwykly"/>
    <w:basedOn w:val="Domylnaczcionkaakapitu"/>
  </w:style>
  <w:style w:type="character" w:styleId="Numerstrony">
    <w:name w:val="page number"/>
    <w:basedOn w:val="Domylnaczcionkaakapitu"/>
  </w:style>
  <w:style w:type="character" w:customStyle="1" w:styleId="LPkursywa">
    <w:name w:val="LP_kursywa"/>
    <w:basedOn w:val="Domylnaczcionkaakapitu"/>
    <w:rPr>
      <w:i/>
    </w:rPr>
  </w:style>
  <w:style w:type="character" w:customStyle="1" w:styleId="LPAdresatpisma-instytucjaZnak">
    <w:name w:val="LP_Adresat pisma-instytucja Znak"/>
    <w:basedOn w:val="Domylnaczcionkaakapitu"/>
    <w:rPr>
      <w:rFonts w:ascii="Arial" w:hAnsi="Arial" w:cs="Arial"/>
      <w:sz w:val="24"/>
      <w:szCs w:val="24"/>
      <w:lang w:val="pl-PL" w:eastAsia="pl-PL" w:bidi="ar-SA"/>
    </w:rPr>
  </w:style>
  <w:style w:type="character" w:customStyle="1" w:styleId="apple-style-span">
    <w:name w:val="apple-style-span"/>
    <w:basedOn w:val="Domylnaczcionkaakapitu"/>
  </w:style>
  <w:style w:type="character" w:customStyle="1" w:styleId="apple-converted-space">
    <w:name w:val="apple-converted-space"/>
    <w:basedOn w:val="Domylnaczcionkaakapitu"/>
  </w:style>
  <w:style w:type="character" w:styleId="Hipercze">
    <w:name w:val="Hyperlink"/>
    <w:basedOn w:val="Domylnaczcionkaakapitu"/>
    <w:rPr>
      <w:color w:val="0000FF"/>
      <w:u w:val="single"/>
    </w:rPr>
  </w:style>
  <w:style w:type="character" w:customStyle="1" w:styleId="TekstpodstawowyZnak">
    <w:name w:val="Tekst podstawowy Znak"/>
    <w:basedOn w:val="Domylnaczcionkaakapitu"/>
    <w:rPr>
      <w:sz w:val="24"/>
    </w:rPr>
  </w:style>
  <w:style w:type="character" w:customStyle="1" w:styleId="NumberingSymbols">
    <w:name w:val="Numbering Symbols"/>
  </w:style>
  <w:style w:type="character" w:customStyle="1" w:styleId="StrongEmphasis">
    <w:name w:val="Strong Emphasis"/>
    <w:rPr>
      <w:b/>
      <w:bCs/>
    </w:rPr>
  </w:style>
  <w:style w:type="numbering" w:customStyle="1" w:styleId="LFO1">
    <w:name w:val="LFO1"/>
    <w:basedOn w:val="Bezlisty"/>
    <w:pPr>
      <w:numPr>
        <w:numId w:val="1"/>
      </w:numPr>
    </w:pPr>
  </w:style>
  <w:style w:type="numbering" w:customStyle="1" w:styleId="LFO2">
    <w:name w:val="LFO2"/>
    <w:basedOn w:val="Bezlisty"/>
    <w:pPr>
      <w:numPr>
        <w:numId w:val="2"/>
      </w:numPr>
    </w:pPr>
  </w:style>
  <w:style w:type="character" w:styleId="Odwoaniedokomentarza">
    <w:name w:val="annotation reference"/>
    <w:basedOn w:val="Domylnaczcionkaakapitu"/>
    <w:uiPriority w:val="99"/>
    <w:semiHidden/>
    <w:unhideWhenUsed/>
    <w:rsid w:val="00FD626C"/>
    <w:rPr>
      <w:sz w:val="16"/>
      <w:szCs w:val="16"/>
    </w:rPr>
  </w:style>
  <w:style w:type="paragraph" w:styleId="Tekstkomentarza">
    <w:name w:val="annotation text"/>
    <w:basedOn w:val="Normalny"/>
    <w:link w:val="TekstkomentarzaZnak"/>
    <w:uiPriority w:val="99"/>
    <w:semiHidden/>
    <w:unhideWhenUsed/>
    <w:rsid w:val="00FD626C"/>
    <w:rPr>
      <w:sz w:val="20"/>
      <w:szCs w:val="20"/>
    </w:rPr>
  </w:style>
  <w:style w:type="character" w:customStyle="1" w:styleId="TekstkomentarzaZnak">
    <w:name w:val="Tekst komentarza Znak"/>
    <w:basedOn w:val="Domylnaczcionkaakapitu"/>
    <w:link w:val="Tekstkomentarza"/>
    <w:uiPriority w:val="99"/>
    <w:semiHidden/>
    <w:rsid w:val="00FD626C"/>
    <w:rPr>
      <w:sz w:val="20"/>
      <w:szCs w:val="20"/>
    </w:rPr>
  </w:style>
  <w:style w:type="paragraph" w:styleId="Tematkomentarza">
    <w:name w:val="annotation subject"/>
    <w:basedOn w:val="Tekstkomentarza"/>
    <w:next w:val="Tekstkomentarza"/>
    <w:link w:val="TematkomentarzaZnak"/>
    <w:uiPriority w:val="99"/>
    <w:semiHidden/>
    <w:unhideWhenUsed/>
    <w:rsid w:val="00FD626C"/>
    <w:rPr>
      <w:b/>
      <w:bCs/>
    </w:rPr>
  </w:style>
  <w:style w:type="character" w:customStyle="1" w:styleId="TematkomentarzaZnak">
    <w:name w:val="Temat komentarza Znak"/>
    <w:basedOn w:val="TekstkomentarzaZnak"/>
    <w:link w:val="Tematkomentarza"/>
    <w:uiPriority w:val="99"/>
    <w:semiHidden/>
    <w:rsid w:val="00FD626C"/>
    <w:rPr>
      <w:b/>
      <w:bCs/>
      <w:sz w:val="20"/>
      <w:szCs w:val="20"/>
    </w:rPr>
  </w:style>
  <w:style w:type="paragraph" w:styleId="Tekstdymka">
    <w:name w:val="Balloon Text"/>
    <w:basedOn w:val="Normalny"/>
    <w:link w:val="TekstdymkaZnak"/>
    <w:uiPriority w:val="99"/>
    <w:semiHidden/>
    <w:unhideWhenUsed/>
    <w:rsid w:val="00FD626C"/>
    <w:rPr>
      <w:rFonts w:ascii="Tahoma" w:hAnsi="Tahoma" w:cs="Tahoma"/>
      <w:sz w:val="16"/>
      <w:szCs w:val="16"/>
    </w:rPr>
  </w:style>
  <w:style w:type="character" w:customStyle="1" w:styleId="TekstdymkaZnak">
    <w:name w:val="Tekst dymka Znak"/>
    <w:basedOn w:val="Domylnaczcionkaakapitu"/>
    <w:link w:val="Tekstdymka"/>
    <w:uiPriority w:val="99"/>
    <w:semiHidden/>
    <w:rsid w:val="00FD626C"/>
    <w:rPr>
      <w:rFonts w:ascii="Tahoma" w:hAnsi="Tahoma" w:cs="Tahoma"/>
      <w:sz w:val="16"/>
      <w:szCs w:val="16"/>
    </w:rPr>
  </w:style>
  <w:style w:type="table" w:styleId="Tabela-Siatka">
    <w:name w:val="Table Grid"/>
    <w:basedOn w:val="Standardowy"/>
    <w:uiPriority w:val="59"/>
    <w:rsid w:val="00596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80DD5"/>
    <w:pPr>
      <w:suppressAutoHyphens/>
    </w:pPr>
  </w:style>
  <w:style w:type="paragraph" w:styleId="Tekstprzypisukocowego">
    <w:name w:val="endnote text"/>
    <w:basedOn w:val="Normalny"/>
    <w:link w:val="TekstprzypisukocowegoZnak"/>
    <w:uiPriority w:val="99"/>
    <w:semiHidden/>
    <w:unhideWhenUsed/>
    <w:rsid w:val="00694491"/>
    <w:rPr>
      <w:sz w:val="20"/>
      <w:szCs w:val="20"/>
    </w:rPr>
  </w:style>
  <w:style w:type="character" w:customStyle="1" w:styleId="TekstprzypisukocowegoZnak">
    <w:name w:val="Tekst przypisu końcowego Znak"/>
    <w:basedOn w:val="Domylnaczcionkaakapitu"/>
    <w:link w:val="Tekstprzypisukocowego"/>
    <w:uiPriority w:val="99"/>
    <w:semiHidden/>
    <w:rsid w:val="00694491"/>
    <w:rPr>
      <w:sz w:val="20"/>
      <w:szCs w:val="20"/>
    </w:rPr>
  </w:style>
  <w:style w:type="character" w:styleId="Odwoanieprzypisukocowego">
    <w:name w:val="endnote reference"/>
    <w:basedOn w:val="Domylnaczcionkaakapitu"/>
    <w:uiPriority w:val="99"/>
    <w:semiHidden/>
    <w:unhideWhenUsed/>
    <w:rsid w:val="00694491"/>
    <w:rPr>
      <w:vertAlign w:val="superscript"/>
    </w:rPr>
  </w:style>
  <w:style w:type="paragraph" w:styleId="Tekstprzypisudolnego">
    <w:name w:val="footnote text"/>
    <w:basedOn w:val="Normalny"/>
    <w:link w:val="TekstprzypisudolnegoZnak"/>
    <w:uiPriority w:val="99"/>
    <w:semiHidden/>
    <w:unhideWhenUsed/>
    <w:rsid w:val="0087700D"/>
    <w:rPr>
      <w:sz w:val="20"/>
      <w:szCs w:val="20"/>
    </w:rPr>
  </w:style>
  <w:style w:type="character" w:customStyle="1" w:styleId="TekstprzypisudolnegoZnak">
    <w:name w:val="Tekst przypisu dolnego Znak"/>
    <w:basedOn w:val="Domylnaczcionkaakapitu"/>
    <w:link w:val="Tekstprzypisudolnego"/>
    <w:uiPriority w:val="99"/>
    <w:semiHidden/>
    <w:rsid w:val="0087700D"/>
    <w:rPr>
      <w:sz w:val="20"/>
      <w:szCs w:val="20"/>
    </w:rPr>
  </w:style>
  <w:style w:type="character" w:styleId="Odwoanieprzypisudolnego">
    <w:name w:val="footnote reference"/>
    <w:basedOn w:val="Domylnaczcionkaakapitu"/>
    <w:uiPriority w:val="99"/>
    <w:semiHidden/>
    <w:unhideWhenUsed/>
    <w:rsid w:val="0087700D"/>
    <w:rPr>
      <w:vertAlign w:val="superscript"/>
    </w:rPr>
  </w:style>
  <w:style w:type="paragraph" w:customStyle="1" w:styleId="Default">
    <w:name w:val="Default"/>
    <w:rsid w:val="005B4C1B"/>
    <w:pPr>
      <w:autoSpaceDE w:val="0"/>
      <w:adjustRightInd w:val="0"/>
      <w:textAlignment w:val="auto"/>
    </w:pPr>
    <w:rPr>
      <w:rFonts w:ascii="Times New Roman" w:eastAsiaTheme="minorHAnsi" w:hAnsi="Times New Roman"/>
      <w:color w:val="000000"/>
      <w:lang w:eastAsia="en-US"/>
    </w:rPr>
  </w:style>
  <w:style w:type="paragraph" w:styleId="Akapitzlist">
    <w:name w:val="List Paragraph"/>
    <w:basedOn w:val="Normalny"/>
    <w:uiPriority w:val="34"/>
    <w:qFormat/>
    <w:rsid w:val="009279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321;owiectwo\&#322;owiectwo%202013\klobuck_now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klobuck_nowy</Template>
  <TotalTime>231</TotalTime>
  <Pages>1</Pages>
  <Words>8021</Words>
  <Characters>48126</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Warszawa, 20</vt:lpstr>
    </vt:vector>
  </TitlesOfParts>
  <Company>PGL LP Nadleśnictwo Kłobuck</Company>
  <LinksUpToDate>false</LinksUpToDate>
  <CharactersWithSpaces>56035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20</dc:title>
  <dc:creator>Your User Name</dc:creator>
  <cp:lastModifiedBy>Justyna Brzęczek</cp:lastModifiedBy>
  <cp:revision>7</cp:revision>
  <cp:lastPrinted>2022-10-19T10:18:00Z</cp:lastPrinted>
  <dcterms:created xsi:type="dcterms:W3CDTF">2022-10-18T12:57:00Z</dcterms:created>
  <dcterms:modified xsi:type="dcterms:W3CDTF">2022-11-09T11:30:00Z</dcterms:modified>
</cp:coreProperties>
</file>